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D43D58" w14:textId="77777777" w:rsidR="008E1378" w:rsidRPr="00605F8E" w:rsidRDefault="00605F8E" w:rsidP="00C63D74">
      <w:pPr>
        <w:pStyle w:val="UponorHead"/>
        <w:rPr>
          <w:rFonts w:ascii="Century Gothic" w:hAnsi="Century Gothic"/>
          <w:lang w:val="de-DE"/>
        </w:rPr>
      </w:pPr>
      <w:r w:rsidRPr="00605F8E">
        <w:rPr>
          <w:rFonts w:ascii="Century Gothic" w:hAnsi="Century Gothic"/>
          <w:lang w:val="de-DE"/>
        </w:rPr>
        <w:t xml:space="preserve">Uponor </w:t>
      </w:r>
      <w:r w:rsidR="00ED124A">
        <w:rPr>
          <w:rFonts w:ascii="Century Gothic" w:hAnsi="Century Gothic"/>
          <w:lang w:val="de-DE"/>
        </w:rPr>
        <w:t>baut</w:t>
      </w:r>
      <w:r w:rsidR="00E64670">
        <w:rPr>
          <w:rFonts w:ascii="Century Gothic" w:hAnsi="Century Gothic"/>
          <w:lang w:val="de-DE"/>
        </w:rPr>
        <w:t xml:space="preserve"> Präsenz in Osteuropa</w:t>
      </w:r>
      <w:r w:rsidR="00ED124A">
        <w:rPr>
          <w:rFonts w:ascii="Century Gothic" w:hAnsi="Century Gothic"/>
          <w:lang w:val="de-DE"/>
        </w:rPr>
        <w:t xml:space="preserve"> aus</w:t>
      </w:r>
    </w:p>
    <w:p w14:paraId="0F1F18C9" w14:textId="7AB68B9B" w:rsidR="0004587A" w:rsidRDefault="00CF3F90" w:rsidP="00420251">
      <w:pPr>
        <w:pStyle w:val="Subline"/>
        <w:spacing w:after="0" w:line="280" w:lineRule="exact"/>
        <w:ind w:right="74"/>
        <w:jc w:val="left"/>
        <w:rPr>
          <w:rFonts w:ascii="Century Gothic" w:hAnsi="Century Gothic"/>
          <w:noProof/>
          <w:sz w:val="16"/>
          <w:szCs w:val="24"/>
          <w:lang w:val="de-DE"/>
        </w:rPr>
      </w:pPr>
      <w:r w:rsidRPr="00CF3F90">
        <w:rPr>
          <w:rFonts w:ascii="Century Gothic" w:hAnsi="Century Gothic"/>
          <w:noProof/>
          <w:sz w:val="16"/>
          <w:szCs w:val="24"/>
          <w:lang w:val="de-DE"/>
        </w:rPr>
        <w:t>Wr. Neudorf, 04. November 2021</w:t>
      </w:r>
    </w:p>
    <w:p w14:paraId="4816B8C3" w14:textId="77777777" w:rsidR="00CF3F90" w:rsidRPr="00605F8E" w:rsidRDefault="00CF3F90" w:rsidP="00420251">
      <w:pPr>
        <w:pStyle w:val="Subline"/>
        <w:spacing w:after="0" w:line="280" w:lineRule="exact"/>
        <w:ind w:right="74"/>
        <w:jc w:val="left"/>
        <w:rPr>
          <w:rFonts w:ascii="Century Gothic" w:hAnsi="Century Gothic"/>
          <w:noProof/>
          <w:sz w:val="24"/>
          <w:szCs w:val="24"/>
          <w:lang w:val="de-DE"/>
        </w:rPr>
      </w:pPr>
    </w:p>
    <w:p w14:paraId="37067E82" w14:textId="586B105E" w:rsidR="003458B3" w:rsidRDefault="00E64670" w:rsidP="00420251">
      <w:pPr>
        <w:pStyle w:val="UponorSubhead"/>
        <w:ind w:right="74"/>
        <w:rPr>
          <w:rFonts w:ascii="Century Gothic" w:hAnsi="Century Gothic"/>
          <w:lang w:val="de-DE"/>
        </w:rPr>
      </w:pPr>
      <w:r w:rsidRPr="00E64670">
        <w:rPr>
          <w:rFonts w:ascii="Century Gothic" w:hAnsi="Century Gothic"/>
          <w:noProof/>
          <w:lang w:val="de-DE"/>
        </w:rPr>
        <w:t>Uponor</w:t>
      </w:r>
      <w:r w:rsidR="00106D9D">
        <w:rPr>
          <w:rFonts w:ascii="Century Gothic" w:hAnsi="Century Gothic"/>
          <w:noProof/>
          <w:lang w:val="de-DE"/>
        </w:rPr>
        <w:t>s Bereich</w:t>
      </w:r>
      <w:r w:rsidRPr="00E64670">
        <w:rPr>
          <w:rFonts w:ascii="Century Gothic" w:hAnsi="Century Gothic"/>
          <w:noProof/>
          <w:lang w:val="de-DE"/>
        </w:rPr>
        <w:t xml:space="preserve"> Building Solutions </w:t>
      </w:r>
      <w:r w:rsidR="00106D9D">
        <w:rPr>
          <w:rFonts w:ascii="Century Gothic" w:hAnsi="Century Gothic"/>
          <w:noProof/>
          <w:lang w:val="de-DE"/>
        </w:rPr>
        <w:t xml:space="preserve">- </w:t>
      </w:r>
      <w:r w:rsidRPr="00E64670">
        <w:rPr>
          <w:rFonts w:ascii="Century Gothic" w:hAnsi="Century Gothic"/>
          <w:noProof/>
          <w:lang w:val="de-DE"/>
        </w:rPr>
        <w:t>Europe</w:t>
      </w:r>
      <w:r w:rsidR="005E791A">
        <w:rPr>
          <w:rFonts w:ascii="Century Gothic" w:hAnsi="Century Gothic"/>
          <w:noProof/>
          <w:lang w:val="de-DE"/>
        </w:rPr>
        <w:t xml:space="preserve"> </w:t>
      </w:r>
      <w:r w:rsidR="00483922">
        <w:rPr>
          <w:rFonts w:ascii="Century Gothic" w:hAnsi="Century Gothic"/>
          <w:noProof/>
          <w:lang w:val="de-DE"/>
        </w:rPr>
        <w:t xml:space="preserve">wächst weiter: Der Experte für </w:t>
      </w:r>
      <w:r w:rsidR="00483922" w:rsidRPr="00605F8E">
        <w:rPr>
          <w:rFonts w:ascii="Century Gothic" w:hAnsi="Century Gothic"/>
          <w:lang w:val="de-DE"/>
        </w:rPr>
        <w:t>hygienische Trinkwasserversorgung, energieeffizien</w:t>
      </w:r>
      <w:r w:rsidR="008162FF">
        <w:rPr>
          <w:rFonts w:ascii="Century Gothic" w:hAnsi="Century Gothic"/>
          <w:lang w:val="de-DE"/>
        </w:rPr>
        <w:t xml:space="preserve">tes Heizen und Kühlen sowie </w:t>
      </w:r>
      <w:r w:rsidR="00483922" w:rsidRPr="00605F8E">
        <w:rPr>
          <w:rFonts w:ascii="Century Gothic" w:hAnsi="Century Gothic"/>
          <w:lang w:val="de-DE"/>
        </w:rPr>
        <w:t xml:space="preserve">zuverlässige </w:t>
      </w:r>
      <w:r w:rsidR="00ED124A">
        <w:rPr>
          <w:rFonts w:ascii="Century Gothic" w:hAnsi="Century Gothic"/>
          <w:lang w:val="de-DE"/>
        </w:rPr>
        <w:t>Nahwärmenetze</w:t>
      </w:r>
      <w:r w:rsidR="00483922">
        <w:rPr>
          <w:rFonts w:ascii="Century Gothic" w:hAnsi="Century Gothic"/>
          <w:lang w:val="de-DE"/>
        </w:rPr>
        <w:t xml:space="preserve"> </w:t>
      </w:r>
      <w:r w:rsidR="0089301E">
        <w:rPr>
          <w:rFonts w:ascii="Century Gothic" w:hAnsi="Century Gothic"/>
          <w:lang w:val="de-DE"/>
        </w:rPr>
        <w:t xml:space="preserve">hat </w:t>
      </w:r>
      <w:r w:rsidR="006D7FB8">
        <w:rPr>
          <w:rFonts w:ascii="Century Gothic" w:hAnsi="Century Gothic"/>
          <w:lang w:val="de-DE"/>
        </w:rPr>
        <w:t xml:space="preserve">das </w:t>
      </w:r>
      <w:r w:rsidR="00483922">
        <w:rPr>
          <w:rFonts w:ascii="Century Gothic" w:hAnsi="Century Gothic"/>
          <w:lang w:val="de-DE"/>
        </w:rPr>
        <w:t>polnische Unternehmen Capricorn</w:t>
      </w:r>
      <w:r w:rsidR="002E22A3">
        <w:rPr>
          <w:rFonts w:ascii="Century Gothic" w:hAnsi="Century Gothic"/>
          <w:lang w:val="de-DE"/>
        </w:rPr>
        <w:t xml:space="preserve"> </w:t>
      </w:r>
      <w:r w:rsidR="00C24849">
        <w:rPr>
          <w:rFonts w:ascii="Century Gothic" w:hAnsi="Century Gothic"/>
          <w:lang w:val="de-DE"/>
        </w:rPr>
        <w:t>S.A</w:t>
      </w:r>
      <w:r w:rsidR="00296824">
        <w:rPr>
          <w:rFonts w:ascii="Century Gothic" w:hAnsi="Century Gothic"/>
          <w:lang w:val="de-DE"/>
        </w:rPr>
        <w:t>.</w:t>
      </w:r>
      <w:r w:rsidR="0089301E">
        <w:rPr>
          <w:rFonts w:ascii="Century Gothic" w:hAnsi="Century Gothic"/>
          <w:lang w:val="de-DE"/>
        </w:rPr>
        <w:t xml:space="preserve"> </w:t>
      </w:r>
      <w:r w:rsidR="006D7FB8">
        <w:rPr>
          <w:rFonts w:ascii="Century Gothic" w:hAnsi="Century Gothic"/>
          <w:lang w:val="de-DE"/>
        </w:rPr>
        <w:t>übernommen</w:t>
      </w:r>
      <w:r w:rsidR="00C24849">
        <w:rPr>
          <w:rFonts w:ascii="Century Gothic" w:hAnsi="Century Gothic"/>
          <w:lang w:val="de-DE"/>
        </w:rPr>
        <w:t>.</w:t>
      </w:r>
      <w:r w:rsidR="00483922">
        <w:rPr>
          <w:rFonts w:ascii="Century Gothic" w:hAnsi="Century Gothic"/>
          <w:lang w:val="de-DE"/>
        </w:rPr>
        <w:t xml:space="preserve"> Capricorn hat seinen </w:t>
      </w:r>
      <w:r w:rsidR="002E22A3">
        <w:rPr>
          <w:rFonts w:ascii="Century Gothic" w:hAnsi="Century Gothic"/>
          <w:lang w:val="de-DE"/>
        </w:rPr>
        <w:t>Haupts</w:t>
      </w:r>
      <w:r w:rsidR="00483922">
        <w:rPr>
          <w:rFonts w:ascii="Century Gothic" w:hAnsi="Century Gothic"/>
          <w:lang w:val="de-DE"/>
        </w:rPr>
        <w:t xml:space="preserve">itz in </w:t>
      </w:r>
      <w:r w:rsidR="008D2285" w:rsidRPr="00605F8E">
        <w:rPr>
          <w:rFonts w:ascii="Century Gothic" w:hAnsi="Century Gothic"/>
          <w:lang w:val="de-DE"/>
        </w:rPr>
        <w:t xml:space="preserve">Świebodzice </w:t>
      </w:r>
      <w:r w:rsidR="00483922">
        <w:rPr>
          <w:rFonts w:ascii="Century Gothic" w:hAnsi="Century Gothic"/>
          <w:lang w:val="de-DE"/>
        </w:rPr>
        <w:t xml:space="preserve">und beschäftigt rund </w:t>
      </w:r>
      <w:r w:rsidR="00106D9D" w:rsidRPr="00106D9D">
        <w:rPr>
          <w:rFonts w:ascii="Century Gothic" w:hAnsi="Century Gothic"/>
          <w:lang w:val="de-DE"/>
        </w:rPr>
        <w:t>400</w:t>
      </w:r>
      <w:r w:rsidR="00483922" w:rsidRPr="00106D9D">
        <w:rPr>
          <w:rFonts w:ascii="Century Gothic" w:hAnsi="Century Gothic"/>
          <w:lang w:val="de-DE"/>
        </w:rPr>
        <w:t xml:space="preserve"> Mitarbeitende.</w:t>
      </w:r>
      <w:r w:rsidR="00ED124A">
        <w:rPr>
          <w:rFonts w:ascii="Century Gothic" w:hAnsi="Century Gothic"/>
          <w:lang w:val="de-DE"/>
        </w:rPr>
        <w:t xml:space="preserve"> </w:t>
      </w:r>
    </w:p>
    <w:p w14:paraId="0F301081" w14:textId="77777777" w:rsidR="00ED124A" w:rsidRPr="00605F8E" w:rsidRDefault="00ED124A" w:rsidP="00420251">
      <w:pPr>
        <w:pStyle w:val="UponorSubhead"/>
        <w:ind w:right="74"/>
        <w:rPr>
          <w:rFonts w:ascii="Century Gothic" w:hAnsi="Century Gothic"/>
          <w:noProof/>
          <w:lang w:val="de-DE"/>
        </w:rPr>
      </w:pPr>
    </w:p>
    <w:p w14:paraId="41F5DF15" w14:textId="77777777" w:rsidR="00630FEE" w:rsidRPr="00605F8E" w:rsidRDefault="00483922" w:rsidP="004B502B">
      <w:pPr>
        <w:pStyle w:val="UponorSubhead"/>
        <w:numPr>
          <w:ilvl w:val="0"/>
          <w:numId w:val="22"/>
        </w:numPr>
        <w:ind w:left="284" w:hanging="284"/>
        <w:rPr>
          <w:rFonts w:ascii="Century Gothic" w:hAnsi="Century Gothic"/>
          <w:lang w:val="de-DE"/>
        </w:rPr>
      </w:pPr>
      <w:r>
        <w:rPr>
          <w:rFonts w:ascii="Century Gothic" w:hAnsi="Century Gothic"/>
          <w:lang w:val="de-DE"/>
        </w:rPr>
        <w:t xml:space="preserve">Wachstumsstrategie wird konsequent </w:t>
      </w:r>
      <w:r w:rsidR="002E22A3">
        <w:rPr>
          <w:rFonts w:ascii="Century Gothic" w:hAnsi="Century Gothic"/>
          <w:lang w:val="de-DE"/>
        </w:rPr>
        <w:t>verfolgt</w:t>
      </w:r>
    </w:p>
    <w:p w14:paraId="107C07A4" w14:textId="77777777" w:rsidR="00630FEE" w:rsidRPr="00483922" w:rsidRDefault="00510AE2" w:rsidP="004B502B">
      <w:pPr>
        <w:pStyle w:val="UponorSubhead"/>
        <w:numPr>
          <w:ilvl w:val="0"/>
          <w:numId w:val="22"/>
        </w:numPr>
        <w:ind w:left="284" w:hanging="284"/>
        <w:rPr>
          <w:rFonts w:ascii="Century Gothic" w:hAnsi="Century Gothic"/>
          <w:lang w:val="de-DE"/>
        </w:rPr>
      </w:pPr>
      <w:r>
        <w:rPr>
          <w:rFonts w:ascii="Century Gothic" w:hAnsi="Century Gothic"/>
          <w:lang w:val="de-DE"/>
        </w:rPr>
        <w:t>Stärk</w:t>
      </w:r>
      <w:r w:rsidR="00E64670">
        <w:rPr>
          <w:rFonts w:ascii="Century Gothic" w:hAnsi="Century Gothic"/>
          <w:lang w:val="de-DE"/>
        </w:rPr>
        <w:t>ung der Präsenz in Osteuropa</w:t>
      </w:r>
      <w:r w:rsidR="00483922">
        <w:rPr>
          <w:rFonts w:ascii="Century Gothic" w:hAnsi="Century Gothic"/>
          <w:lang w:val="de-DE"/>
        </w:rPr>
        <w:t xml:space="preserve"> </w:t>
      </w:r>
    </w:p>
    <w:p w14:paraId="013DDE59" w14:textId="77777777" w:rsidR="00630FEE" w:rsidRPr="00605F8E" w:rsidRDefault="004C2E4A" w:rsidP="004B502B">
      <w:pPr>
        <w:pStyle w:val="UponorSubhead"/>
        <w:numPr>
          <w:ilvl w:val="0"/>
          <w:numId w:val="22"/>
        </w:numPr>
        <w:ind w:left="284" w:hanging="284"/>
        <w:rPr>
          <w:rFonts w:ascii="Century Gothic" w:hAnsi="Century Gothic"/>
          <w:lang w:val="de-DE"/>
        </w:rPr>
      </w:pPr>
      <w:r>
        <w:rPr>
          <w:rFonts w:ascii="Century Gothic" w:hAnsi="Century Gothic"/>
          <w:lang w:val="de-DE"/>
        </w:rPr>
        <w:t>Er</w:t>
      </w:r>
      <w:r w:rsidR="00185E3E">
        <w:rPr>
          <w:rFonts w:ascii="Century Gothic" w:hAnsi="Century Gothic"/>
          <w:lang w:val="de-DE"/>
        </w:rPr>
        <w:t>gänzung</w:t>
      </w:r>
      <w:r>
        <w:rPr>
          <w:rFonts w:ascii="Century Gothic" w:hAnsi="Century Gothic"/>
          <w:lang w:val="de-DE"/>
        </w:rPr>
        <w:t xml:space="preserve"> des Produktportfolios </w:t>
      </w:r>
      <w:r w:rsidR="00E64670">
        <w:rPr>
          <w:rFonts w:ascii="Century Gothic" w:hAnsi="Century Gothic"/>
          <w:lang w:val="de-DE"/>
        </w:rPr>
        <w:t xml:space="preserve">im Bereich </w:t>
      </w:r>
      <w:r w:rsidR="00ED124A">
        <w:rPr>
          <w:rFonts w:ascii="Century Gothic" w:hAnsi="Century Gothic"/>
          <w:lang w:val="de-DE"/>
        </w:rPr>
        <w:t>Flächen</w:t>
      </w:r>
      <w:r w:rsidR="00E64670">
        <w:rPr>
          <w:rFonts w:ascii="Century Gothic" w:hAnsi="Century Gothic"/>
          <w:lang w:val="de-DE"/>
        </w:rPr>
        <w:t xml:space="preserve">heizung und -kühlung und </w:t>
      </w:r>
      <w:r w:rsidR="00185E3E">
        <w:rPr>
          <w:rFonts w:ascii="Century Gothic" w:hAnsi="Century Gothic"/>
          <w:lang w:val="de-DE"/>
        </w:rPr>
        <w:t xml:space="preserve">Erweiterung </w:t>
      </w:r>
      <w:r w:rsidR="00E64670">
        <w:rPr>
          <w:rFonts w:ascii="Century Gothic" w:hAnsi="Century Gothic"/>
          <w:lang w:val="de-DE"/>
        </w:rPr>
        <w:t>des e</w:t>
      </w:r>
      <w:r w:rsidR="00E64670" w:rsidRPr="00E64670">
        <w:rPr>
          <w:rFonts w:ascii="Century Gothic" w:hAnsi="Century Gothic"/>
          <w:lang w:val="de-DE"/>
        </w:rPr>
        <w:t>uropäische</w:t>
      </w:r>
      <w:r w:rsidR="00E64670">
        <w:rPr>
          <w:rFonts w:ascii="Century Gothic" w:hAnsi="Century Gothic"/>
          <w:lang w:val="de-DE"/>
        </w:rPr>
        <w:t>n</w:t>
      </w:r>
      <w:r w:rsidR="00296824">
        <w:rPr>
          <w:rFonts w:ascii="Century Gothic" w:hAnsi="Century Gothic"/>
          <w:lang w:val="de-DE"/>
        </w:rPr>
        <w:t xml:space="preserve"> </w:t>
      </w:r>
      <w:r w:rsidR="006B19B0">
        <w:rPr>
          <w:rFonts w:ascii="Century Gothic" w:hAnsi="Century Gothic"/>
          <w:lang w:val="de-DE"/>
        </w:rPr>
        <w:t>Produktions</w:t>
      </w:r>
      <w:r w:rsidR="00E64670" w:rsidRPr="00E64670">
        <w:rPr>
          <w:rFonts w:ascii="Century Gothic" w:hAnsi="Century Gothic"/>
          <w:lang w:val="de-DE"/>
        </w:rPr>
        <w:t>netzwerk</w:t>
      </w:r>
      <w:r w:rsidR="00AE38B3">
        <w:rPr>
          <w:rFonts w:ascii="Century Gothic" w:hAnsi="Century Gothic"/>
          <w:lang w:val="de-DE"/>
        </w:rPr>
        <w:t>s</w:t>
      </w:r>
      <w:r w:rsidR="00ED124A">
        <w:rPr>
          <w:rFonts w:ascii="Century Gothic" w:hAnsi="Century Gothic"/>
          <w:lang w:val="de-DE"/>
        </w:rPr>
        <w:t xml:space="preserve"> für vorgefertigte Lösungen</w:t>
      </w:r>
    </w:p>
    <w:p w14:paraId="3D879F8C" w14:textId="77777777" w:rsidR="003458B3" w:rsidRPr="00605F8E" w:rsidRDefault="003458B3" w:rsidP="00246A1A">
      <w:pPr>
        <w:pStyle w:val="Subline"/>
        <w:spacing w:after="0" w:line="280" w:lineRule="exact"/>
        <w:ind w:right="-210"/>
        <w:jc w:val="left"/>
        <w:rPr>
          <w:rFonts w:ascii="Century Gothic" w:hAnsi="Century Gothic"/>
          <w:sz w:val="24"/>
          <w:szCs w:val="24"/>
          <w:lang w:val="de-DE"/>
        </w:rPr>
      </w:pPr>
    </w:p>
    <w:p w14:paraId="1700A5F0" w14:textId="77777777" w:rsidR="00CD17E4" w:rsidRDefault="00510AE2" w:rsidP="00CD17E4">
      <w:pPr>
        <w:pStyle w:val="UponorCopytext"/>
        <w:rPr>
          <w:rFonts w:ascii="Century Gothic" w:hAnsi="Century Gothic"/>
          <w:lang w:val="de-DE"/>
        </w:rPr>
      </w:pPr>
      <w:r w:rsidRPr="00CD17E4">
        <w:rPr>
          <w:rFonts w:ascii="Century Gothic" w:hAnsi="Century Gothic"/>
          <w:lang w:val="de-DE"/>
        </w:rPr>
        <w:t xml:space="preserve">Uponor Building Solutions </w:t>
      </w:r>
      <w:r w:rsidR="00106D9D">
        <w:rPr>
          <w:rFonts w:ascii="Century Gothic" w:hAnsi="Century Gothic"/>
          <w:lang w:val="de-DE"/>
        </w:rPr>
        <w:t xml:space="preserve">- </w:t>
      </w:r>
      <w:r w:rsidRPr="00CD17E4">
        <w:rPr>
          <w:rFonts w:ascii="Century Gothic" w:hAnsi="Century Gothic"/>
          <w:lang w:val="de-DE"/>
        </w:rPr>
        <w:t xml:space="preserve">Europe </w:t>
      </w:r>
      <w:r>
        <w:rPr>
          <w:rFonts w:ascii="Century Gothic" w:hAnsi="Century Gothic"/>
          <w:lang w:val="de-DE"/>
        </w:rPr>
        <w:t>setzt m</w:t>
      </w:r>
      <w:r w:rsidR="00CD17E4" w:rsidRPr="00CD17E4">
        <w:rPr>
          <w:rFonts w:ascii="Century Gothic" w:hAnsi="Century Gothic"/>
          <w:lang w:val="de-DE"/>
        </w:rPr>
        <w:t xml:space="preserve">it der </w:t>
      </w:r>
      <w:r w:rsidR="000173EE">
        <w:rPr>
          <w:rFonts w:ascii="Century Gothic" w:hAnsi="Century Gothic"/>
          <w:lang w:val="de-DE"/>
        </w:rPr>
        <w:t>Akquisition</w:t>
      </w:r>
      <w:r w:rsidR="00CD17E4" w:rsidRPr="00CD17E4">
        <w:rPr>
          <w:rFonts w:ascii="Century Gothic" w:hAnsi="Century Gothic"/>
          <w:lang w:val="de-DE"/>
        </w:rPr>
        <w:t xml:space="preserve"> von Capricorn einen weiteren Schritt seiner Wachstumsstrategie um und baut </w:t>
      </w:r>
      <w:r w:rsidR="00CD17E4">
        <w:rPr>
          <w:rFonts w:ascii="Century Gothic" w:hAnsi="Century Gothic"/>
          <w:lang w:val="de-DE"/>
        </w:rPr>
        <w:t>die</w:t>
      </w:r>
      <w:r w:rsidR="00CD17E4" w:rsidRPr="00CD17E4">
        <w:rPr>
          <w:rFonts w:ascii="Century Gothic" w:hAnsi="Century Gothic"/>
          <w:lang w:val="de-DE"/>
        </w:rPr>
        <w:t xml:space="preserve"> Präsenz in Osteuropa systematisch aus. </w:t>
      </w:r>
      <w:r w:rsidR="00CD17E4">
        <w:rPr>
          <w:rFonts w:ascii="Century Gothic" w:hAnsi="Century Gothic"/>
          <w:lang w:val="de-DE"/>
        </w:rPr>
        <w:t>„</w:t>
      </w:r>
      <w:r w:rsidR="00CD17E4" w:rsidRPr="00CD17E4">
        <w:rPr>
          <w:rFonts w:ascii="Century Gothic" w:hAnsi="Century Gothic"/>
          <w:lang w:val="de-DE"/>
        </w:rPr>
        <w:t xml:space="preserve">Der osteuropäische Markt war für Uponor schon immer von großer Bedeutung", sagt </w:t>
      </w:r>
      <w:r w:rsidR="00296824">
        <w:rPr>
          <w:rFonts w:ascii="Century Gothic" w:hAnsi="Century Gothic"/>
          <w:lang w:val="de-DE"/>
        </w:rPr>
        <w:t>Michael Rauterkus,</w:t>
      </w:r>
      <w:r w:rsidR="00CD17E4" w:rsidRPr="00CD17E4">
        <w:rPr>
          <w:rFonts w:ascii="Century Gothic" w:hAnsi="Century Gothic"/>
          <w:lang w:val="de-DE"/>
        </w:rPr>
        <w:t xml:space="preserve"> Pr</w:t>
      </w:r>
      <w:r w:rsidR="00185E3E">
        <w:rPr>
          <w:rFonts w:ascii="Century Gothic" w:hAnsi="Century Gothic"/>
          <w:lang w:val="de-DE"/>
        </w:rPr>
        <w:t>e</w:t>
      </w:r>
      <w:r w:rsidR="00CD17E4" w:rsidRPr="00CD17E4">
        <w:rPr>
          <w:rFonts w:ascii="Century Gothic" w:hAnsi="Century Gothic"/>
          <w:lang w:val="de-DE"/>
        </w:rPr>
        <w:t xml:space="preserve">sident und CEO der Uponor Corporation. </w:t>
      </w:r>
      <w:r w:rsidR="00CD17E4">
        <w:rPr>
          <w:rFonts w:ascii="Century Gothic" w:hAnsi="Century Gothic"/>
          <w:lang w:val="de-DE"/>
        </w:rPr>
        <w:t>„</w:t>
      </w:r>
      <w:r w:rsidR="00CD17E4" w:rsidRPr="00CD17E4">
        <w:rPr>
          <w:rFonts w:ascii="Century Gothic" w:hAnsi="Century Gothic"/>
          <w:lang w:val="de-DE"/>
        </w:rPr>
        <w:t xml:space="preserve">Die Übernahme </w:t>
      </w:r>
      <w:r w:rsidR="005E791A">
        <w:rPr>
          <w:rFonts w:ascii="Century Gothic" w:hAnsi="Century Gothic"/>
          <w:lang w:val="de-DE"/>
        </w:rPr>
        <w:t xml:space="preserve">trägt wesentlich dazu bei, unsere </w:t>
      </w:r>
      <w:r w:rsidR="00CD17E4" w:rsidRPr="00CD17E4">
        <w:rPr>
          <w:rFonts w:ascii="Century Gothic" w:hAnsi="Century Gothic"/>
          <w:lang w:val="de-DE"/>
        </w:rPr>
        <w:t>Position in der Region</w:t>
      </w:r>
      <w:r w:rsidR="005E791A">
        <w:rPr>
          <w:rFonts w:ascii="Century Gothic" w:hAnsi="Century Gothic"/>
          <w:lang w:val="de-DE"/>
        </w:rPr>
        <w:t xml:space="preserve"> </w:t>
      </w:r>
      <w:r w:rsidR="00ED124A">
        <w:rPr>
          <w:rFonts w:ascii="Century Gothic" w:hAnsi="Century Gothic"/>
          <w:lang w:val="de-DE"/>
        </w:rPr>
        <w:t xml:space="preserve">weiter </w:t>
      </w:r>
      <w:r w:rsidR="005E791A">
        <w:rPr>
          <w:rFonts w:ascii="Century Gothic" w:hAnsi="Century Gothic"/>
          <w:lang w:val="de-DE"/>
        </w:rPr>
        <w:t>zu stärken</w:t>
      </w:r>
      <w:r w:rsidR="00CD17E4" w:rsidRPr="00CD17E4">
        <w:rPr>
          <w:rFonts w:ascii="Century Gothic" w:hAnsi="Century Gothic"/>
          <w:lang w:val="de-DE"/>
        </w:rPr>
        <w:t>."</w:t>
      </w:r>
    </w:p>
    <w:p w14:paraId="0EEAB298" w14:textId="77777777" w:rsidR="00CD17E4" w:rsidRDefault="00CD17E4" w:rsidP="00CD17E4">
      <w:pPr>
        <w:pStyle w:val="UponorCopytext"/>
        <w:rPr>
          <w:rFonts w:ascii="Century Gothic" w:hAnsi="Century Gothic"/>
          <w:lang w:val="de-DE"/>
        </w:rPr>
      </w:pPr>
    </w:p>
    <w:p w14:paraId="5CD232DB" w14:textId="77777777" w:rsidR="00CD17E4" w:rsidRPr="00CD17E4" w:rsidRDefault="00185E3E" w:rsidP="00CD17E4">
      <w:pPr>
        <w:pStyle w:val="UponorCopytext"/>
        <w:rPr>
          <w:rFonts w:ascii="Century Gothic" w:hAnsi="Century Gothic"/>
          <w:lang w:val="de-DE"/>
        </w:rPr>
      </w:pPr>
      <w:r>
        <w:rPr>
          <w:rFonts w:ascii="Century Gothic" w:hAnsi="Century Gothic"/>
          <w:lang w:val="de-DE"/>
        </w:rPr>
        <w:t>„</w:t>
      </w:r>
      <w:r w:rsidR="00CD17E4" w:rsidRPr="00CD17E4">
        <w:rPr>
          <w:rFonts w:ascii="Century Gothic" w:hAnsi="Century Gothic"/>
          <w:lang w:val="de-DE"/>
        </w:rPr>
        <w:t xml:space="preserve">Das Portfolio von Capricorn ergänzt unsere Produktpalette im Bereich </w:t>
      </w:r>
      <w:r w:rsidR="00ED124A">
        <w:rPr>
          <w:rFonts w:ascii="Century Gothic" w:hAnsi="Century Gothic"/>
          <w:lang w:val="de-DE"/>
        </w:rPr>
        <w:t>Flächen</w:t>
      </w:r>
      <w:r w:rsidR="00CD17E4" w:rsidRPr="00CD17E4">
        <w:rPr>
          <w:rFonts w:ascii="Century Gothic" w:hAnsi="Century Gothic"/>
          <w:lang w:val="de-DE"/>
        </w:rPr>
        <w:t xml:space="preserve">heizung und -kühlung perfekt. Darüber hinaus erweitern wir unser europäisches </w:t>
      </w:r>
      <w:r w:rsidR="006B19B0">
        <w:rPr>
          <w:rFonts w:ascii="Century Gothic" w:hAnsi="Century Gothic"/>
          <w:lang w:val="de-DE"/>
        </w:rPr>
        <w:t>Produktionsnetzwerk</w:t>
      </w:r>
      <w:r w:rsidR="00CD17E4" w:rsidRPr="00CD17E4">
        <w:rPr>
          <w:rFonts w:ascii="Century Gothic" w:hAnsi="Century Gothic"/>
          <w:lang w:val="de-DE"/>
        </w:rPr>
        <w:t>, um der wachsenden Nachfrage nach vorgeferti</w:t>
      </w:r>
      <w:r w:rsidR="00E84076">
        <w:rPr>
          <w:rFonts w:ascii="Century Gothic" w:hAnsi="Century Gothic"/>
          <w:lang w:val="de-DE"/>
        </w:rPr>
        <w:t>gten Lösungen gerecht zu werden. Wir freuen uns sehr darauf, Capricorn in der Uponor Gruppe willkommen zu heißen“</w:t>
      </w:r>
      <w:r w:rsidR="00CD17E4" w:rsidRPr="00CD17E4">
        <w:rPr>
          <w:rFonts w:ascii="Century Gothic" w:hAnsi="Century Gothic"/>
          <w:lang w:val="de-DE"/>
        </w:rPr>
        <w:t>, erklärt Dr. Karsten Hoppe, Pr</w:t>
      </w:r>
      <w:r>
        <w:rPr>
          <w:rFonts w:ascii="Century Gothic" w:hAnsi="Century Gothic"/>
          <w:lang w:val="de-DE"/>
        </w:rPr>
        <w:t>e</w:t>
      </w:r>
      <w:r w:rsidR="00CD17E4" w:rsidRPr="00CD17E4">
        <w:rPr>
          <w:rFonts w:ascii="Century Gothic" w:hAnsi="Century Gothic"/>
          <w:lang w:val="de-DE"/>
        </w:rPr>
        <w:t xml:space="preserve">sident Building Solutions </w:t>
      </w:r>
      <w:r w:rsidR="00106D9D">
        <w:rPr>
          <w:rFonts w:ascii="Century Gothic" w:hAnsi="Century Gothic"/>
          <w:lang w:val="de-DE"/>
        </w:rPr>
        <w:t xml:space="preserve">- </w:t>
      </w:r>
      <w:r w:rsidR="00CD17E4" w:rsidRPr="00CD17E4">
        <w:rPr>
          <w:rFonts w:ascii="Century Gothic" w:hAnsi="Century Gothic"/>
          <w:lang w:val="de-DE"/>
        </w:rPr>
        <w:t>Europe</w:t>
      </w:r>
      <w:r w:rsidR="00106D9D">
        <w:rPr>
          <w:rFonts w:ascii="Century Gothic" w:hAnsi="Century Gothic"/>
          <w:lang w:val="de-DE"/>
        </w:rPr>
        <w:t>.</w:t>
      </w:r>
    </w:p>
    <w:p w14:paraId="06F5D9E6" w14:textId="77777777" w:rsidR="009B1F54" w:rsidRDefault="009B1F54" w:rsidP="004B502B">
      <w:pPr>
        <w:pStyle w:val="UponorCopytext"/>
        <w:rPr>
          <w:rFonts w:ascii="Century Gothic" w:hAnsi="Century Gothic"/>
          <w:lang w:val="de-DE"/>
        </w:rPr>
      </w:pPr>
    </w:p>
    <w:p w14:paraId="20B4F3F8" w14:textId="77777777" w:rsidR="00A51ED2" w:rsidRDefault="00E84076" w:rsidP="004B502B">
      <w:pPr>
        <w:pStyle w:val="UponorCopytext"/>
        <w:rPr>
          <w:rFonts w:ascii="Century Gothic" w:hAnsi="Century Gothic"/>
          <w:lang w:val="de-DE"/>
        </w:rPr>
      </w:pPr>
      <w:r>
        <w:rPr>
          <w:rFonts w:ascii="Century Gothic" w:hAnsi="Century Gothic"/>
          <w:lang w:val="de-DE"/>
        </w:rPr>
        <w:t>D</w:t>
      </w:r>
      <w:r w:rsidR="0085627F">
        <w:rPr>
          <w:rFonts w:ascii="Century Gothic" w:hAnsi="Century Gothic"/>
          <w:lang w:val="de-DE"/>
        </w:rPr>
        <w:t>er Standort</w:t>
      </w:r>
      <w:r>
        <w:rPr>
          <w:rFonts w:ascii="Century Gothic" w:hAnsi="Century Gothic"/>
          <w:lang w:val="de-DE"/>
        </w:rPr>
        <w:t xml:space="preserve"> in</w:t>
      </w:r>
      <w:r w:rsidR="0085627F">
        <w:rPr>
          <w:rFonts w:ascii="Century Gothic" w:hAnsi="Century Gothic"/>
          <w:lang w:val="de-DE"/>
        </w:rPr>
        <w:t xml:space="preserve"> </w:t>
      </w:r>
      <w:r w:rsidRPr="00605F8E">
        <w:rPr>
          <w:rFonts w:ascii="Century Gothic" w:hAnsi="Century Gothic"/>
          <w:lang w:val="de-DE"/>
        </w:rPr>
        <w:t>Świebodzice</w:t>
      </w:r>
      <w:r>
        <w:rPr>
          <w:rFonts w:ascii="Century Gothic" w:hAnsi="Century Gothic"/>
          <w:lang w:val="de-DE"/>
        </w:rPr>
        <w:t xml:space="preserve"> soll</w:t>
      </w:r>
      <w:r w:rsidR="0085627F">
        <w:rPr>
          <w:rFonts w:ascii="Century Gothic" w:hAnsi="Century Gothic"/>
          <w:lang w:val="de-DE"/>
        </w:rPr>
        <w:t xml:space="preserve"> mit dem beste</w:t>
      </w:r>
      <w:r w:rsidR="00B54F19">
        <w:rPr>
          <w:rFonts w:ascii="Century Gothic" w:hAnsi="Century Gothic"/>
          <w:lang w:val="de-DE"/>
        </w:rPr>
        <w:softHyphen/>
      </w:r>
      <w:r w:rsidR="0085627F">
        <w:rPr>
          <w:rFonts w:ascii="Century Gothic" w:hAnsi="Century Gothic"/>
          <w:lang w:val="de-DE"/>
        </w:rPr>
        <w:t>hen</w:t>
      </w:r>
      <w:r w:rsidR="00B54F19">
        <w:rPr>
          <w:rFonts w:ascii="Century Gothic" w:hAnsi="Century Gothic"/>
          <w:lang w:val="de-DE"/>
        </w:rPr>
        <w:softHyphen/>
      </w:r>
      <w:r>
        <w:rPr>
          <w:rFonts w:ascii="Century Gothic" w:hAnsi="Century Gothic"/>
          <w:lang w:val="de-DE"/>
        </w:rPr>
        <w:t>den Mitarbeiterstamm weitergeführt werden.</w:t>
      </w:r>
    </w:p>
    <w:p w14:paraId="59003966" w14:textId="77777777" w:rsidR="008F65F2" w:rsidRPr="00605F8E" w:rsidRDefault="00630FEE" w:rsidP="00855200">
      <w:pPr>
        <w:spacing w:line="240" w:lineRule="auto"/>
        <w:rPr>
          <w:lang w:val="de-DE"/>
        </w:rPr>
      </w:pPr>
      <w:r w:rsidRPr="00605F8E">
        <w:rPr>
          <w:lang w:val="de-DE"/>
        </w:rPr>
        <w:br w:type="page"/>
      </w:r>
      <w:r w:rsidR="00855200" w:rsidRPr="00605F8E">
        <w:rPr>
          <w:rFonts w:ascii="Century Gothic" w:hAnsi="Century Gothic"/>
          <w:b/>
          <w:bCs/>
          <w:lang w:val="de-DE"/>
        </w:rPr>
        <w:lastRenderedPageBreak/>
        <w:t>Bildmaterial</w:t>
      </w:r>
    </w:p>
    <w:p w14:paraId="78A6E2C1" w14:textId="72F15250" w:rsidR="00855200" w:rsidRDefault="00855200" w:rsidP="00C63D74">
      <w:pPr>
        <w:spacing w:line="260" w:lineRule="atLeast"/>
        <w:rPr>
          <w:rFonts w:ascii="Century Gothic" w:hAnsi="Century Gothic"/>
          <w:b/>
          <w:bCs/>
          <w:sz w:val="20"/>
          <w:szCs w:val="20"/>
          <w:lang w:val="de-DE"/>
        </w:rPr>
      </w:pPr>
      <w:r w:rsidRPr="00605F8E">
        <w:rPr>
          <w:rFonts w:ascii="Century Gothic" w:hAnsi="Century Gothic"/>
          <w:b/>
          <w:bCs/>
          <w:sz w:val="20"/>
          <w:szCs w:val="20"/>
          <w:lang w:val="de-DE"/>
        </w:rPr>
        <w:t>Abdruck frei // Belegexemplar oder Link erbeten</w:t>
      </w:r>
    </w:p>
    <w:p w14:paraId="2EEFB4E9" w14:textId="77777777" w:rsidR="00513913" w:rsidRPr="00605F8E" w:rsidRDefault="00513913" w:rsidP="00C63D74">
      <w:pPr>
        <w:spacing w:line="260" w:lineRule="atLeast"/>
        <w:rPr>
          <w:b/>
          <w:bCs/>
          <w:sz w:val="20"/>
          <w:szCs w:val="20"/>
          <w:lang w:val="de-DE"/>
        </w:rPr>
      </w:pPr>
    </w:p>
    <w:tbl>
      <w:tblPr>
        <w:tblStyle w:val="Tabellenraster"/>
        <w:tblW w:w="71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9"/>
        <w:gridCol w:w="3192"/>
      </w:tblGrid>
      <w:tr w:rsidR="00845BAC" w:rsidRPr="00612D4D" w14:paraId="66E2DB5F" w14:textId="77777777" w:rsidTr="00612D4D">
        <w:trPr>
          <w:trHeight w:val="4712"/>
        </w:trPr>
        <w:tc>
          <w:tcPr>
            <w:tcW w:w="3969" w:type="dxa"/>
            <w:vAlign w:val="center"/>
          </w:tcPr>
          <w:p w14:paraId="35560B1D" w14:textId="77777777" w:rsidR="00845BAC" w:rsidRPr="00605F8E" w:rsidRDefault="00845BAC" w:rsidP="00845BAC">
            <w:pPr>
              <w:spacing w:line="260" w:lineRule="atLeast"/>
              <w:rPr>
                <w:rFonts w:ascii="Century Gothic" w:hAnsi="Century Gothic"/>
                <w:sz w:val="18"/>
                <w:szCs w:val="18"/>
                <w:lang w:val="de-DE"/>
              </w:rPr>
            </w:pPr>
          </w:p>
          <w:p w14:paraId="40F51AE5" w14:textId="551E5016" w:rsidR="00845BAC" w:rsidRPr="00605F8E" w:rsidRDefault="006D7FB8" w:rsidP="00845BAC">
            <w:pPr>
              <w:spacing w:line="260" w:lineRule="atLeast"/>
              <w:rPr>
                <w:rFonts w:ascii="Century Gothic" w:hAnsi="Century Gothic"/>
                <w:sz w:val="18"/>
                <w:szCs w:val="18"/>
                <w:lang w:val="de-DE"/>
              </w:rPr>
            </w:pPr>
            <w:r>
              <w:rPr>
                <w:rFonts w:ascii="Century Gothic" w:hAnsi="Century Gothic"/>
                <w:noProof/>
                <w:sz w:val="18"/>
                <w:szCs w:val="18"/>
                <w:lang w:val="de-DE"/>
              </w:rPr>
              <w:drawing>
                <wp:inline distT="0" distB="0" distL="0" distR="0" wp14:anchorId="188202C6" wp14:editId="4EB114C2">
                  <wp:extent cx="2366010" cy="1574800"/>
                  <wp:effectExtent l="0" t="0" r="0" b="635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a:ext>
                            </a:extLst>
                          </a:blip>
                          <a:srcRect/>
                          <a:stretch>
                            <a:fillRect/>
                          </a:stretch>
                        </pic:blipFill>
                        <pic:spPr bwMode="auto">
                          <a:xfrm>
                            <a:off x="0" y="0"/>
                            <a:ext cx="2366010" cy="1574800"/>
                          </a:xfrm>
                          <a:prstGeom prst="rect">
                            <a:avLst/>
                          </a:prstGeom>
                          <a:noFill/>
                          <a:ln>
                            <a:noFill/>
                          </a:ln>
                        </pic:spPr>
                      </pic:pic>
                    </a:graphicData>
                  </a:graphic>
                </wp:inline>
              </w:drawing>
            </w:r>
          </w:p>
          <w:p w14:paraId="1615A859" w14:textId="77777777" w:rsidR="00845BAC" w:rsidRPr="00605F8E" w:rsidRDefault="00845BAC" w:rsidP="00845BAC">
            <w:pPr>
              <w:spacing w:line="260" w:lineRule="atLeast"/>
              <w:rPr>
                <w:rFonts w:ascii="Century Gothic" w:hAnsi="Century Gothic"/>
                <w:sz w:val="18"/>
                <w:szCs w:val="18"/>
                <w:lang w:val="de-DE"/>
              </w:rPr>
            </w:pPr>
          </w:p>
        </w:tc>
        <w:tc>
          <w:tcPr>
            <w:tcW w:w="3192" w:type="dxa"/>
            <w:vAlign w:val="center"/>
          </w:tcPr>
          <w:p w14:paraId="24F2028B" w14:textId="05CFA161" w:rsidR="006D7FB8" w:rsidRPr="00612D4D" w:rsidRDefault="006D7FB8" w:rsidP="00246A1A">
            <w:pPr>
              <w:pStyle w:val="UponorCaption"/>
              <w:rPr>
                <w:rFonts w:ascii="Century Gothic" w:hAnsi="Century Gothic"/>
                <w:b/>
                <w:lang w:val="de-DE"/>
              </w:rPr>
            </w:pPr>
            <w:r w:rsidRPr="00612D4D">
              <w:rPr>
                <w:rFonts w:ascii="Century Gothic" w:hAnsi="Century Gothic"/>
                <w:b/>
                <w:lang w:val="de-DE"/>
              </w:rPr>
              <w:t>Uponor_Akquisition-Capricorn</w:t>
            </w:r>
            <w:r w:rsidR="00246A1A" w:rsidRPr="00612D4D">
              <w:rPr>
                <w:rFonts w:ascii="Century Gothic" w:hAnsi="Century Gothic"/>
                <w:b/>
                <w:lang w:val="de-DE"/>
              </w:rPr>
              <w:t>.jpg</w:t>
            </w:r>
          </w:p>
          <w:p w14:paraId="57BAB3E9" w14:textId="2AF381DD" w:rsidR="00D12908" w:rsidRPr="00EB1787" w:rsidRDefault="006D7FB8" w:rsidP="00D12908">
            <w:pPr>
              <w:pStyle w:val="UponorCaption"/>
              <w:rPr>
                <w:rFonts w:ascii="Century Gothic" w:hAnsi="Century Gothic"/>
                <w:lang w:val="de-DE"/>
              </w:rPr>
            </w:pPr>
            <w:r w:rsidRPr="00EB1787">
              <w:rPr>
                <w:rFonts w:ascii="Century Gothic" w:hAnsi="Century Gothic"/>
                <w:bCs/>
                <w:lang w:val="de-DE"/>
              </w:rPr>
              <w:t xml:space="preserve">Blicken gemeinsam in eine erfolgreiche Zukunft (von links nach rechts): </w:t>
            </w:r>
            <w:r w:rsidR="00D12908" w:rsidRPr="00EB1787">
              <w:rPr>
                <w:rFonts w:ascii="Century Gothic" w:hAnsi="Century Gothic"/>
                <w:lang w:val="de-DE"/>
              </w:rPr>
              <w:t xml:space="preserve">Jacek A. Dobrowolski, Vice President Building Solutions - Europe Sales </w:t>
            </w:r>
            <w:r w:rsidR="00C462F7">
              <w:rPr>
                <w:rFonts w:ascii="Century Gothic" w:hAnsi="Century Gothic"/>
                <w:lang w:val="de-DE"/>
              </w:rPr>
              <w:t>und</w:t>
            </w:r>
            <w:r w:rsidR="00D12908" w:rsidRPr="00EB1787">
              <w:rPr>
                <w:rFonts w:ascii="Century Gothic" w:hAnsi="Century Gothic"/>
                <w:lang w:val="de-DE"/>
              </w:rPr>
              <w:t xml:space="preserve"> Marketing </w:t>
            </w:r>
            <w:r w:rsidR="00B07D4D" w:rsidRPr="00EB1787">
              <w:rPr>
                <w:rFonts w:ascii="Century Gothic" w:hAnsi="Century Gothic"/>
                <w:lang w:val="de-DE"/>
              </w:rPr>
              <w:t xml:space="preserve">für Osteuropa bei </w:t>
            </w:r>
            <w:r w:rsidR="00D12908" w:rsidRPr="00EB1787">
              <w:rPr>
                <w:rFonts w:ascii="Century Gothic" w:hAnsi="Century Gothic"/>
                <w:lang w:val="de-DE"/>
              </w:rPr>
              <w:t xml:space="preserve">Uponor, Dariusz Rutowicz, CEO </w:t>
            </w:r>
            <w:r w:rsidR="00C462F7">
              <w:rPr>
                <w:rFonts w:ascii="Century Gothic" w:hAnsi="Century Gothic"/>
                <w:lang w:val="de-DE"/>
              </w:rPr>
              <w:t xml:space="preserve">von </w:t>
            </w:r>
            <w:r w:rsidR="00D12908" w:rsidRPr="00EB1787">
              <w:rPr>
                <w:rFonts w:ascii="Century Gothic" w:hAnsi="Century Gothic"/>
                <w:lang w:val="de-DE"/>
              </w:rPr>
              <w:t xml:space="preserve">Capricorn, Monika Piekarz, </w:t>
            </w:r>
            <w:r w:rsidR="00A23282">
              <w:rPr>
                <w:rFonts w:ascii="Century Gothic" w:hAnsi="Century Gothic"/>
                <w:lang w:val="de-DE"/>
              </w:rPr>
              <w:t xml:space="preserve">Direktorin für Produktion und </w:t>
            </w:r>
            <w:r w:rsidR="00EB1787" w:rsidRPr="00EB1787">
              <w:rPr>
                <w:rFonts w:ascii="Century Gothic" w:hAnsi="Century Gothic"/>
                <w:lang w:val="de-DE"/>
              </w:rPr>
              <w:t>Mi</w:t>
            </w:r>
            <w:r w:rsidR="00EB1787">
              <w:rPr>
                <w:rFonts w:ascii="Century Gothic" w:hAnsi="Century Gothic"/>
                <w:lang w:val="de-DE"/>
              </w:rPr>
              <w:t xml:space="preserve">tglied der Geschäftsleitung </w:t>
            </w:r>
            <w:r w:rsidR="00AB289F">
              <w:rPr>
                <w:rFonts w:ascii="Century Gothic" w:hAnsi="Century Gothic"/>
                <w:lang w:val="de-DE"/>
              </w:rPr>
              <w:t>bei</w:t>
            </w:r>
            <w:r w:rsidR="00EB1787">
              <w:rPr>
                <w:rFonts w:ascii="Century Gothic" w:hAnsi="Century Gothic"/>
                <w:lang w:val="de-DE"/>
              </w:rPr>
              <w:t xml:space="preserve"> </w:t>
            </w:r>
            <w:r w:rsidR="00D12908" w:rsidRPr="00EB1787">
              <w:rPr>
                <w:rFonts w:ascii="Century Gothic" w:hAnsi="Century Gothic"/>
                <w:lang w:val="de-DE"/>
              </w:rPr>
              <w:t>Capricorn</w:t>
            </w:r>
            <w:r w:rsidR="00EB1787">
              <w:rPr>
                <w:rFonts w:ascii="Century Gothic" w:hAnsi="Century Gothic"/>
                <w:lang w:val="de-DE"/>
              </w:rPr>
              <w:t xml:space="preserve">, </w:t>
            </w:r>
            <w:r w:rsidR="00D12908" w:rsidRPr="00EB1787">
              <w:rPr>
                <w:rFonts w:ascii="Century Gothic" w:hAnsi="Century Gothic"/>
                <w:lang w:val="de-DE"/>
              </w:rPr>
              <w:t>Karsten Hoppe, Pr</w:t>
            </w:r>
            <w:r w:rsidR="00CD3E13">
              <w:rPr>
                <w:rFonts w:ascii="Century Gothic" w:hAnsi="Century Gothic"/>
                <w:lang w:val="de-DE"/>
              </w:rPr>
              <w:t>esident,</w:t>
            </w:r>
            <w:r w:rsidR="00D12908" w:rsidRPr="00EB1787">
              <w:rPr>
                <w:rFonts w:ascii="Century Gothic" w:hAnsi="Century Gothic"/>
                <w:lang w:val="de-DE"/>
              </w:rPr>
              <w:t xml:space="preserve"> Building Solutions - Europe </w:t>
            </w:r>
            <w:r w:rsidR="00CD3E13">
              <w:rPr>
                <w:rFonts w:ascii="Century Gothic" w:hAnsi="Century Gothic"/>
                <w:lang w:val="de-DE"/>
              </w:rPr>
              <w:t xml:space="preserve">bei </w:t>
            </w:r>
            <w:r w:rsidR="00D12908" w:rsidRPr="00EB1787">
              <w:rPr>
                <w:rFonts w:ascii="Century Gothic" w:hAnsi="Century Gothic"/>
                <w:lang w:val="de-DE"/>
              </w:rPr>
              <w:t xml:space="preserve">Uponor </w:t>
            </w:r>
            <w:r w:rsidR="00CD3E13">
              <w:rPr>
                <w:rFonts w:ascii="Century Gothic" w:hAnsi="Century Gothic"/>
                <w:lang w:val="de-DE"/>
              </w:rPr>
              <w:t>und</w:t>
            </w:r>
            <w:r w:rsidR="00D12908" w:rsidRPr="00EB1787">
              <w:rPr>
                <w:rFonts w:ascii="Century Gothic" w:hAnsi="Century Gothic"/>
                <w:lang w:val="de-DE"/>
              </w:rPr>
              <w:t xml:space="preserve"> Piotr Marcinkowski, </w:t>
            </w:r>
            <w:r w:rsidR="00AB289F">
              <w:rPr>
                <w:rFonts w:ascii="Century Gothic" w:hAnsi="Century Gothic"/>
                <w:lang w:val="de-DE"/>
              </w:rPr>
              <w:t xml:space="preserve">Direktor für Sales und Marketing sowie </w:t>
            </w:r>
            <w:r w:rsidR="00CD3E13">
              <w:rPr>
                <w:rFonts w:ascii="Century Gothic" w:hAnsi="Century Gothic"/>
                <w:lang w:val="de-DE"/>
              </w:rPr>
              <w:t xml:space="preserve">Mitglied der Geschäftsleitung </w:t>
            </w:r>
            <w:r w:rsidR="00AB289F">
              <w:rPr>
                <w:rFonts w:ascii="Century Gothic" w:hAnsi="Century Gothic"/>
                <w:lang w:val="de-DE"/>
              </w:rPr>
              <w:t>bei</w:t>
            </w:r>
            <w:r w:rsidR="00CD3E13">
              <w:rPr>
                <w:rFonts w:ascii="Century Gothic" w:hAnsi="Century Gothic"/>
                <w:lang w:val="de-DE"/>
              </w:rPr>
              <w:t xml:space="preserve"> Capricorn </w:t>
            </w:r>
          </w:p>
          <w:p w14:paraId="57E81A0C" w14:textId="275DE22E" w:rsidR="00845BAC" w:rsidRPr="006D7FB8" w:rsidRDefault="001419D5" w:rsidP="00246A1A">
            <w:pPr>
              <w:pStyle w:val="UponorCaption"/>
              <w:rPr>
                <w:rFonts w:ascii="Century Gothic" w:hAnsi="Century Gothic"/>
                <w:lang w:val="de-DE"/>
              </w:rPr>
            </w:pPr>
            <w:r w:rsidRPr="006D7FB8">
              <w:rPr>
                <w:rFonts w:ascii="Century Gothic" w:hAnsi="Century Gothic"/>
                <w:b/>
                <w:lang w:val="de-DE"/>
              </w:rPr>
              <w:t>Quelle</w:t>
            </w:r>
            <w:r w:rsidR="00845BAC" w:rsidRPr="006D7FB8">
              <w:rPr>
                <w:rFonts w:ascii="Century Gothic" w:hAnsi="Century Gothic"/>
                <w:b/>
                <w:lang w:val="de-DE"/>
              </w:rPr>
              <w:t>: Uponor</w:t>
            </w:r>
          </w:p>
          <w:p w14:paraId="7E3C35A4" w14:textId="77777777" w:rsidR="00845BAC" w:rsidRPr="006D7FB8" w:rsidRDefault="00845BAC" w:rsidP="00845BAC">
            <w:pPr>
              <w:spacing w:line="260" w:lineRule="atLeast"/>
              <w:rPr>
                <w:rFonts w:ascii="Century Gothic" w:hAnsi="Century Gothic"/>
                <w:sz w:val="18"/>
                <w:szCs w:val="18"/>
                <w:lang w:val="de-DE"/>
              </w:rPr>
            </w:pPr>
          </w:p>
        </w:tc>
      </w:tr>
    </w:tbl>
    <w:p w14:paraId="26748C28" w14:textId="78BADEA7" w:rsidR="0055422F" w:rsidRPr="006D7FB8" w:rsidRDefault="0055422F" w:rsidP="0048292F">
      <w:pPr>
        <w:spacing w:line="260" w:lineRule="atLeast"/>
        <w:rPr>
          <w:rFonts w:ascii="Century Gothic" w:hAnsi="Century Gothic"/>
          <w:b/>
          <w:lang w:val="de-DE"/>
        </w:rPr>
      </w:pPr>
    </w:p>
    <w:p w14:paraId="60319F3D" w14:textId="234D0F1D" w:rsidR="0055422F" w:rsidRDefault="004D0B5B" w:rsidP="004D0B5B">
      <w:pPr>
        <w:pStyle w:val="UponorHeadSocialMedia"/>
        <w:rPr>
          <w:rFonts w:ascii="Century Gothic" w:hAnsi="Century Gothic"/>
          <w:lang w:val="de-DE"/>
        </w:rPr>
      </w:pPr>
      <w:r w:rsidRPr="00605F8E">
        <w:rPr>
          <w:rFonts w:ascii="Century Gothic" w:hAnsi="Century Gothic"/>
          <w:lang w:val="de-DE"/>
        </w:rPr>
        <w:t>Folgende Informationen können Ihnen helfen, diese Pressemitteilung in Ihren Online- und Social</w:t>
      </w:r>
      <w:r w:rsidR="00855200" w:rsidRPr="00605F8E">
        <w:rPr>
          <w:rFonts w:ascii="Century Gothic" w:hAnsi="Century Gothic"/>
          <w:lang w:val="de-DE"/>
        </w:rPr>
        <w:t>-</w:t>
      </w:r>
      <w:r w:rsidRPr="00605F8E">
        <w:rPr>
          <w:rFonts w:ascii="Century Gothic" w:hAnsi="Century Gothic"/>
          <w:lang w:val="de-DE"/>
        </w:rPr>
        <w:t>Media-Kanälen zu veröffentlichen.</w:t>
      </w:r>
    </w:p>
    <w:p w14:paraId="5E4982E8" w14:textId="77777777" w:rsidR="00723FBB" w:rsidRPr="00605F8E" w:rsidRDefault="00723FBB" w:rsidP="004D0B5B">
      <w:pPr>
        <w:pStyle w:val="UponorHeadSocialMedia"/>
        <w:rPr>
          <w:rFonts w:ascii="Century Gothic" w:hAnsi="Century Gothic"/>
          <w:b w:val="0"/>
          <w:lang w:val="de-DE"/>
        </w:rPr>
      </w:pPr>
    </w:p>
    <w:p w14:paraId="6AB6D6A7" w14:textId="77777777" w:rsidR="00503668" w:rsidRPr="00605F8E" w:rsidRDefault="00503668" w:rsidP="0048292F">
      <w:pPr>
        <w:spacing w:line="260" w:lineRule="atLeast"/>
        <w:rPr>
          <w:rFonts w:ascii="Century Gothic" w:hAnsi="Century Gothic"/>
          <w:b/>
          <w:lang w:val="de-DE"/>
        </w:rPr>
      </w:pPr>
    </w:p>
    <w:p w14:paraId="0355A94D" w14:textId="77777777" w:rsidR="00503668" w:rsidRPr="00E54891" w:rsidRDefault="0055422F" w:rsidP="00467E8D">
      <w:pPr>
        <w:pStyle w:val="UponorHeadSocialMedia"/>
        <w:rPr>
          <w:rFonts w:ascii="Century Gothic" w:hAnsi="Century Gothic"/>
          <w:lang w:val="de-DE"/>
        </w:rPr>
      </w:pPr>
      <w:r w:rsidRPr="00E54891">
        <w:rPr>
          <w:rFonts w:ascii="Century Gothic" w:hAnsi="Century Gothic"/>
          <w:lang w:val="de-DE"/>
        </w:rPr>
        <w:t xml:space="preserve">Meta </w:t>
      </w:r>
      <w:r w:rsidR="00BF350E" w:rsidRPr="00E54891">
        <w:rPr>
          <w:rFonts w:ascii="Century Gothic" w:hAnsi="Century Gothic"/>
          <w:lang w:val="de-DE"/>
        </w:rPr>
        <w:t>D</w:t>
      </w:r>
      <w:r w:rsidR="00503668" w:rsidRPr="00E54891">
        <w:rPr>
          <w:rFonts w:ascii="Century Gothic" w:hAnsi="Century Gothic"/>
          <w:lang w:val="de-DE"/>
        </w:rPr>
        <w:t>escription</w:t>
      </w:r>
    </w:p>
    <w:p w14:paraId="084CA047" w14:textId="40E08849" w:rsidR="008A2E8D" w:rsidRPr="008A2E8D" w:rsidRDefault="008A2E8D" w:rsidP="008A2E8D">
      <w:pPr>
        <w:spacing w:line="260" w:lineRule="atLeast"/>
        <w:rPr>
          <w:rFonts w:ascii="Century Gothic" w:hAnsi="Century Gothic"/>
          <w:lang w:val="de-DE"/>
        </w:rPr>
      </w:pPr>
      <w:r w:rsidRPr="008A2E8D">
        <w:rPr>
          <w:rFonts w:ascii="Century Gothic" w:hAnsi="Century Gothic"/>
          <w:lang w:val="de-DE"/>
        </w:rPr>
        <w:t xml:space="preserve">Uponor baut seine Präsenz in Osteuropa aus </w:t>
      </w:r>
      <w:r w:rsidR="006D7FB8">
        <w:rPr>
          <w:rFonts w:ascii="Century Gothic" w:hAnsi="Century Gothic"/>
          <w:lang w:val="de-DE"/>
        </w:rPr>
        <w:softHyphen/>
        <w:t>–</w:t>
      </w:r>
      <w:r w:rsidR="006D7FB8" w:rsidRPr="008A2E8D">
        <w:rPr>
          <w:rFonts w:ascii="Century Gothic" w:hAnsi="Century Gothic"/>
          <w:lang w:val="de-DE"/>
        </w:rPr>
        <w:t xml:space="preserve"> </w:t>
      </w:r>
      <w:r w:rsidR="006D7FB8">
        <w:rPr>
          <w:rFonts w:ascii="Century Gothic" w:hAnsi="Century Gothic"/>
          <w:lang w:val="de-DE"/>
        </w:rPr>
        <w:t>d</w:t>
      </w:r>
      <w:r w:rsidRPr="008A2E8D">
        <w:rPr>
          <w:rFonts w:ascii="Century Gothic" w:hAnsi="Century Gothic"/>
          <w:lang w:val="de-DE"/>
        </w:rPr>
        <w:t xml:space="preserve">er Experte für sichere Trinkwasserversorgung und energieeffiziente Flächenheiz- und </w:t>
      </w:r>
    </w:p>
    <w:p w14:paraId="7EAD8B32" w14:textId="69C8A6D9" w:rsidR="0055422F" w:rsidRDefault="008A2E8D" w:rsidP="0048292F">
      <w:pPr>
        <w:spacing w:line="260" w:lineRule="atLeast"/>
        <w:rPr>
          <w:rFonts w:ascii="Century Gothic" w:hAnsi="Century Gothic"/>
          <w:lang w:val="de-DE"/>
        </w:rPr>
      </w:pPr>
      <w:r w:rsidRPr="008A2E8D">
        <w:rPr>
          <w:rFonts w:ascii="Century Gothic" w:hAnsi="Century Gothic"/>
          <w:lang w:val="de-DE"/>
        </w:rPr>
        <w:t xml:space="preserve">-kühllösungen </w:t>
      </w:r>
      <w:r>
        <w:rPr>
          <w:rFonts w:ascii="Century Gothic" w:hAnsi="Century Gothic"/>
          <w:lang w:val="de-DE"/>
        </w:rPr>
        <w:t xml:space="preserve">hat </w:t>
      </w:r>
      <w:r w:rsidR="006D7FB8">
        <w:rPr>
          <w:rFonts w:ascii="Century Gothic" w:hAnsi="Century Gothic"/>
          <w:lang w:val="de-DE"/>
        </w:rPr>
        <w:t>das</w:t>
      </w:r>
      <w:r>
        <w:rPr>
          <w:rFonts w:ascii="Century Gothic" w:hAnsi="Century Gothic"/>
          <w:lang w:val="de-DE"/>
        </w:rPr>
        <w:t xml:space="preserve"> polnische Unternehmen Capricorn S.A</w:t>
      </w:r>
      <w:r w:rsidR="00FC5650">
        <w:rPr>
          <w:rFonts w:ascii="Century Gothic" w:hAnsi="Century Gothic"/>
          <w:lang w:val="de-DE"/>
        </w:rPr>
        <w:t>.</w:t>
      </w:r>
      <w:r>
        <w:rPr>
          <w:rFonts w:ascii="Century Gothic" w:hAnsi="Century Gothic"/>
          <w:lang w:val="de-DE"/>
        </w:rPr>
        <w:t xml:space="preserve"> </w:t>
      </w:r>
      <w:r w:rsidR="006D7FB8">
        <w:rPr>
          <w:rFonts w:ascii="Century Gothic" w:hAnsi="Century Gothic"/>
          <w:lang w:val="de-DE"/>
        </w:rPr>
        <w:t>übernommen</w:t>
      </w:r>
      <w:r>
        <w:rPr>
          <w:rFonts w:ascii="Century Gothic" w:hAnsi="Century Gothic"/>
          <w:lang w:val="de-DE"/>
        </w:rPr>
        <w:t>.</w:t>
      </w:r>
    </w:p>
    <w:p w14:paraId="7D931173" w14:textId="77777777" w:rsidR="00723FBB" w:rsidRDefault="00723FBB" w:rsidP="0048292F">
      <w:pPr>
        <w:spacing w:line="260" w:lineRule="atLeast"/>
        <w:rPr>
          <w:rFonts w:ascii="Century Gothic" w:hAnsi="Century Gothic"/>
          <w:lang w:val="de-DE"/>
        </w:rPr>
      </w:pPr>
    </w:p>
    <w:p w14:paraId="62C20156" w14:textId="77777777" w:rsidR="008A2E8D" w:rsidRPr="008A2E8D" w:rsidRDefault="008A2E8D" w:rsidP="0048292F">
      <w:pPr>
        <w:spacing w:line="260" w:lineRule="atLeast"/>
        <w:rPr>
          <w:rFonts w:ascii="Century Gothic" w:hAnsi="Century Gothic"/>
          <w:b/>
          <w:lang w:val="de-DE"/>
        </w:rPr>
      </w:pPr>
    </w:p>
    <w:p w14:paraId="47BA29F7" w14:textId="77777777" w:rsidR="00503668" w:rsidRPr="00E54891" w:rsidRDefault="0055422F" w:rsidP="00467E8D">
      <w:pPr>
        <w:pStyle w:val="UponorHeadSocialMedia"/>
        <w:rPr>
          <w:rFonts w:ascii="Century Gothic" w:hAnsi="Century Gothic"/>
          <w:lang w:val="de-DE"/>
        </w:rPr>
      </w:pPr>
      <w:r w:rsidRPr="00E54891">
        <w:rPr>
          <w:rFonts w:ascii="Century Gothic" w:hAnsi="Century Gothic"/>
          <w:lang w:val="de-DE"/>
        </w:rPr>
        <w:t xml:space="preserve">Social </w:t>
      </w:r>
      <w:r w:rsidR="006A67DF" w:rsidRPr="00E54891">
        <w:rPr>
          <w:rFonts w:ascii="Century Gothic" w:hAnsi="Century Gothic"/>
          <w:lang w:val="de-DE"/>
        </w:rPr>
        <w:t>M</w:t>
      </w:r>
      <w:r w:rsidRPr="00E54891">
        <w:rPr>
          <w:rFonts w:ascii="Century Gothic" w:hAnsi="Century Gothic"/>
          <w:lang w:val="de-DE"/>
        </w:rPr>
        <w:t xml:space="preserve">edia / </w:t>
      </w:r>
      <w:r w:rsidR="006A67DF" w:rsidRPr="00E54891">
        <w:rPr>
          <w:rFonts w:ascii="Century Gothic" w:hAnsi="Century Gothic"/>
          <w:lang w:val="de-DE"/>
        </w:rPr>
        <w:t>N</w:t>
      </w:r>
      <w:r w:rsidR="00503668" w:rsidRPr="00E54891">
        <w:rPr>
          <w:rFonts w:ascii="Century Gothic" w:hAnsi="Century Gothic"/>
          <w:lang w:val="de-DE"/>
        </w:rPr>
        <w:t>ewslet</w:t>
      </w:r>
      <w:r w:rsidRPr="00E54891">
        <w:rPr>
          <w:rFonts w:ascii="Century Gothic" w:hAnsi="Century Gothic"/>
          <w:lang w:val="de-DE"/>
        </w:rPr>
        <w:t xml:space="preserve">ter </w:t>
      </w:r>
      <w:r w:rsidR="006A67DF" w:rsidRPr="00E54891">
        <w:rPr>
          <w:rFonts w:ascii="Century Gothic" w:hAnsi="Century Gothic"/>
          <w:lang w:val="de-DE"/>
        </w:rPr>
        <w:t>T</w:t>
      </w:r>
      <w:r w:rsidRPr="00E54891">
        <w:rPr>
          <w:rFonts w:ascii="Century Gothic" w:hAnsi="Century Gothic"/>
          <w:lang w:val="de-DE"/>
        </w:rPr>
        <w:t>easer</w:t>
      </w:r>
      <w:r w:rsidR="00503668" w:rsidRPr="00E54891">
        <w:rPr>
          <w:rFonts w:ascii="Century Gothic" w:hAnsi="Century Gothic"/>
          <w:lang w:val="de-DE"/>
        </w:rPr>
        <w:t>:</w:t>
      </w:r>
    </w:p>
    <w:p w14:paraId="4BE8CDE2" w14:textId="77777777" w:rsidR="00D8064A" w:rsidRPr="00E54891" w:rsidRDefault="00D8064A" w:rsidP="00467E8D">
      <w:pPr>
        <w:pStyle w:val="UponorHeadSocialMedia"/>
        <w:rPr>
          <w:rFonts w:ascii="Century Gothic" w:hAnsi="Century Gothic"/>
          <w:lang w:val="de-DE"/>
        </w:rPr>
      </w:pPr>
    </w:p>
    <w:p w14:paraId="3D2F392F" w14:textId="77777777" w:rsidR="00503668" w:rsidRPr="00E54891" w:rsidRDefault="00503668" w:rsidP="00467E8D">
      <w:pPr>
        <w:pStyle w:val="UponorHeadSocialMedia"/>
        <w:rPr>
          <w:rFonts w:ascii="Century Gothic" w:hAnsi="Century Gothic"/>
          <w:lang w:val="de-DE"/>
        </w:rPr>
      </w:pPr>
      <w:r w:rsidRPr="00E54891">
        <w:rPr>
          <w:rFonts w:ascii="Century Gothic" w:hAnsi="Century Gothic"/>
          <w:lang w:val="de-DE"/>
        </w:rPr>
        <w:t>Facebook</w:t>
      </w:r>
    </w:p>
    <w:p w14:paraId="57B190FF" w14:textId="46076CD7" w:rsidR="008A2E8D" w:rsidRPr="008A2E8D" w:rsidRDefault="008A2E8D" w:rsidP="008A2E8D">
      <w:pPr>
        <w:spacing w:line="260" w:lineRule="atLeast"/>
        <w:rPr>
          <w:rFonts w:ascii="Century Gothic" w:hAnsi="Century Gothic"/>
          <w:lang w:val="de-DE"/>
        </w:rPr>
      </w:pPr>
      <w:r w:rsidRPr="008A2E8D">
        <w:rPr>
          <w:rFonts w:ascii="Century Gothic" w:hAnsi="Century Gothic"/>
          <w:lang w:val="de-DE"/>
        </w:rPr>
        <w:t xml:space="preserve">Uponor </w:t>
      </w:r>
      <w:r>
        <w:rPr>
          <w:rFonts w:ascii="Century Gothic" w:hAnsi="Century Gothic"/>
          <w:lang w:val="de-DE"/>
        </w:rPr>
        <w:t>baut</w:t>
      </w:r>
      <w:r w:rsidRPr="008A2E8D">
        <w:rPr>
          <w:rFonts w:ascii="Century Gothic" w:hAnsi="Century Gothic"/>
          <w:lang w:val="de-DE"/>
        </w:rPr>
        <w:t xml:space="preserve"> seine Präsenz in Osteuropa</w:t>
      </w:r>
      <w:r>
        <w:rPr>
          <w:rFonts w:ascii="Century Gothic" w:hAnsi="Century Gothic"/>
          <w:lang w:val="de-DE"/>
        </w:rPr>
        <w:t xml:space="preserve"> aus</w:t>
      </w:r>
      <w:r w:rsidRPr="008A2E8D">
        <w:rPr>
          <w:rFonts w:ascii="Century Gothic" w:hAnsi="Century Gothic"/>
          <w:lang w:val="de-DE"/>
        </w:rPr>
        <w:t xml:space="preserve"> </w:t>
      </w:r>
      <w:r w:rsidR="006D7FB8">
        <w:rPr>
          <w:rFonts w:ascii="Century Gothic" w:hAnsi="Century Gothic"/>
          <w:lang w:val="de-DE"/>
        </w:rPr>
        <w:t>–</w:t>
      </w:r>
      <w:r w:rsidR="006D7FB8" w:rsidRPr="008A2E8D">
        <w:rPr>
          <w:rFonts w:ascii="Century Gothic" w:hAnsi="Century Gothic"/>
          <w:lang w:val="de-DE"/>
        </w:rPr>
        <w:t xml:space="preserve"> </w:t>
      </w:r>
      <w:r w:rsidR="006D7FB8">
        <w:rPr>
          <w:rFonts w:ascii="Century Gothic" w:hAnsi="Century Gothic"/>
          <w:lang w:val="de-DE"/>
        </w:rPr>
        <w:t>d</w:t>
      </w:r>
      <w:r w:rsidR="006D7FB8" w:rsidRPr="008A2E8D">
        <w:rPr>
          <w:rFonts w:ascii="Century Gothic" w:hAnsi="Century Gothic"/>
          <w:lang w:val="de-DE"/>
        </w:rPr>
        <w:t xml:space="preserve">er </w:t>
      </w:r>
      <w:r w:rsidRPr="008A2E8D">
        <w:rPr>
          <w:rFonts w:ascii="Century Gothic" w:hAnsi="Century Gothic"/>
          <w:lang w:val="de-DE"/>
        </w:rPr>
        <w:t xml:space="preserve">Experte für sichere Trinkwasserversorgung und energieeffiziente Flächenheiz- und </w:t>
      </w:r>
    </w:p>
    <w:p w14:paraId="52146712" w14:textId="66FC9FE2" w:rsidR="008A2E8D" w:rsidRDefault="00520735" w:rsidP="008A2E8D">
      <w:pPr>
        <w:spacing w:line="260" w:lineRule="atLeast"/>
        <w:rPr>
          <w:rFonts w:ascii="Century Gothic" w:hAnsi="Century Gothic"/>
          <w:lang w:val="de-DE"/>
        </w:rPr>
      </w:pPr>
      <w:r>
        <w:rPr>
          <w:rFonts w:ascii="Century Gothic" w:hAnsi="Century Gothic"/>
          <w:lang w:val="de-DE"/>
        </w:rPr>
        <w:t>-kühl</w:t>
      </w:r>
      <w:r w:rsidR="008A2E8D" w:rsidRPr="008A2E8D">
        <w:rPr>
          <w:rFonts w:ascii="Century Gothic" w:hAnsi="Century Gothic"/>
          <w:lang w:val="de-DE"/>
        </w:rPr>
        <w:t xml:space="preserve">lösungen </w:t>
      </w:r>
      <w:r w:rsidR="006D7FB8">
        <w:rPr>
          <w:rFonts w:ascii="Century Gothic" w:hAnsi="Century Gothic"/>
          <w:lang w:val="de-DE"/>
        </w:rPr>
        <w:t>hat</w:t>
      </w:r>
      <w:r w:rsidR="006D7FB8" w:rsidRPr="008A2E8D">
        <w:rPr>
          <w:rFonts w:ascii="Century Gothic" w:hAnsi="Century Gothic"/>
          <w:lang w:val="de-DE"/>
        </w:rPr>
        <w:t xml:space="preserve"> </w:t>
      </w:r>
      <w:r w:rsidR="008A2E8D" w:rsidRPr="008A2E8D">
        <w:rPr>
          <w:rFonts w:ascii="Century Gothic" w:hAnsi="Century Gothic"/>
          <w:lang w:val="de-DE"/>
        </w:rPr>
        <w:t xml:space="preserve">das polnische Unternehmen Capricorn S.A. </w:t>
      </w:r>
      <w:r w:rsidR="006D7FB8">
        <w:rPr>
          <w:rFonts w:ascii="Century Gothic" w:hAnsi="Century Gothic"/>
          <w:lang w:val="de-DE"/>
        </w:rPr>
        <w:t xml:space="preserve">übernommen. </w:t>
      </w:r>
      <w:r w:rsidR="008A2E8D" w:rsidRPr="008A2E8D">
        <w:rPr>
          <w:rFonts w:ascii="Century Gothic" w:hAnsi="Century Gothic"/>
          <w:lang w:val="de-DE"/>
        </w:rPr>
        <w:t>Damit erwei</w:t>
      </w:r>
      <w:r w:rsidR="008A2E8D">
        <w:rPr>
          <w:rFonts w:ascii="Century Gothic" w:hAnsi="Century Gothic"/>
          <w:lang w:val="de-DE"/>
        </w:rPr>
        <w:t>tert Uponor sein Portfolio für Flächen</w:t>
      </w:r>
      <w:r w:rsidR="008A2E8D" w:rsidRPr="008A2E8D">
        <w:rPr>
          <w:rFonts w:ascii="Century Gothic" w:hAnsi="Century Gothic"/>
          <w:lang w:val="de-DE"/>
        </w:rPr>
        <w:t>heizungen und -kühlungen und sein europäisches Montagenetzwerk für vorgefertigte Lösungen.</w:t>
      </w:r>
    </w:p>
    <w:p w14:paraId="048E92EC" w14:textId="51FEE13D" w:rsidR="00A2632C" w:rsidRDefault="00A2632C" w:rsidP="008A2E8D">
      <w:pPr>
        <w:spacing w:line="260" w:lineRule="atLeast"/>
        <w:rPr>
          <w:rFonts w:ascii="Century Gothic" w:hAnsi="Century Gothic"/>
          <w:lang w:val="de-DE"/>
        </w:rPr>
      </w:pPr>
    </w:p>
    <w:p w14:paraId="73C2EE9C" w14:textId="2C0F1229" w:rsidR="0055422F" w:rsidRPr="008A2E8D" w:rsidRDefault="0055422F" w:rsidP="0048292F">
      <w:pPr>
        <w:spacing w:line="260" w:lineRule="atLeast"/>
        <w:rPr>
          <w:rFonts w:ascii="Century Gothic" w:hAnsi="Century Gothic"/>
          <w:b/>
          <w:lang w:val="de-DE"/>
        </w:rPr>
      </w:pPr>
      <w:bookmarkStart w:id="0" w:name="_GoBack"/>
      <w:bookmarkEnd w:id="0"/>
    </w:p>
    <w:p w14:paraId="1848C50B" w14:textId="77777777" w:rsidR="00503668" w:rsidRPr="00E54891" w:rsidRDefault="00503668" w:rsidP="00467E8D">
      <w:pPr>
        <w:pStyle w:val="UponorHeadSocialMedia"/>
        <w:rPr>
          <w:rFonts w:ascii="Century Gothic" w:hAnsi="Century Gothic"/>
          <w:lang w:val="de-DE"/>
        </w:rPr>
      </w:pPr>
      <w:r w:rsidRPr="00E54891">
        <w:rPr>
          <w:rFonts w:ascii="Century Gothic" w:hAnsi="Century Gothic"/>
          <w:lang w:val="de-DE"/>
        </w:rPr>
        <w:lastRenderedPageBreak/>
        <w:t xml:space="preserve">Twitter </w:t>
      </w:r>
    </w:p>
    <w:p w14:paraId="3ABBFFE7" w14:textId="78DFE30D" w:rsidR="008A2E8D" w:rsidRPr="008A2E8D" w:rsidRDefault="008A2E8D" w:rsidP="008A2E8D">
      <w:pPr>
        <w:spacing w:line="240" w:lineRule="auto"/>
        <w:rPr>
          <w:rFonts w:ascii="Century Gothic" w:hAnsi="Century Gothic"/>
          <w:lang w:val="de-DE"/>
        </w:rPr>
      </w:pPr>
      <w:r w:rsidRPr="008A2E8D">
        <w:rPr>
          <w:rFonts w:ascii="Century Gothic" w:hAnsi="Century Gothic"/>
          <w:lang w:val="de-DE"/>
        </w:rPr>
        <w:t xml:space="preserve">#Uponor baut seine Präsenz in Osteuropa aus </w:t>
      </w:r>
      <w:r w:rsidR="006D7FB8">
        <w:rPr>
          <w:rFonts w:ascii="Century Gothic" w:hAnsi="Century Gothic"/>
          <w:lang w:val="de-DE"/>
        </w:rPr>
        <w:t>–</w:t>
      </w:r>
      <w:r w:rsidR="006D7FB8" w:rsidRPr="008A2E8D">
        <w:rPr>
          <w:rFonts w:ascii="Century Gothic" w:hAnsi="Century Gothic"/>
          <w:lang w:val="de-DE"/>
        </w:rPr>
        <w:t xml:space="preserve"> </w:t>
      </w:r>
      <w:r w:rsidR="006D7FB8">
        <w:rPr>
          <w:rFonts w:ascii="Century Gothic" w:hAnsi="Century Gothic"/>
          <w:lang w:val="de-DE"/>
        </w:rPr>
        <w:t>d</w:t>
      </w:r>
      <w:r w:rsidR="006D7FB8" w:rsidRPr="008A2E8D">
        <w:rPr>
          <w:rFonts w:ascii="Century Gothic" w:hAnsi="Century Gothic"/>
          <w:lang w:val="de-DE"/>
        </w:rPr>
        <w:t xml:space="preserve">er </w:t>
      </w:r>
      <w:r w:rsidRPr="008A2E8D">
        <w:rPr>
          <w:rFonts w:ascii="Century Gothic" w:hAnsi="Century Gothic"/>
          <w:lang w:val="de-DE"/>
        </w:rPr>
        <w:t>Experte für sichere Trinkwasserversorgung und e</w:t>
      </w:r>
      <w:r w:rsidR="005328C3">
        <w:rPr>
          <w:rFonts w:ascii="Century Gothic" w:hAnsi="Century Gothic"/>
          <w:lang w:val="de-DE"/>
        </w:rPr>
        <w:t>nergieeffiziente Flächenheiz</w:t>
      </w:r>
      <w:r w:rsidRPr="008A2E8D">
        <w:rPr>
          <w:rFonts w:ascii="Century Gothic" w:hAnsi="Century Gothic"/>
          <w:lang w:val="de-DE"/>
        </w:rPr>
        <w:t xml:space="preserve">- und </w:t>
      </w:r>
    </w:p>
    <w:p w14:paraId="595510A4" w14:textId="5B5DE74F" w:rsidR="008A2E8D" w:rsidRPr="008A2E8D" w:rsidRDefault="005328C3" w:rsidP="008A2E8D">
      <w:pPr>
        <w:spacing w:line="240" w:lineRule="auto"/>
        <w:rPr>
          <w:rFonts w:ascii="Century Gothic" w:hAnsi="Century Gothic"/>
          <w:lang w:val="de-DE"/>
        </w:rPr>
      </w:pPr>
      <w:r>
        <w:rPr>
          <w:rFonts w:ascii="Century Gothic" w:hAnsi="Century Gothic"/>
          <w:lang w:val="de-DE"/>
        </w:rPr>
        <w:t>-kühl</w:t>
      </w:r>
      <w:r w:rsidR="008A2E8D" w:rsidRPr="008A2E8D">
        <w:rPr>
          <w:rFonts w:ascii="Century Gothic" w:hAnsi="Century Gothic"/>
          <w:lang w:val="de-DE"/>
        </w:rPr>
        <w:t xml:space="preserve">lösungen </w:t>
      </w:r>
      <w:r w:rsidR="006D7FB8">
        <w:rPr>
          <w:rFonts w:ascii="Century Gothic" w:hAnsi="Century Gothic"/>
          <w:lang w:val="de-DE"/>
        </w:rPr>
        <w:t xml:space="preserve">hat </w:t>
      </w:r>
      <w:r w:rsidR="008A2E8D" w:rsidRPr="008A2E8D">
        <w:rPr>
          <w:rFonts w:ascii="Century Gothic" w:hAnsi="Century Gothic"/>
          <w:lang w:val="de-DE"/>
        </w:rPr>
        <w:t>das polnische Unternehmen Capricorn S.A.</w:t>
      </w:r>
      <w:r w:rsidR="006D7FB8">
        <w:rPr>
          <w:rFonts w:ascii="Century Gothic" w:hAnsi="Century Gothic"/>
          <w:lang w:val="de-DE"/>
        </w:rPr>
        <w:t xml:space="preserve"> übernommen. </w:t>
      </w:r>
    </w:p>
    <w:p w14:paraId="2F6C479C" w14:textId="77777777" w:rsidR="00334254" w:rsidRPr="00605F8E" w:rsidRDefault="00334254" w:rsidP="0048292F">
      <w:pPr>
        <w:spacing w:line="260" w:lineRule="atLeast"/>
        <w:rPr>
          <w:rFonts w:ascii="Century Gothic" w:hAnsi="Century Gothic"/>
          <w:b/>
          <w:bCs/>
          <w:lang w:val="de-DE"/>
        </w:rPr>
      </w:pPr>
    </w:p>
    <w:p w14:paraId="6803F1F4" w14:textId="77777777" w:rsidR="004231FB" w:rsidRPr="00605F8E" w:rsidRDefault="008C5DAB" w:rsidP="008C5DAB">
      <w:pPr>
        <w:pStyle w:val="Listenabsatz"/>
        <w:spacing w:line="260" w:lineRule="atLeast"/>
        <w:jc w:val="center"/>
        <w:rPr>
          <w:rFonts w:ascii="Century Gothic" w:hAnsi="Century Gothic"/>
          <w:b/>
          <w:bCs/>
          <w:color w:val="0062C8"/>
          <w:sz w:val="16"/>
          <w:szCs w:val="16"/>
          <w:lang w:val="de-DE"/>
        </w:rPr>
      </w:pPr>
      <w:r w:rsidRPr="00605F8E">
        <w:rPr>
          <w:rFonts w:ascii="Century Gothic" w:hAnsi="Century Gothic"/>
          <w:b/>
          <w:bCs/>
          <w:color w:val="0062C8"/>
          <w:sz w:val="16"/>
          <w:szCs w:val="16"/>
          <w:lang w:val="de-DE"/>
        </w:rPr>
        <w:t>- - - - - - - - - - - - - - - - - - - - - - - - - - - -</w:t>
      </w:r>
    </w:p>
    <w:p w14:paraId="7A660603" w14:textId="77777777" w:rsidR="00057A6E" w:rsidRPr="00605F8E" w:rsidRDefault="00057A6E" w:rsidP="004231FB">
      <w:pPr>
        <w:spacing w:line="260" w:lineRule="atLeast"/>
        <w:jc w:val="center"/>
        <w:rPr>
          <w:rFonts w:ascii="Century Gothic" w:hAnsi="Century Gothic"/>
          <w:b/>
          <w:bCs/>
          <w:lang w:val="de-DE"/>
        </w:rPr>
      </w:pPr>
    </w:p>
    <w:p w14:paraId="3701A244" w14:textId="601772E3" w:rsidR="004231FB" w:rsidRDefault="004231FB" w:rsidP="004231FB">
      <w:pPr>
        <w:spacing w:line="260" w:lineRule="atLeast"/>
        <w:jc w:val="center"/>
        <w:rPr>
          <w:rFonts w:ascii="Century Gothic" w:hAnsi="Century Gothic"/>
          <w:b/>
          <w:bCs/>
          <w:lang w:val="de-DE"/>
        </w:rPr>
      </w:pPr>
    </w:p>
    <w:p w14:paraId="7E9F55CA" w14:textId="758271E2" w:rsidR="00723FBB" w:rsidRDefault="00723FBB" w:rsidP="004231FB">
      <w:pPr>
        <w:spacing w:line="260" w:lineRule="atLeast"/>
        <w:jc w:val="center"/>
        <w:rPr>
          <w:rFonts w:ascii="Century Gothic" w:hAnsi="Century Gothic"/>
          <w:b/>
          <w:bCs/>
          <w:lang w:val="de-DE"/>
        </w:rPr>
      </w:pPr>
    </w:p>
    <w:p w14:paraId="2857E935" w14:textId="74C6987D" w:rsidR="00723FBB" w:rsidRDefault="00723FBB" w:rsidP="004231FB">
      <w:pPr>
        <w:spacing w:line="260" w:lineRule="atLeast"/>
        <w:jc w:val="center"/>
        <w:rPr>
          <w:rFonts w:ascii="Century Gothic" w:hAnsi="Century Gothic"/>
          <w:b/>
          <w:bCs/>
          <w:lang w:val="de-DE"/>
        </w:rPr>
      </w:pPr>
    </w:p>
    <w:p w14:paraId="01D4E66E" w14:textId="15BE826D" w:rsidR="00723FBB" w:rsidRDefault="00723FBB" w:rsidP="004231FB">
      <w:pPr>
        <w:spacing w:line="260" w:lineRule="atLeast"/>
        <w:jc w:val="center"/>
        <w:rPr>
          <w:rFonts w:ascii="Century Gothic" w:hAnsi="Century Gothic"/>
          <w:b/>
          <w:bCs/>
          <w:lang w:val="de-DE"/>
        </w:rPr>
      </w:pPr>
    </w:p>
    <w:p w14:paraId="489E5EDF" w14:textId="77777777" w:rsidR="00723FBB" w:rsidRPr="00605F8E" w:rsidRDefault="00723FBB" w:rsidP="004231FB">
      <w:pPr>
        <w:spacing w:line="260" w:lineRule="atLeast"/>
        <w:jc w:val="center"/>
        <w:rPr>
          <w:rFonts w:ascii="Century Gothic" w:hAnsi="Century Gothic"/>
          <w:b/>
          <w:bCs/>
          <w:lang w:val="de-DE"/>
        </w:rPr>
      </w:pPr>
    </w:p>
    <w:p w14:paraId="54BAEA3C" w14:textId="77777777" w:rsidR="004231FB" w:rsidRPr="00605F8E" w:rsidRDefault="004231FB" w:rsidP="00467E8D">
      <w:pPr>
        <w:pStyle w:val="UponorPressContactHead"/>
        <w:rPr>
          <w:rFonts w:ascii="Century Gothic" w:hAnsi="Century Gothic"/>
          <w:lang w:val="de-DE"/>
        </w:rPr>
      </w:pPr>
      <w:r w:rsidRPr="00605F8E">
        <w:rPr>
          <w:rFonts w:ascii="Century Gothic" w:hAnsi="Century Gothic"/>
          <w:lang w:val="de-DE"/>
        </w:rPr>
        <w:t>Press</w:t>
      </w:r>
      <w:r w:rsidR="004D0B5B" w:rsidRPr="00605F8E">
        <w:rPr>
          <w:rFonts w:ascii="Century Gothic" w:hAnsi="Century Gothic"/>
          <w:lang w:val="de-DE"/>
        </w:rPr>
        <w:t>ekontakt</w:t>
      </w:r>
      <w:r w:rsidRPr="00605F8E">
        <w:rPr>
          <w:rFonts w:ascii="Century Gothic" w:hAnsi="Century Gothic"/>
          <w:lang w:val="de-DE"/>
        </w:rPr>
        <w:t>:</w:t>
      </w:r>
    </w:p>
    <w:p w14:paraId="21B8F057" w14:textId="77777777" w:rsidR="004231FB" w:rsidRPr="00605F8E" w:rsidRDefault="004231FB" w:rsidP="004231FB">
      <w:pPr>
        <w:shd w:val="clear" w:color="auto" w:fill="FFFFFF"/>
        <w:spacing w:line="220" w:lineRule="atLeast"/>
        <w:ind w:right="3119"/>
        <w:rPr>
          <w:rFonts w:ascii="Century Gothic" w:eastAsia="Times New Roman" w:hAnsi="Century Gothic"/>
          <w:lang w:val="de-DE"/>
        </w:rPr>
      </w:pPr>
    </w:p>
    <w:tbl>
      <w:tblPr>
        <w:tblStyle w:val="Tabellenraster"/>
        <w:tblW w:w="69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3686"/>
        <w:gridCol w:w="3260"/>
      </w:tblGrid>
      <w:tr w:rsidR="004231FB" w:rsidRPr="00605F8E" w14:paraId="646A8193" w14:textId="77777777" w:rsidTr="0095033B">
        <w:tc>
          <w:tcPr>
            <w:tcW w:w="3686" w:type="dxa"/>
          </w:tcPr>
          <w:p w14:paraId="4EE90CB3" w14:textId="77777777" w:rsidR="004231FB" w:rsidRPr="00250ACF" w:rsidRDefault="004231FB" w:rsidP="00467E8D">
            <w:pPr>
              <w:pStyle w:val="UponorPressContactHead"/>
              <w:ind w:right="1333"/>
              <w:rPr>
                <w:rFonts w:ascii="Century Gothic" w:hAnsi="Century Gothic"/>
                <w:lang w:val="en-GB"/>
              </w:rPr>
            </w:pPr>
            <w:r w:rsidRPr="00250ACF">
              <w:rPr>
                <w:rFonts w:ascii="Century Gothic" w:hAnsi="Century Gothic"/>
                <w:lang w:val="en-GB"/>
              </w:rPr>
              <w:t>Michaela</w:t>
            </w:r>
            <w:r w:rsidR="00467E8D" w:rsidRPr="00250ACF">
              <w:rPr>
                <w:rFonts w:ascii="Century Gothic" w:hAnsi="Century Gothic"/>
                <w:lang w:val="en-GB"/>
              </w:rPr>
              <w:t xml:space="preserve"> Fr</w:t>
            </w:r>
            <w:r w:rsidRPr="00250ACF">
              <w:rPr>
                <w:rFonts w:ascii="Century Gothic" w:hAnsi="Century Gothic"/>
                <w:lang w:val="en-GB"/>
              </w:rPr>
              <w:t>eytag</w:t>
            </w:r>
          </w:p>
          <w:p w14:paraId="5D9919B9" w14:textId="77777777" w:rsidR="004231FB" w:rsidRPr="00250AC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r w:rsidRPr="00250ACF">
              <w:rPr>
                <w:rFonts w:ascii="Century Gothic" w:hAnsi="Century Gothic" w:cs="Arial"/>
                <w:bCs/>
                <w:color w:val="auto"/>
                <w:sz w:val="18"/>
                <w:szCs w:val="18"/>
                <w:lang w:val="en-GB"/>
              </w:rPr>
              <w:tab/>
            </w:r>
            <w:r w:rsidRPr="00250ACF">
              <w:rPr>
                <w:rFonts w:ascii="Century Gothic" w:hAnsi="Century Gothic" w:cs="Arial"/>
                <w:bCs/>
                <w:color w:val="auto"/>
                <w:sz w:val="18"/>
                <w:szCs w:val="18"/>
                <w:lang w:val="en-GB"/>
              </w:rPr>
              <w:tab/>
            </w:r>
          </w:p>
          <w:p w14:paraId="557CC139" w14:textId="77777777" w:rsidR="004231FB" w:rsidRPr="00250ACF" w:rsidRDefault="004231FB" w:rsidP="00467E8D">
            <w:pPr>
              <w:pStyle w:val="UponorPressContactBoilerplate"/>
              <w:rPr>
                <w:rFonts w:ascii="Century Gothic" w:hAnsi="Century Gothic"/>
                <w:lang w:val="en-GB"/>
              </w:rPr>
            </w:pPr>
            <w:r w:rsidRPr="00250ACF">
              <w:rPr>
                <w:rFonts w:ascii="Century Gothic" w:hAnsi="Century Gothic"/>
                <w:lang w:val="en-GB"/>
              </w:rPr>
              <w:t>Public Relations Manager</w:t>
            </w:r>
          </w:p>
          <w:p w14:paraId="2E0D7A94" w14:textId="77777777" w:rsidR="004231FB" w:rsidRPr="00250ACF" w:rsidRDefault="004231FB" w:rsidP="00467E8D">
            <w:pPr>
              <w:pStyle w:val="UponorPressContactBoilerplate"/>
              <w:rPr>
                <w:rFonts w:ascii="Century Gothic" w:hAnsi="Century Gothic"/>
                <w:lang w:val="en-GB"/>
              </w:rPr>
            </w:pPr>
            <w:r w:rsidRPr="00250ACF">
              <w:rPr>
                <w:rFonts w:ascii="Century Gothic" w:hAnsi="Century Gothic"/>
                <w:lang w:val="en-GB"/>
              </w:rPr>
              <w:t>Uponor GmbH</w:t>
            </w:r>
          </w:p>
          <w:p w14:paraId="5624558F" w14:textId="77777777" w:rsidR="004231FB" w:rsidRPr="00250ACF" w:rsidRDefault="004231FB" w:rsidP="00467E8D">
            <w:pPr>
              <w:pStyle w:val="UponorPressContactBoilerplate"/>
              <w:rPr>
                <w:rFonts w:ascii="Century Gothic" w:hAnsi="Century Gothic"/>
                <w:lang w:val="en-GB"/>
              </w:rPr>
            </w:pPr>
            <w:r w:rsidRPr="00250ACF">
              <w:rPr>
                <w:rFonts w:ascii="Century Gothic" w:hAnsi="Century Gothic"/>
                <w:lang w:val="en-GB"/>
              </w:rPr>
              <w:t xml:space="preserve">Building Solutions </w:t>
            </w:r>
            <w:r w:rsidR="00737E2F">
              <w:rPr>
                <w:rFonts w:ascii="Century Gothic" w:hAnsi="Century Gothic"/>
                <w:lang w:val="en-GB"/>
              </w:rPr>
              <w:t xml:space="preserve">- </w:t>
            </w:r>
            <w:r w:rsidRPr="00250ACF">
              <w:rPr>
                <w:rFonts w:ascii="Century Gothic" w:hAnsi="Century Gothic"/>
                <w:lang w:val="en-GB"/>
              </w:rPr>
              <w:t>Europe</w:t>
            </w:r>
          </w:p>
          <w:p w14:paraId="4AF327F7" w14:textId="77777777" w:rsidR="004231FB" w:rsidRPr="00250ACF" w:rsidRDefault="004231FB" w:rsidP="00467E8D">
            <w:pPr>
              <w:pStyle w:val="UponorPressContactBoilerplate"/>
              <w:rPr>
                <w:rFonts w:ascii="Century Gothic" w:hAnsi="Century Gothic"/>
                <w:lang w:val="en-GB"/>
              </w:rPr>
            </w:pPr>
            <w:r w:rsidRPr="00250ACF">
              <w:rPr>
                <w:rFonts w:ascii="Century Gothic" w:hAnsi="Century Gothic"/>
                <w:lang w:val="en-GB"/>
              </w:rPr>
              <w:t>P +49 (9521) 690 848</w:t>
            </w:r>
          </w:p>
          <w:p w14:paraId="6D51007A" w14:textId="77777777" w:rsidR="004231FB" w:rsidRPr="00250ACF" w:rsidRDefault="00513913" w:rsidP="00467E8D">
            <w:pPr>
              <w:pStyle w:val="UponorPressContactBoilerplate"/>
              <w:rPr>
                <w:rFonts w:ascii="Century Gothic" w:hAnsi="Century Gothic"/>
                <w:lang w:val="en-GB"/>
              </w:rPr>
            </w:pPr>
            <w:hyperlink r:id="rId12" w:history="1">
              <w:r w:rsidR="004231FB" w:rsidRPr="00250ACF">
                <w:rPr>
                  <w:rStyle w:val="Hyperlink"/>
                  <w:rFonts w:ascii="Century Gothic" w:hAnsi="Century Gothic"/>
                  <w:lang w:val="en-GB"/>
                </w:rPr>
                <w:t>michaela.freytag@uponor.com</w:t>
              </w:r>
            </w:hyperlink>
          </w:p>
          <w:p w14:paraId="578C28AD" w14:textId="77777777" w:rsidR="004231FB" w:rsidRPr="00605F8E" w:rsidRDefault="00513913" w:rsidP="00BE5EC2">
            <w:pPr>
              <w:pStyle w:val="KeinAbsatzformat"/>
              <w:tabs>
                <w:tab w:val="right" w:pos="2721"/>
              </w:tabs>
              <w:suppressAutoHyphens/>
              <w:spacing w:line="260" w:lineRule="atLeast"/>
              <w:rPr>
                <w:rFonts w:ascii="Century Gothic" w:hAnsi="Century Gothic" w:cs="Arial"/>
                <w:bCs/>
                <w:color w:val="auto"/>
                <w:sz w:val="16"/>
                <w:szCs w:val="16"/>
              </w:rPr>
            </w:pPr>
            <w:hyperlink r:id="rId13" w:history="1">
              <w:r w:rsidR="00E64891" w:rsidRPr="00605F8E">
                <w:rPr>
                  <w:rStyle w:val="Hyperlink"/>
                  <w:rFonts w:ascii="Century Gothic" w:hAnsi="Century Gothic" w:cs="Arial"/>
                  <w:bCs/>
                  <w:sz w:val="18"/>
                  <w:szCs w:val="18"/>
                </w:rPr>
                <w:t>www.uponor.de</w:t>
              </w:r>
            </w:hyperlink>
          </w:p>
        </w:tc>
        <w:tc>
          <w:tcPr>
            <w:tcW w:w="3260" w:type="dxa"/>
          </w:tcPr>
          <w:p w14:paraId="37016577" w14:textId="77777777" w:rsidR="004231FB" w:rsidRPr="00250ACF" w:rsidRDefault="006A67DF" w:rsidP="00467E8D">
            <w:pPr>
              <w:pStyle w:val="UponorPressContactHead"/>
              <w:ind w:right="424"/>
              <w:rPr>
                <w:rFonts w:ascii="Century Gothic" w:hAnsi="Century Gothic"/>
                <w:lang w:val="en-GB"/>
              </w:rPr>
            </w:pPr>
            <w:r w:rsidRPr="00250ACF">
              <w:rPr>
                <w:rFonts w:ascii="Century Gothic" w:hAnsi="Century Gothic"/>
                <w:lang w:val="en-GB"/>
              </w:rPr>
              <w:t>Andreas Dölker</w:t>
            </w:r>
          </w:p>
          <w:p w14:paraId="4B9E604B" w14:textId="77777777" w:rsidR="004231FB" w:rsidRPr="00250ACF" w:rsidRDefault="004231FB" w:rsidP="00BE5EC2">
            <w:pPr>
              <w:shd w:val="clear" w:color="auto" w:fill="FFFFFF"/>
              <w:spacing w:line="260" w:lineRule="atLeast"/>
              <w:ind w:right="1"/>
              <w:rPr>
                <w:rFonts w:ascii="Century Gothic" w:eastAsia="Times New Roman" w:hAnsi="Century Gothic"/>
                <w:bCs/>
                <w:sz w:val="18"/>
                <w:szCs w:val="18"/>
                <w:lang w:val="en-GB"/>
              </w:rPr>
            </w:pPr>
          </w:p>
          <w:p w14:paraId="15E103D3" w14:textId="77777777" w:rsidR="004231FB" w:rsidRPr="00250ACF" w:rsidRDefault="004231FB" w:rsidP="00467E8D">
            <w:pPr>
              <w:pStyle w:val="UponorPressContactBoilerplate"/>
              <w:rPr>
                <w:rFonts w:ascii="Century Gothic" w:eastAsiaTheme="minorEastAsia" w:hAnsi="Century Gothic"/>
                <w:bCs w:val="0"/>
                <w:lang w:val="en-GB" w:eastAsia="en-US"/>
              </w:rPr>
            </w:pPr>
            <w:r w:rsidRPr="00250ACF">
              <w:rPr>
                <w:rFonts w:ascii="Century Gothic" w:hAnsi="Century Gothic"/>
                <w:lang w:val="en-GB"/>
              </w:rPr>
              <w:t>Communication Consultants GmbH</w:t>
            </w:r>
            <w:r w:rsidRPr="00250ACF">
              <w:rPr>
                <w:rFonts w:ascii="Century Gothic" w:hAnsi="Century Gothic"/>
                <w:lang w:val="en-GB"/>
              </w:rPr>
              <w:br/>
              <w:t xml:space="preserve">P +49 (711) 97893 </w:t>
            </w:r>
            <w:r w:rsidR="006A67DF" w:rsidRPr="00250ACF">
              <w:rPr>
                <w:rFonts w:ascii="Century Gothic" w:hAnsi="Century Gothic"/>
                <w:lang w:val="en-GB"/>
              </w:rPr>
              <w:t>51</w:t>
            </w:r>
            <w:r w:rsidRPr="00250ACF">
              <w:rPr>
                <w:rFonts w:ascii="Century Gothic" w:hAnsi="Century Gothic"/>
                <w:lang w:val="en-GB"/>
              </w:rPr>
              <w:br/>
            </w:r>
            <w:hyperlink r:id="rId14" w:history="1">
              <w:r w:rsidR="00BE5EC2" w:rsidRPr="00250ACF">
                <w:rPr>
                  <w:rStyle w:val="Hyperlink"/>
                  <w:rFonts w:ascii="Century Gothic" w:eastAsiaTheme="minorEastAsia" w:hAnsi="Century Gothic"/>
                  <w:bCs w:val="0"/>
                  <w:color w:val="4472C4" w:themeColor="accent1"/>
                  <w:lang w:val="en-GB" w:eastAsia="en-US"/>
                </w:rPr>
                <w:t>uponor@cc-stuttgart.de</w:t>
              </w:r>
            </w:hyperlink>
            <w:r w:rsidR="00E64891" w:rsidRPr="00250ACF">
              <w:rPr>
                <w:rStyle w:val="Hyperlink"/>
                <w:rFonts w:ascii="Century Gothic" w:eastAsiaTheme="minorEastAsia" w:hAnsi="Century Gothic"/>
                <w:bCs w:val="0"/>
                <w:color w:val="4472C4" w:themeColor="accent1"/>
                <w:lang w:val="en-GB" w:eastAsia="en-US"/>
              </w:rPr>
              <w:br/>
            </w:r>
            <w:hyperlink r:id="rId15" w:history="1">
              <w:r w:rsidR="00E64891" w:rsidRPr="00250ACF">
                <w:rPr>
                  <w:rStyle w:val="Hyperlink"/>
                  <w:rFonts w:ascii="Century Gothic" w:eastAsiaTheme="minorEastAsia" w:hAnsi="Century Gothic"/>
                  <w:color w:val="4472C4" w:themeColor="accent1"/>
                  <w:lang w:val="en-GB" w:eastAsia="en-US"/>
                </w:rPr>
                <w:t>www.cc-stuttgart.de</w:t>
              </w:r>
            </w:hyperlink>
          </w:p>
          <w:p w14:paraId="745C82AD" w14:textId="77777777" w:rsidR="00BE5EC2" w:rsidRPr="00250ACF" w:rsidRDefault="00BE5EC2" w:rsidP="00BE5EC2">
            <w:pPr>
              <w:shd w:val="clear" w:color="auto" w:fill="FFFFFF"/>
              <w:spacing w:line="260" w:lineRule="atLeast"/>
              <w:ind w:right="1"/>
              <w:rPr>
                <w:rFonts w:ascii="Century Gothic" w:eastAsiaTheme="minorEastAsia" w:hAnsi="Century Gothic"/>
                <w:bCs/>
                <w:sz w:val="18"/>
                <w:szCs w:val="18"/>
                <w:lang w:val="en-GB" w:eastAsia="en-US"/>
              </w:rPr>
            </w:pPr>
          </w:p>
          <w:p w14:paraId="1C0E1C90" w14:textId="77777777" w:rsidR="004231FB" w:rsidRPr="00250ACF" w:rsidRDefault="004231FB" w:rsidP="00BE5EC2">
            <w:pPr>
              <w:pStyle w:val="KeinAbsatzformat"/>
              <w:tabs>
                <w:tab w:val="right" w:pos="2721"/>
              </w:tabs>
              <w:suppressAutoHyphens/>
              <w:spacing w:line="260" w:lineRule="atLeast"/>
              <w:rPr>
                <w:rFonts w:ascii="Century Gothic" w:hAnsi="Century Gothic" w:cs="Arial"/>
                <w:bCs/>
                <w:color w:val="auto"/>
                <w:sz w:val="18"/>
                <w:szCs w:val="18"/>
                <w:lang w:val="en-GB"/>
              </w:rPr>
            </w:pPr>
          </w:p>
        </w:tc>
      </w:tr>
      <w:tr w:rsidR="00C628B4" w:rsidRPr="00605F8E" w14:paraId="3D0EF3DB" w14:textId="77777777" w:rsidTr="00C63D74">
        <w:tc>
          <w:tcPr>
            <w:tcW w:w="6946" w:type="dxa"/>
            <w:gridSpan w:val="2"/>
          </w:tcPr>
          <w:p w14:paraId="64F9C642" w14:textId="77777777" w:rsidR="00057A6E" w:rsidRPr="00250ACF" w:rsidRDefault="00057A6E" w:rsidP="004231FB">
            <w:pPr>
              <w:shd w:val="clear" w:color="auto" w:fill="FFFFFF"/>
              <w:spacing w:line="260" w:lineRule="atLeast"/>
              <w:ind w:right="1"/>
              <w:rPr>
                <w:rFonts w:ascii="Century Gothic" w:eastAsia="Times New Roman" w:hAnsi="Century Gothic"/>
                <w:bCs/>
                <w:sz w:val="18"/>
                <w:szCs w:val="18"/>
                <w:lang w:val="en-GB"/>
              </w:rPr>
            </w:pPr>
          </w:p>
          <w:p w14:paraId="5D37B45B" w14:textId="77777777" w:rsidR="00057A6E" w:rsidRPr="00250ACF" w:rsidRDefault="00057A6E" w:rsidP="004231FB">
            <w:pPr>
              <w:shd w:val="clear" w:color="auto" w:fill="FFFFFF"/>
              <w:spacing w:line="260" w:lineRule="atLeast"/>
              <w:ind w:right="1"/>
              <w:rPr>
                <w:rFonts w:ascii="Century Gothic" w:eastAsia="Times New Roman" w:hAnsi="Century Gothic"/>
                <w:bCs/>
                <w:sz w:val="18"/>
                <w:szCs w:val="18"/>
                <w:lang w:val="en-GB"/>
              </w:rPr>
            </w:pPr>
          </w:p>
        </w:tc>
      </w:tr>
      <w:tr w:rsidR="00DA3D76" w:rsidRPr="00CF3F90" w14:paraId="0F289366" w14:textId="77777777" w:rsidTr="00C63D74">
        <w:tc>
          <w:tcPr>
            <w:tcW w:w="6946" w:type="dxa"/>
            <w:gridSpan w:val="2"/>
          </w:tcPr>
          <w:p w14:paraId="01ADE883" w14:textId="77777777" w:rsidR="00DA3D76" w:rsidRPr="00605F8E" w:rsidRDefault="004D0B5B" w:rsidP="00467E8D">
            <w:pPr>
              <w:pStyle w:val="UponorPressContactHead"/>
              <w:rPr>
                <w:rFonts w:ascii="Century Gothic" w:hAnsi="Century Gothic"/>
                <w:strike/>
                <w:lang w:val="de-DE"/>
              </w:rPr>
            </w:pPr>
            <w:r w:rsidRPr="00605F8E">
              <w:rPr>
                <w:rFonts w:ascii="Century Gothic" w:hAnsi="Century Gothic"/>
                <w:lang w:val="de-DE"/>
              </w:rPr>
              <w:t xml:space="preserve">Über </w:t>
            </w:r>
            <w:r w:rsidR="00DA3D76" w:rsidRPr="00605F8E">
              <w:rPr>
                <w:rFonts w:ascii="Century Gothic" w:hAnsi="Century Gothic"/>
                <w:lang w:val="de-DE"/>
              </w:rPr>
              <w:t>Uponor</w:t>
            </w:r>
          </w:p>
          <w:p w14:paraId="45A1C9AB" w14:textId="05BB2F3E" w:rsidR="00DA3D76" w:rsidRDefault="00D133D8" w:rsidP="004D0B5B">
            <w:pPr>
              <w:pStyle w:val="UponorPressContactBoilerplate"/>
              <w:rPr>
                <w:rFonts w:ascii="Century Gothic" w:hAnsi="Century Gothic"/>
                <w:lang w:val="de-DE"/>
              </w:rPr>
            </w:pPr>
            <w:r w:rsidRPr="00605F8E">
              <w:rPr>
                <w:rFonts w:ascii="Century Gothic" w:hAnsi="Century Gothic"/>
                <w:lang w:val="de-DE"/>
              </w:rPr>
              <w:t>Uponor ist ein weltweit führender Anbieter von Lösungen, in denen Wasser in Gebäuden und Infrastrukturen bewegt wird. Im Bewusstsein seiner Verantwortung auch für künftige Generationen denkt das Unternehmen die lebenswichtige Ressource Wasser neu: mit sicheren Systemen für die hygienische Trinkwasserversorgung, für energieeffizientes Heizen und Kühlen sowie für eine zuverlässige Infrastruktur. Mit Leidenschaft für Innovation und der Verpflichtung zu Nachhaltigkeit entwickelt Uponor neue Technologien und zukunftsfähige Lösungen. Damit schafft das Unternehmen Vertrauen – und verbessert die Lebensqualität der Menschen. Uponor beschäftigt rund 3</w:t>
            </w:r>
            <w:r w:rsidR="00855200" w:rsidRPr="00605F8E">
              <w:rPr>
                <w:rFonts w:ascii="Century Gothic" w:hAnsi="Century Gothic"/>
                <w:lang w:val="de-DE"/>
              </w:rPr>
              <w:t>.</w:t>
            </w:r>
            <w:r w:rsidRPr="00605F8E">
              <w:rPr>
                <w:rFonts w:ascii="Century Gothic" w:hAnsi="Century Gothic"/>
                <w:lang w:val="de-DE"/>
              </w:rPr>
              <w:t>700 Mitarbeiter in 26 Ländern in Europa und Nordamerika. 2020 hat der Konzern einen Umsatz von rund 1,1 Milliarden Euro erwirtschaftet. Die Konzernzentrale befindet sich in Finnland. Das Unternehmen ist börsennotiert an der Nasdaq, Helsinki.</w:t>
            </w:r>
            <w:r w:rsidRPr="00605F8E">
              <w:rPr>
                <w:rFonts w:ascii="Century Gothic" w:hAnsi="Century Gothic"/>
                <w:lang w:val="de-DE"/>
              </w:rPr>
              <w:br/>
            </w:r>
            <w:hyperlink r:id="rId16" w:history="1">
              <w:r w:rsidR="00A2632C" w:rsidRPr="004E510A">
                <w:rPr>
                  <w:rStyle w:val="Hyperlink"/>
                  <w:rFonts w:ascii="Century Gothic" w:hAnsi="Century Gothic"/>
                  <w:lang w:val="de-DE"/>
                </w:rPr>
                <w:t>www.uponor.at</w:t>
              </w:r>
            </w:hyperlink>
          </w:p>
          <w:p w14:paraId="07BD95CD" w14:textId="7FF3C38C" w:rsidR="00A2632C" w:rsidRPr="00605F8E" w:rsidRDefault="00A2632C" w:rsidP="004D0B5B">
            <w:pPr>
              <w:pStyle w:val="UponorPressContactBoilerplate"/>
              <w:rPr>
                <w:rFonts w:ascii="Century Gothic" w:hAnsi="Century Gothic"/>
                <w:lang w:val="de-DE"/>
              </w:rPr>
            </w:pPr>
          </w:p>
        </w:tc>
      </w:tr>
      <w:tr w:rsidR="0095033B" w:rsidRPr="00CF3F90" w14:paraId="24214D97" w14:textId="77777777" w:rsidTr="00C63D74">
        <w:tc>
          <w:tcPr>
            <w:tcW w:w="6946" w:type="dxa"/>
            <w:gridSpan w:val="2"/>
          </w:tcPr>
          <w:p w14:paraId="22AB63D3" w14:textId="77777777" w:rsidR="0095033B" w:rsidRPr="00605F8E" w:rsidRDefault="0095033B" w:rsidP="00561181">
            <w:pPr>
              <w:shd w:val="clear" w:color="auto" w:fill="FFFFFF"/>
              <w:spacing w:line="240" w:lineRule="auto"/>
              <w:rPr>
                <w:rFonts w:eastAsia="Times New Roman"/>
                <w:bCs/>
                <w:sz w:val="18"/>
                <w:szCs w:val="18"/>
                <w:lang w:val="de-DE"/>
              </w:rPr>
            </w:pPr>
          </w:p>
        </w:tc>
      </w:tr>
    </w:tbl>
    <w:p w14:paraId="2CAA50F7" w14:textId="44B44F80" w:rsidR="004231FB" w:rsidRPr="00605F8E" w:rsidRDefault="00A2632C" w:rsidP="004231FB">
      <w:pPr>
        <w:shd w:val="clear" w:color="auto" w:fill="FFFFFF"/>
        <w:spacing w:line="220" w:lineRule="atLeast"/>
        <w:ind w:right="1"/>
        <w:rPr>
          <w:rFonts w:eastAsia="Times New Roman"/>
          <w:sz w:val="18"/>
          <w:szCs w:val="18"/>
          <w:lang w:val="de-DE"/>
        </w:rPr>
      </w:pPr>
      <w:r w:rsidRPr="00605F8E">
        <w:rPr>
          <w:rFonts w:eastAsia="Times New Roman"/>
          <w:noProof/>
          <w:sz w:val="18"/>
          <w:szCs w:val="18"/>
          <w:lang w:val="de-DE"/>
        </w:rPr>
        <w:drawing>
          <wp:anchor distT="0" distB="0" distL="114300" distR="114300" simplePos="0" relativeHeight="251658241" behindDoc="0" locked="0" layoutInCell="1" allowOverlap="1" wp14:anchorId="13642B41" wp14:editId="64942547">
            <wp:simplePos x="0" y="0"/>
            <wp:positionH relativeFrom="column">
              <wp:posOffset>5715</wp:posOffset>
            </wp:positionH>
            <wp:positionV relativeFrom="paragraph">
              <wp:posOffset>139065</wp:posOffset>
            </wp:positionV>
            <wp:extent cx="323850" cy="323850"/>
            <wp:effectExtent l="0" t="0" r="0" b="0"/>
            <wp:wrapNone/>
            <wp:docPr id="56" name="Grafik 55" descr="Ein Bild, das Zeichnung enthält.&#10;&#10;Automatisch generierte Beschreibung">
              <a:hlinkClick xmlns:a="http://schemas.openxmlformats.org/drawingml/2006/main" r:id="rId17"/>
              <a:extLst xmlns:a="http://schemas.openxmlformats.org/drawingml/2006/main">
                <a:ext uri="{FF2B5EF4-FFF2-40B4-BE49-F238E27FC236}">
                  <a16:creationId xmlns:a16="http://schemas.microsoft.com/office/drawing/2014/main" id="{0674646A-EFE1-4756-BD0F-C0E962ADB25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5" descr="Ein Bild, das Zeichnung enthält.&#10;&#10;Automatisch generierte Beschreibung">
                      <a:hlinkClick r:id="rId17"/>
                      <a:extLst>
                        <a:ext uri="{FF2B5EF4-FFF2-40B4-BE49-F238E27FC236}">
                          <a16:creationId xmlns:a16="http://schemas.microsoft.com/office/drawing/2014/main" id="{0674646A-EFE1-4756-BD0F-C0E962ADB251}"/>
                        </a:ext>
                      </a:extLst>
                    </pic:cNvPr>
                    <pic:cNvPicPr>
                      <a:picLocks noChangeAspect="1"/>
                    </pic:cNvPicPr>
                  </pic:nvPicPr>
                  <pic:blipFill>
                    <a:blip r:embed="rId18"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r w:rsidRPr="00605F8E">
        <w:rPr>
          <w:rFonts w:eastAsia="Times New Roman"/>
          <w:noProof/>
          <w:sz w:val="18"/>
          <w:szCs w:val="18"/>
          <w:lang w:val="de-DE"/>
        </w:rPr>
        <w:drawing>
          <wp:anchor distT="0" distB="0" distL="114300" distR="114300" simplePos="0" relativeHeight="251658242" behindDoc="0" locked="0" layoutInCell="1" allowOverlap="1" wp14:anchorId="23F71599" wp14:editId="7D313A3D">
            <wp:simplePos x="0" y="0"/>
            <wp:positionH relativeFrom="column">
              <wp:posOffset>459105</wp:posOffset>
            </wp:positionH>
            <wp:positionV relativeFrom="paragraph">
              <wp:posOffset>139065</wp:posOffset>
            </wp:positionV>
            <wp:extent cx="323850" cy="323850"/>
            <wp:effectExtent l="0" t="0" r="0" b="0"/>
            <wp:wrapNone/>
            <wp:docPr id="58" name="Grafik 57" descr="Ein Bild, das Zeichnung enthält.&#10;&#10;Automatisch generierte Beschreibung">
              <a:hlinkClick xmlns:a="http://schemas.openxmlformats.org/drawingml/2006/main" r:id="rId19"/>
              <a:extLst xmlns:a="http://schemas.openxmlformats.org/drawingml/2006/main">
                <a:ext uri="{FF2B5EF4-FFF2-40B4-BE49-F238E27FC236}">
                  <a16:creationId xmlns:a16="http://schemas.microsoft.com/office/drawing/2014/main" id="{CD943E29-722A-499A-B8D6-EEB62169419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Grafik 57" descr="Ein Bild, das Zeichnung enthält.&#10;&#10;Automatisch generierte Beschreibung">
                      <a:hlinkClick r:id="rId19"/>
                      <a:extLst>
                        <a:ext uri="{FF2B5EF4-FFF2-40B4-BE49-F238E27FC236}">
                          <a16:creationId xmlns:a16="http://schemas.microsoft.com/office/drawing/2014/main" id="{CD943E29-722A-499A-B8D6-EEB621694191}"/>
                        </a:ext>
                      </a:extLst>
                    </pic:cNvPr>
                    <pic:cNvPicPr>
                      <a:picLocks noChangeAspect="1"/>
                    </pic:cNvPicPr>
                  </pic:nvPicPr>
                  <pic:blipFill>
                    <a:blip r:embed="rId20" cstate="print">
                      <a:grayscl/>
                      <a:extLst>
                        <a:ext uri="{28A0092B-C50C-407E-A947-70E740481C1C}">
                          <a14:useLocalDpi xmlns:a14="http://schemas.microsoft.com/office/drawing/2010/main" val="0"/>
                        </a:ext>
                      </a:extLst>
                    </a:blip>
                    <a:srcRect/>
                    <a:stretch/>
                  </pic:blipFill>
                  <pic:spPr>
                    <a:xfrm>
                      <a:off x="0" y="0"/>
                      <a:ext cx="323850" cy="323850"/>
                    </a:xfrm>
                    <a:prstGeom prst="rect">
                      <a:avLst/>
                    </a:prstGeom>
                  </pic:spPr>
                </pic:pic>
              </a:graphicData>
            </a:graphic>
            <wp14:sizeRelH relativeFrom="margin">
              <wp14:pctWidth>0</wp14:pctWidth>
            </wp14:sizeRelH>
            <wp14:sizeRelV relativeFrom="margin">
              <wp14:pctHeight>0</wp14:pctHeight>
            </wp14:sizeRelV>
          </wp:anchor>
        </w:drawing>
      </w:r>
    </w:p>
    <w:p w14:paraId="1CF0F148" w14:textId="5E064237" w:rsidR="004231FB" w:rsidRPr="00605F8E" w:rsidRDefault="004231FB" w:rsidP="004231FB">
      <w:pPr>
        <w:shd w:val="clear" w:color="auto" w:fill="FFFFFF"/>
        <w:spacing w:line="220" w:lineRule="atLeast"/>
        <w:ind w:right="1"/>
        <w:rPr>
          <w:rFonts w:eastAsia="Times New Roman"/>
          <w:sz w:val="18"/>
          <w:szCs w:val="18"/>
          <w:lang w:val="de-DE"/>
        </w:rPr>
      </w:pPr>
    </w:p>
    <w:p w14:paraId="6265154F" w14:textId="77777777" w:rsidR="008E1378" w:rsidRPr="00605F8E" w:rsidRDefault="008E1378" w:rsidP="0048292F">
      <w:pPr>
        <w:spacing w:line="260" w:lineRule="atLeast"/>
        <w:rPr>
          <w:color w:val="0062C8"/>
          <w:sz w:val="18"/>
          <w:szCs w:val="18"/>
          <w:u w:val="single"/>
          <w:lang w:val="de-DE"/>
        </w:rPr>
      </w:pPr>
    </w:p>
    <w:sectPr w:rsidR="008E1378" w:rsidRPr="00605F8E" w:rsidSect="00246A1A">
      <w:headerReference w:type="default" r:id="rId21"/>
      <w:footerReference w:type="default" r:id="rId22"/>
      <w:headerReference w:type="first" r:id="rId23"/>
      <w:pgSz w:w="11900" w:h="16840" w:code="9"/>
      <w:pgMar w:top="3119" w:right="2969" w:bottom="1701" w:left="1486" w:header="1349" w:footer="14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A5688E" w14:textId="77777777" w:rsidR="0075051A" w:rsidRDefault="0075051A" w:rsidP="0005132C">
      <w:r>
        <w:separator/>
      </w:r>
    </w:p>
    <w:p w14:paraId="46A8E082" w14:textId="77777777" w:rsidR="0075051A" w:rsidRDefault="0075051A" w:rsidP="0005132C"/>
  </w:endnote>
  <w:endnote w:type="continuationSeparator" w:id="0">
    <w:p w14:paraId="0B611378" w14:textId="77777777" w:rsidR="0075051A" w:rsidRDefault="0075051A" w:rsidP="0005132C">
      <w:r>
        <w:continuationSeparator/>
      </w:r>
    </w:p>
    <w:p w14:paraId="2634AA9A" w14:textId="77777777" w:rsidR="0075051A" w:rsidRDefault="0075051A" w:rsidP="0005132C"/>
  </w:endnote>
  <w:endnote w:type="continuationNotice" w:id="1">
    <w:p w14:paraId="11733BEA" w14:textId="77777777" w:rsidR="00B43AF5" w:rsidRDefault="00B43AF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entury Gothic">
    <w:altName w:val="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795A5" w14:textId="6A88F518" w:rsidR="0075051A" w:rsidRPr="00816719" w:rsidRDefault="0075051A">
    <w:pPr>
      <w:pStyle w:val="Fuzeile"/>
      <w:rPr>
        <w:sz w:val="12"/>
        <w:szCs w:val="12"/>
      </w:rPr>
    </w:pPr>
    <w:r>
      <w:rPr>
        <w:sz w:val="12"/>
        <w:szCs w:val="12"/>
        <w:lang w:val="de-DE"/>
      </w:rPr>
      <w:t>Seite</w:t>
    </w:r>
    <w:r w:rsidRPr="00816719">
      <w:rPr>
        <w:sz w:val="12"/>
        <w:szCs w:val="12"/>
        <w:lang w:val="de-DE"/>
      </w:rPr>
      <w:t xml:space="preserve"> </w:t>
    </w:r>
    <w:r w:rsidRPr="00816719">
      <w:rPr>
        <w:bCs/>
        <w:sz w:val="12"/>
        <w:szCs w:val="12"/>
      </w:rPr>
      <w:fldChar w:fldCharType="begin"/>
    </w:r>
    <w:r w:rsidRPr="00816719">
      <w:rPr>
        <w:bCs/>
        <w:sz w:val="12"/>
        <w:szCs w:val="12"/>
      </w:rPr>
      <w:instrText>PAGE</w:instrText>
    </w:r>
    <w:r w:rsidRPr="00816719">
      <w:rPr>
        <w:bCs/>
        <w:sz w:val="12"/>
        <w:szCs w:val="12"/>
      </w:rPr>
      <w:fldChar w:fldCharType="separate"/>
    </w:r>
    <w:r w:rsidR="00513913">
      <w:rPr>
        <w:bCs/>
        <w:noProof/>
        <w:sz w:val="12"/>
        <w:szCs w:val="12"/>
      </w:rPr>
      <w:t>3</w:t>
    </w:r>
    <w:r w:rsidRPr="00816719">
      <w:rPr>
        <w:bCs/>
        <w:sz w:val="12"/>
        <w:szCs w:val="12"/>
      </w:rPr>
      <w:fldChar w:fldCharType="end"/>
    </w:r>
    <w:r w:rsidRPr="00816719">
      <w:rPr>
        <w:sz w:val="12"/>
        <w:szCs w:val="12"/>
        <w:lang w:val="de-DE"/>
      </w:rPr>
      <w:t xml:space="preserve"> </w:t>
    </w:r>
    <w:r>
      <w:rPr>
        <w:sz w:val="12"/>
        <w:szCs w:val="12"/>
        <w:lang w:val="de-DE"/>
      </w:rPr>
      <w:t>von</w:t>
    </w:r>
    <w:r w:rsidRPr="00816719">
      <w:rPr>
        <w:sz w:val="12"/>
        <w:szCs w:val="12"/>
        <w:lang w:val="de-DE"/>
      </w:rPr>
      <w:t xml:space="preserve"> </w:t>
    </w:r>
    <w:r w:rsidRPr="00816719">
      <w:rPr>
        <w:bCs/>
        <w:sz w:val="12"/>
        <w:szCs w:val="12"/>
      </w:rPr>
      <w:fldChar w:fldCharType="begin"/>
    </w:r>
    <w:r w:rsidRPr="00816719">
      <w:rPr>
        <w:bCs/>
        <w:sz w:val="12"/>
        <w:szCs w:val="12"/>
      </w:rPr>
      <w:instrText>NUMPAGES</w:instrText>
    </w:r>
    <w:r w:rsidRPr="00816719">
      <w:rPr>
        <w:bCs/>
        <w:sz w:val="12"/>
        <w:szCs w:val="12"/>
      </w:rPr>
      <w:fldChar w:fldCharType="separate"/>
    </w:r>
    <w:r w:rsidR="00513913">
      <w:rPr>
        <w:bCs/>
        <w:noProof/>
        <w:sz w:val="12"/>
        <w:szCs w:val="12"/>
      </w:rPr>
      <w:t>3</w:t>
    </w:r>
    <w:r w:rsidRPr="00816719">
      <w:rPr>
        <w:bCs/>
        <w:sz w:val="12"/>
        <w:szCs w:val="12"/>
      </w:rPr>
      <w:fldChar w:fldCharType="end"/>
    </w:r>
    <w:r w:rsidRPr="00816719">
      <w:rPr>
        <w:bCs/>
        <w:sz w:val="12"/>
        <w:szCs w:val="12"/>
      </w:rPr>
      <w:tab/>
    </w:r>
  </w:p>
  <w:p w14:paraId="4F949EC0" w14:textId="77777777" w:rsidR="0075051A" w:rsidRPr="00791E95" w:rsidRDefault="0075051A">
    <w:pPr>
      <w:pStyle w:val="Fuzeile"/>
    </w:pPr>
  </w:p>
  <w:p w14:paraId="139B145A" w14:textId="77777777" w:rsidR="0075051A" w:rsidRDefault="007505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D4293" w14:textId="77777777" w:rsidR="0075051A" w:rsidRDefault="0075051A" w:rsidP="0005132C">
      <w:r>
        <w:separator/>
      </w:r>
    </w:p>
    <w:p w14:paraId="39900042" w14:textId="77777777" w:rsidR="0075051A" w:rsidRDefault="0075051A" w:rsidP="0005132C"/>
  </w:footnote>
  <w:footnote w:type="continuationSeparator" w:id="0">
    <w:p w14:paraId="51C9AC69" w14:textId="77777777" w:rsidR="0075051A" w:rsidRDefault="0075051A" w:rsidP="0005132C">
      <w:r>
        <w:continuationSeparator/>
      </w:r>
    </w:p>
    <w:p w14:paraId="40E821DE" w14:textId="77777777" w:rsidR="0075051A" w:rsidRDefault="0075051A" w:rsidP="0005132C"/>
  </w:footnote>
  <w:footnote w:type="continuationNotice" w:id="1">
    <w:p w14:paraId="61F1A8CB" w14:textId="77777777" w:rsidR="00B43AF5" w:rsidRDefault="00B43AF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78F1EB" w14:textId="77777777" w:rsidR="0075051A" w:rsidRPr="008A5208" w:rsidRDefault="0075051A" w:rsidP="0005132C">
    <w:pPr>
      <w:pStyle w:val="Kopfzeile"/>
    </w:pPr>
    <w:r>
      <w:rPr>
        <w:noProof/>
        <w:lang w:val="de-DE"/>
      </w:rPr>
      <w:drawing>
        <wp:anchor distT="0" distB="0" distL="114300" distR="114300" simplePos="0" relativeHeight="251658243" behindDoc="1" locked="1" layoutInCell="0" allowOverlap="1" wp14:anchorId="7CEC226B" wp14:editId="09F14DA6">
          <wp:simplePos x="0" y="0"/>
          <wp:positionH relativeFrom="column">
            <wp:posOffset>4288155</wp:posOffset>
          </wp:positionH>
          <wp:positionV relativeFrom="margin">
            <wp:posOffset>-1642110</wp:posOffset>
          </wp:positionV>
          <wp:extent cx="1857600" cy="792000"/>
          <wp:effectExtent l="0" t="0" r="0" b="0"/>
          <wp:wrapNone/>
          <wp:docPr id="39"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8244" behindDoc="0" locked="1" layoutInCell="1" allowOverlap="1" wp14:anchorId="093C86A4" wp14:editId="7205F0EE">
              <wp:simplePos x="0" y="0"/>
              <wp:positionH relativeFrom="column">
                <wp:posOffset>-79375</wp:posOffset>
              </wp:positionH>
              <wp:positionV relativeFrom="page">
                <wp:posOffset>575945</wp:posOffset>
              </wp:positionV>
              <wp:extent cx="2660400" cy="336550"/>
              <wp:effectExtent l="0" t="0" r="0" b="6350"/>
              <wp:wrapNone/>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400"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780B5C" w14:textId="77777777" w:rsidR="0075051A" w:rsidRPr="00C372E1" w:rsidRDefault="0075051A"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093C86A4" id="_x0000_t202" coordsize="21600,21600" o:spt="202" path="m,l,21600r21600,l21600,xe">
              <v:stroke joinstyle="miter"/>
              <v:path gradientshapeok="t" o:connecttype="rect"/>
            </v:shapetype>
            <v:shape id="Textfeld 2" o:spid="_x0000_s1026" type="#_x0000_t202" style="position:absolute;margin-left:-6.25pt;margin-top:45.35pt;width:209.5pt;height:26.5pt;z-index:251658244;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" filled="f" stroked="f">
              <v:textbox style="mso-fit-shape-to-text:t">
                <w:txbxContent>
                  <w:p w14:paraId="6B780B5C" w14:textId="77777777" w:rsidR="0075051A" w:rsidRPr="00C372E1" w:rsidRDefault="0075051A" w:rsidP="00A65156">
                    <w:pPr>
                      <w:rPr>
                        <w:rFonts w:ascii="Century Gothic" w:hAnsi="Century Gothic"/>
                        <w:b/>
                        <w:bCs/>
                        <w:color w:val="0062C8"/>
                        <w:sz w:val="28"/>
                        <w:szCs w:val="28"/>
                        <w:lang w:val="de-DE"/>
                      </w:rPr>
                    </w:pPr>
                    <w:r w:rsidRPr="00C372E1">
                      <w:rPr>
                        <w:rFonts w:ascii="Century Gothic" w:hAnsi="Century Gothic"/>
                        <w:b/>
                        <w:bCs/>
                        <w:color w:val="0062C8"/>
                        <w:sz w:val="28"/>
                        <w:szCs w:val="28"/>
                        <w:lang w:val="de-DE"/>
                      </w:rPr>
                      <w:t>PRESSEINFORMATION</w:t>
                    </w:r>
                  </w:p>
                </w:txbxContent>
              </v:textbox>
              <w10:wrap anchory="page"/>
              <w10:anchorlock/>
            </v:shape>
          </w:pict>
        </mc:Fallback>
      </mc:AlternateContent>
    </w:r>
    <w:r w:rsidRPr="008A5208">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E7E5" w14:textId="77777777" w:rsidR="0075051A" w:rsidRPr="00AD4076" w:rsidRDefault="0075051A" w:rsidP="00AD4076">
    <w:pPr>
      <w:pStyle w:val="Kopfzeile"/>
      <w:rPr>
        <w:color w:val="000000"/>
        <w:sz w:val="28"/>
        <w:szCs w:val="28"/>
        <w:lang w:val="de-DE"/>
      </w:rPr>
    </w:pPr>
    <w:r>
      <w:rPr>
        <w:noProof/>
        <w:lang w:val="de-DE"/>
      </w:rPr>
      <w:drawing>
        <wp:anchor distT="0" distB="0" distL="114300" distR="114300" simplePos="0" relativeHeight="251658240" behindDoc="1" locked="1" layoutInCell="0" allowOverlap="0" wp14:anchorId="68F8D2DE" wp14:editId="2CBE8AF5">
          <wp:simplePos x="0" y="0"/>
          <wp:positionH relativeFrom="column">
            <wp:posOffset>4288155</wp:posOffset>
          </wp:positionH>
          <wp:positionV relativeFrom="margin">
            <wp:posOffset>-1643380</wp:posOffset>
          </wp:positionV>
          <wp:extent cx="1857600" cy="792000"/>
          <wp:effectExtent l="0" t="0" r="0" b="0"/>
          <wp:wrapNone/>
          <wp:docPr id="40"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l="10344" r="9050" b="11380"/>
                  <a:stretch>
                    <a:fillRect/>
                  </a:stretch>
                </pic:blipFill>
                <pic:spPr bwMode="auto">
                  <a:xfrm>
                    <a:off x="0" y="0"/>
                    <a:ext cx="1857600" cy="7920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DE"/>
      </w:rPr>
      <mc:AlternateContent>
        <mc:Choice Requires="wps">
          <w:drawing>
            <wp:anchor distT="45720" distB="45720" distL="114300" distR="114300" simplePos="0" relativeHeight="251658242" behindDoc="0" locked="1" layoutInCell="1" allowOverlap="1" wp14:anchorId="24E59998" wp14:editId="174225BA">
              <wp:simplePos x="0" y="0"/>
              <wp:positionH relativeFrom="column">
                <wp:posOffset>-90170</wp:posOffset>
              </wp:positionH>
              <wp:positionV relativeFrom="page">
                <wp:posOffset>545465</wp:posOffset>
              </wp:positionV>
              <wp:extent cx="2660015" cy="336550"/>
              <wp:effectExtent l="0" t="0" r="0" b="0"/>
              <wp:wrapNone/>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0015" cy="3365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7A664B" w14:textId="77777777" w:rsidR="0075051A" w:rsidRPr="00C372E1" w:rsidRDefault="0075051A"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24E59998" id="_x0000_t202" coordsize="21600,21600" o:spt="202" path="m,l,21600r21600,l21600,xe">
              <v:stroke joinstyle="miter"/>
              <v:path gradientshapeok="t" o:connecttype="rect"/>
            </v:shapetype>
            <v:shape id="_x0000_s1027" type="#_x0000_t202" style="position:absolute;margin-left:-7.1pt;margin-top:42.95pt;width:209.45pt;height:26.5pt;z-index:251658242;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" filled="f" stroked="f">
              <v:textbox style="mso-fit-shape-to-text:t">
                <w:txbxContent>
                  <w:p w14:paraId="227A664B" w14:textId="77777777" w:rsidR="0075051A" w:rsidRPr="00C372E1" w:rsidRDefault="0075051A" w:rsidP="006A3D98">
                    <w:pPr>
                      <w:rPr>
                        <w:rFonts w:ascii="Century Gothic" w:hAnsi="Century Gothic"/>
                        <w:b/>
                        <w:bCs/>
                        <w:color w:val="0062C8"/>
                        <w:sz w:val="32"/>
                        <w:szCs w:val="32"/>
                        <w:lang w:val="de-DE"/>
                      </w:rPr>
                    </w:pPr>
                    <w:r w:rsidRPr="00C372E1">
                      <w:rPr>
                        <w:rFonts w:ascii="Century Gothic" w:hAnsi="Century Gothic"/>
                        <w:b/>
                        <w:bCs/>
                        <w:color w:val="0062C8"/>
                        <w:sz w:val="32"/>
                        <w:szCs w:val="32"/>
                        <w:lang w:val="de-DE"/>
                      </w:rPr>
                      <w:t>PRESSEINFORMATION</w:t>
                    </w:r>
                  </w:p>
                </w:txbxContent>
              </v:textbox>
              <w10:wrap anchory="page"/>
              <w10:anchorlock/>
            </v:shape>
          </w:pict>
        </mc:Fallback>
      </mc:AlternateContent>
    </w:r>
  </w:p>
  <w:p w14:paraId="0DC1077F" w14:textId="77777777" w:rsidR="0075051A" w:rsidRPr="00AD4076" w:rsidRDefault="0075051A">
    <w:pPr>
      <w:pStyle w:val="Kopfzeile"/>
      <w:rPr>
        <w:b/>
        <w:bCs/>
        <w:color w:val="0062C8"/>
        <w:sz w:val="28"/>
        <w:szCs w:val="28"/>
      </w:rPr>
    </w:pPr>
    <w:r>
      <w:rPr>
        <w:b/>
        <w:bCs/>
        <w:noProof/>
        <w:color w:val="0062C8"/>
        <w:sz w:val="28"/>
        <w:szCs w:val="28"/>
        <w:lang w:val="de-DE"/>
      </w:rPr>
      <mc:AlternateContent>
        <mc:Choice Requires="wps">
          <w:drawing>
            <wp:anchor distT="0" distB="0" distL="114300" distR="114300" simplePos="0" relativeHeight="251658241" behindDoc="1" locked="1" layoutInCell="1" allowOverlap="1" wp14:anchorId="5FAE0B50" wp14:editId="32F4E57D">
              <wp:simplePos x="0" y="0"/>
              <wp:positionH relativeFrom="column">
                <wp:posOffset>4472940</wp:posOffset>
              </wp:positionH>
              <wp:positionV relativeFrom="page">
                <wp:posOffset>2036445</wp:posOffset>
              </wp:positionV>
              <wp:extent cx="1670050" cy="946785"/>
              <wp:effectExtent l="0" t="0" r="0" b="5715"/>
              <wp:wrapNone/>
              <wp:docPr id="1" name="Textfeld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0" cy="9467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E8399B" w14:textId="77777777" w:rsidR="0075051A" w:rsidRPr="00C372E1" w:rsidRDefault="0075051A"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6F69572"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1CD021B7"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77AA2126"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54C6AD6F" w14:textId="77777777" w:rsidR="0075051A" w:rsidRPr="00C372E1" w:rsidRDefault="0075051A"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64F85443" w14:textId="77777777" w:rsidR="0075051A" w:rsidRPr="00C372E1" w:rsidRDefault="0075051A"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wps:txbx>
                    <wps:bodyPr rot="0" vert="horz" wrap="square" lIns="0" tIns="0" rIns="9144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FAE0B50" id="Textfeld 12" o:spid="_x0000_s1028" type="#_x0000_t202" style="position:absolute;margin-left:352.2pt;margin-top:160.35pt;width:131.5pt;height:74.55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" filled="f" stroked="f">
              <v:textbox inset="0,0,,0">
                <w:txbxContent>
                  <w:p w14:paraId="0BE8399B" w14:textId="77777777" w:rsidR="0075051A" w:rsidRPr="00C372E1" w:rsidRDefault="0075051A" w:rsidP="00A65156">
                    <w:pPr>
                      <w:pStyle w:val="KeinAbsatzformat"/>
                      <w:tabs>
                        <w:tab w:val="right" w:pos="2721"/>
                      </w:tabs>
                      <w:suppressAutoHyphens/>
                      <w:spacing w:line="360" w:lineRule="auto"/>
                      <w:jc w:val="right"/>
                      <w:rPr>
                        <w:rFonts w:ascii="Century Gothic" w:hAnsi="Century Gothic" w:cs="Arial"/>
                        <w:b/>
                        <w:color w:val="0062C8"/>
                        <w:sz w:val="16"/>
                        <w:szCs w:val="16"/>
                        <w:lang w:val="en-US"/>
                      </w:rPr>
                    </w:pPr>
                    <w:r w:rsidRPr="00C372E1">
                      <w:rPr>
                        <w:rFonts w:ascii="Century Gothic" w:hAnsi="Century Gothic" w:cs="Arial"/>
                        <w:b/>
                        <w:color w:val="0062C8"/>
                        <w:sz w:val="16"/>
                        <w:szCs w:val="16"/>
                        <w:lang w:val="en-US"/>
                      </w:rPr>
                      <w:t>Uponor GmbH</w:t>
                    </w:r>
                  </w:p>
                  <w:p w14:paraId="66F69572"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 Freytag</w:t>
                    </w:r>
                  </w:p>
                  <w:p w14:paraId="1CD021B7"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Public Relations Manager</w:t>
                    </w:r>
                  </w:p>
                  <w:p w14:paraId="77AA2126" w14:textId="77777777" w:rsidR="0075051A" w:rsidRPr="00C372E1" w:rsidRDefault="0075051A" w:rsidP="00207A89">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Building Solutions Europe</w:t>
                    </w:r>
                  </w:p>
                  <w:p w14:paraId="54C6AD6F" w14:textId="77777777" w:rsidR="0075051A" w:rsidRPr="00C372E1" w:rsidRDefault="0075051A"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P +49 (9521) 690 848</w:t>
                    </w:r>
                  </w:p>
                  <w:p w14:paraId="64F85443" w14:textId="77777777" w:rsidR="0075051A" w:rsidRPr="00C372E1" w:rsidRDefault="0075051A" w:rsidP="001D0EA5">
                    <w:pPr>
                      <w:pStyle w:val="KeinAbsatzformat"/>
                      <w:tabs>
                        <w:tab w:val="right" w:pos="2721"/>
                      </w:tabs>
                      <w:suppressAutoHyphens/>
                      <w:spacing w:line="240" w:lineRule="auto"/>
                      <w:jc w:val="right"/>
                      <w:rPr>
                        <w:rFonts w:ascii="Century Gothic" w:hAnsi="Century Gothic" w:cs="Arial"/>
                        <w:bCs/>
                        <w:color w:val="0062C8"/>
                        <w:sz w:val="16"/>
                        <w:szCs w:val="16"/>
                        <w:lang w:val="en-US"/>
                      </w:rPr>
                    </w:pPr>
                    <w:r w:rsidRPr="00C372E1">
                      <w:rPr>
                        <w:rFonts w:ascii="Century Gothic" w:hAnsi="Century Gothic" w:cs="Arial"/>
                        <w:bCs/>
                        <w:color w:val="0062C8"/>
                        <w:sz w:val="16"/>
                        <w:szCs w:val="16"/>
                        <w:lang w:val="en-US"/>
                      </w:rPr>
                      <w:t>michaela.freytag@uponor.com</w:t>
                    </w:r>
                  </w:p>
                </w:txbxContent>
              </v:textbox>
              <w10:wrap anchory="page"/>
              <w10:anchorlock/>
            </v:shape>
          </w:pict>
        </mc:Fallback>
      </mc:AlternateContent>
    </w:r>
    <w:r>
      <w:rPr>
        <w:noProof/>
        <w:lang w:val="de-DE"/>
      </w:rPr>
      <mc:AlternateContent>
        <mc:Choice Requires="wps">
          <w:drawing>
            <wp:anchor distT="45720" distB="45720" distL="114300" distR="114300" simplePos="0" relativeHeight="251658245" behindDoc="1" locked="1" layoutInCell="1" allowOverlap="1" wp14:anchorId="7814B5B0" wp14:editId="4D8B1381">
              <wp:simplePos x="0" y="0"/>
              <wp:positionH relativeFrom="column">
                <wp:posOffset>-88900</wp:posOffset>
              </wp:positionH>
              <wp:positionV relativeFrom="page">
                <wp:posOffset>1557020</wp:posOffset>
              </wp:positionV>
              <wp:extent cx="1901190" cy="284480"/>
              <wp:effectExtent l="0" t="0" r="0" b="762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01190" cy="284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8762A" w14:textId="77777777" w:rsidR="0075051A" w:rsidRPr="00C372E1" w:rsidRDefault="0075051A" w:rsidP="00891E07">
                          <w:pPr>
                            <w:rPr>
                              <w:rFonts w:ascii="Century Gothic" w:hAnsi="Century Gothic"/>
                              <w:color w:val="0062C8"/>
                            </w:rPr>
                          </w:pPr>
                          <w:r w:rsidRPr="00C372E1">
                            <w:rPr>
                              <w:rFonts w:ascii="Century Gothic" w:hAnsi="Century Gothic"/>
                              <w:b/>
                              <w:bCs/>
                              <w:color w:val="0062C8"/>
                            </w:rPr>
                            <w:t>#</w:t>
                          </w:r>
                          <w:r>
                            <w:rPr>
                              <w:rFonts w:ascii="Century Gothic" w:hAnsi="Century Gothic"/>
                              <w:b/>
                              <w:bCs/>
                              <w:color w:val="0062C8"/>
                            </w:rPr>
                            <w:t>CorporateNews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7814B5B0" id="_x0000_s1029" type="#_x0000_t202" style="position:absolute;margin-left:-7pt;margin-top:122.6pt;width:149.7pt;height:22.4pt;z-index:-251658235;visibility:visible;mso-wrap-style:square;mso-width-percent:0;mso-height-percent:200;mso-wrap-distance-left:9pt;mso-wrap-distance-top:3.6pt;mso-wrap-distance-right:9pt;mso-wrap-distance-bottom:3.6pt;mso-position-horizontal:absolute;mso-position-horizontal-relative:text;mso-position-vertical:absolute;mso-position-vertical-relative:page;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" filled="f" stroked="f">
              <v:textbox style="mso-fit-shape-to-text:t">
                <w:txbxContent>
                  <w:p w14:paraId="24B8762A" w14:textId="77777777" w:rsidR="0075051A" w:rsidRPr="00C372E1" w:rsidRDefault="0075051A" w:rsidP="00891E07">
                    <w:pPr>
                      <w:rPr>
                        <w:rFonts w:ascii="Century Gothic" w:hAnsi="Century Gothic"/>
                        <w:color w:val="0062C8"/>
                      </w:rPr>
                    </w:pPr>
                    <w:r w:rsidRPr="00C372E1">
                      <w:rPr>
                        <w:rFonts w:ascii="Century Gothic" w:hAnsi="Century Gothic"/>
                        <w:b/>
                        <w:bCs/>
                        <w:color w:val="0062C8"/>
                      </w:rPr>
                      <w:t>#</w:t>
                    </w:r>
                    <w:r>
                      <w:rPr>
                        <w:rFonts w:ascii="Century Gothic" w:hAnsi="Century Gothic"/>
                        <w:b/>
                        <w:bCs/>
                        <w:color w:val="0062C8"/>
                      </w:rPr>
                      <w:t>CorporateNews</w:t>
                    </w:r>
                  </w:p>
                </w:txbxContent>
              </v:textbox>
              <w10:wrap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B42A5D6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AEC70D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476893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25053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59E61D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46DCE3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182AD0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5C02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D4CF79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6DA43C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FE17EA"/>
    <w:multiLevelType w:val="hybridMultilevel"/>
    <w:tmpl w:val="A6766A72"/>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04F26196"/>
    <w:multiLevelType w:val="hybridMultilevel"/>
    <w:tmpl w:val="EC724F1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176D536A"/>
    <w:multiLevelType w:val="hybridMultilevel"/>
    <w:tmpl w:val="94FE74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5B06B9A"/>
    <w:multiLevelType w:val="hybridMultilevel"/>
    <w:tmpl w:val="9DCC25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99F4F7F"/>
    <w:multiLevelType w:val="hybridMultilevel"/>
    <w:tmpl w:val="F4CA79DE"/>
    <w:lvl w:ilvl="0" w:tplc="37D68344">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19C4557"/>
    <w:multiLevelType w:val="hybridMultilevel"/>
    <w:tmpl w:val="3F002C0C"/>
    <w:lvl w:ilvl="0" w:tplc="E2D83E60">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4FB80B6C"/>
    <w:multiLevelType w:val="hybridMultilevel"/>
    <w:tmpl w:val="A194365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6BF3159"/>
    <w:multiLevelType w:val="hybridMultilevel"/>
    <w:tmpl w:val="FC5C1BF2"/>
    <w:lvl w:ilvl="0" w:tplc="0E9A9D66">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18" w15:restartNumberingAfterBreak="0">
    <w:nsid w:val="5E215996"/>
    <w:multiLevelType w:val="hybridMultilevel"/>
    <w:tmpl w:val="330CDFF0"/>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EC57AA3"/>
    <w:multiLevelType w:val="hybridMultilevel"/>
    <w:tmpl w:val="26A03E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3D2354D"/>
    <w:multiLevelType w:val="hybridMultilevel"/>
    <w:tmpl w:val="A168B052"/>
    <w:lvl w:ilvl="0" w:tplc="AC5CD78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6601118D"/>
    <w:multiLevelType w:val="hybridMultilevel"/>
    <w:tmpl w:val="2006E5F4"/>
    <w:lvl w:ilvl="0" w:tplc="04070001">
      <w:start w:val="1"/>
      <w:numFmt w:val="bullet"/>
      <w:lvlText w:val=""/>
      <w:lvlJc w:val="left"/>
      <w:pPr>
        <w:ind w:left="360" w:hanging="360"/>
      </w:pPr>
      <w:rPr>
        <w:rFonts w:ascii="Symbol" w:hAnsi="Symbol" w:hint="default"/>
        <w:color w:val="A1A1A1"/>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2"/>
  </w:num>
  <w:num w:numId="2">
    <w:abstractNumId w:val="14"/>
  </w:num>
  <w:num w:numId="3">
    <w:abstractNumId w:val="16"/>
  </w:num>
  <w:num w:numId="4">
    <w:abstractNumId w:val="21"/>
  </w:num>
  <w:num w:numId="5">
    <w:abstractNumId w:val="19"/>
  </w:num>
  <w:num w:numId="6">
    <w:abstractNumId w:val="10"/>
  </w:num>
  <w:num w:numId="7">
    <w:abstractNumId w:val="11"/>
  </w:num>
  <w:num w:numId="8">
    <w:abstractNumId w:val="18"/>
  </w:num>
  <w:num w:numId="9">
    <w:abstractNumId w:val="20"/>
  </w:num>
  <w:num w:numId="10">
    <w:abstractNumId w:val="17"/>
  </w:num>
  <w:num w:numId="11">
    <w:abstractNumId w:val="15"/>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ACF"/>
    <w:rsid w:val="00003EE3"/>
    <w:rsid w:val="00015D36"/>
    <w:rsid w:val="000173EE"/>
    <w:rsid w:val="00017ADA"/>
    <w:rsid w:val="00017C8D"/>
    <w:rsid w:val="00020E90"/>
    <w:rsid w:val="00024568"/>
    <w:rsid w:val="000276C4"/>
    <w:rsid w:val="00030EEF"/>
    <w:rsid w:val="000310C1"/>
    <w:rsid w:val="00032B34"/>
    <w:rsid w:val="0003684A"/>
    <w:rsid w:val="00041D62"/>
    <w:rsid w:val="00043386"/>
    <w:rsid w:val="0004587A"/>
    <w:rsid w:val="0005132C"/>
    <w:rsid w:val="0005492A"/>
    <w:rsid w:val="00057A6E"/>
    <w:rsid w:val="00066DCE"/>
    <w:rsid w:val="00075F8B"/>
    <w:rsid w:val="00083DED"/>
    <w:rsid w:val="00085393"/>
    <w:rsid w:val="0009061C"/>
    <w:rsid w:val="00091252"/>
    <w:rsid w:val="0009233F"/>
    <w:rsid w:val="0009392C"/>
    <w:rsid w:val="000A0BC5"/>
    <w:rsid w:val="000A0FE8"/>
    <w:rsid w:val="000A10E7"/>
    <w:rsid w:val="000A2399"/>
    <w:rsid w:val="000A39EE"/>
    <w:rsid w:val="000A6ED3"/>
    <w:rsid w:val="000A70FA"/>
    <w:rsid w:val="000B7456"/>
    <w:rsid w:val="000C18CF"/>
    <w:rsid w:val="000C40E4"/>
    <w:rsid w:val="000C73AF"/>
    <w:rsid w:val="000D1B10"/>
    <w:rsid w:val="000D5F44"/>
    <w:rsid w:val="000D7F6D"/>
    <w:rsid w:val="000E1E40"/>
    <w:rsid w:val="000E2A97"/>
    <w:rsid w:val="000E4BD0"/>
    <w:rsid w:val="000E553B"/>
    <w:rsid w:val="000F2A0D"/>
    <w:rsid w:val="00101FD0"/>
    <w:rsid w:val="00106D9D"/>
    <w:rsid w:val="00106E1A"/>
    <w:rsid w:val="00107397"/>
    <w:rsid w:val="001200F1"/>
    <w:rsid w:val="00132569"/>
    <w:rsid w:val="00134D06"/>
    <w:rsid w:val="001419D5"/>
    <w:rsid w:val="00145C7F"/>
    <w:rsid w:val="00147720"/>
    <w:rsid w:val="00147D8C"/>
    <w:rsid w:val="001547FF"/>
    <w:rsid w:val="0015495F"/>
    <w:rsid w:val="0015643E"/>
    <w:rsid w:val="0016442F"/>
    <w:rsid w:val="00164541"/>
    <w:rsid w:val="00167C1A"/>
    <w:rsid w:val="00180F7A"/>
    <w:rsid w:val="00181C6B"/>
    <w:rsid w:val="00182B47"/>
    <w:rsid w:val="00185B8C"/>
    <w:rsid w:val="00185E3E"/>
    <w:rsid w:val="00190673"/>
    <w:rsid w:val="00195773"/>
    <w:rsid w:val="001A08DF"/>
    <w:rsid w:val="001A4509"/>
    <w:rsid w:val="001A7465"/>
    <w:rsid w:val="001B37B1"/>
    <w:rsid w:val="001B6A2A"/>
    <w:rsid w:val="001B71B8"/>
    <w:rsid w:val="001C648D"/>
    <w:rsid w:val="001C6E2B"/>
    <w:rsid w:val="001D0EA5"/>
    <w:rsid w:val="001D2E41"/>
    <w:rsid w:val="001D300E"/>
    <w:rsid w:val="001D6934"/>
    <w:rsid w:val="001D7853"/>
    <w:rsid w:val="001E0B67"/>
    <w:rsid w:val="001E23C2"/>
    <w:rsid w:val="001E3521"/>
    <w:rsid w:val="001E387C"/>
    <w:rsid w:val="001E438E"/>
    <w:rsid w:val="001E7C3F"/>
    <w:rsid w:val="00207A89"/>
    <w:rsid w:val="00221216"/>
    <w:rsid w:val="00225FE6"/>
    <w:rsid w:val="00237052"/>
    <w:rsid w:val="00246A1A"/>
    <w:rsid w:val="00246FA6"/>
    <w:rsid w:val="00250ACF"/>
    <w:rsid w:val="00255813"/>
    <w:rsid w:val="00256190"/>
    <w:rsid w:val="002637B4"/>
    <w:rsid w:val="00264B1F"/>
    <w:rsid w:val="00267F10"/>
    <w:rsid w:val="002779CD"/>
    <w:rsid w:val="002803C9"/>
    <w:rsid w:val="00287927"/>
    <w:rsid w:val="00290483"/>
    <w:rsid w:val="00296824"/>
    <w:rsid w:val="002A2028"/>
    <w:rsid w:val="002B0027"/>
    <w:rsid w:val="002B1164"/>
    <w:rsid w:val="002B26F6"/>
    <w:rsid w:val="002B624D"/>
    <w:rsid w:val="002C4E27"/>
    <w:rsid w:val="002C5015"/>
    <w:rsid w:val="002D41F7"/>
    <w:rsid w:val="002E22A3"/>
    <w:rsid w:val="002E69FE"/>
    <w:rsid w:val="002F270E"/>
    <w:rsid w:val="002F508A"/>
    <w:rsid w:val="002F68B2"/>
    <w:rsid w:val="0030225E"/>
    <w:rsid w:val="00302D77"/>
    <w:rsid w:val="003059F4"/>
    <w:rsid w:val="003111C3"/>
    <w:rsid w:val="003178D7"/>
    <w:rsid w:val="003205F9"/>
    <w:rsid w:val="00324954"/>
    <w:rsid w:val="00325916"/>
    <w:rsid w:val="003317CF"/>
    <w:rsid w:val="00331C37"/>
    <w:rsid w:val="00334254"/>
    <w:rsid w:val="00335536"/>
    <w:rsid w:val="00340BFF"/>
    <w:rsid w:val="00340DB9"/>
    <w:rsid w:val="003454A3"/>
    <w:rsid w:val="003458B3"/>
    <w:rsid w:val="0034650B"/>
    <w:rsid w:val="00356EBB"/>
    <w:rsid w:val="00360908"/>
    <w:rsid w:val="00362A57"/>
    <w:rsid w:val="0036448F"/>
    <w:rsid w:val="003764F1"/>
    <w:rsid w:val="003778D4"/>
    <w:rsid w:val="003803E8"/>
    <w:rsid w:val="003836C1"/>
    <w:rsid w:val="00386D9D"/>
    <w:rsid w:val="003873CD"/>
    <w:rsid w:val="00392BDC"/>
    <w:rsid w:val="00394A8A"/>
    <w:rsid w:val="003A77F6"/>
    <w:rsid w:val="003C4E51"/>
    <w:rsid w:val="003D5307"/>
    <w:rsid w:val="003D627B"/>
    <w:rsid w:val="003D66DA"/>
    <w:rsid w:val="003D6769"/>
    <w:rsid w:val="003E4EA5"/>
    <w:rsid w:val="003E54C7"/>
    <w:rsid w:val="003E5FAD"/>
    <w:rsid w:val="003E7FCE"/>
    <w:rsid w:val="003F17CA"/>
    <w:rsid w:val="003F2C5C"/>
    <w:rsid w:val="003F3C03"/>
    <w:rsid w:val="003F499C"/>
    <w:rsid w:val="003F52E1"/>
    <w:rsid w:val="003F57FF"/>
    <w:rsid w:val="0040080C"/>
    <w:rsid w:val="00400995"/>
    <w:rsid w:val="004015CF"/>
    <w:rsid w:val="004022C7"/>
    <w:rsid w:val="00403809"/>
    <w:rsid w:val="00407131"/>
    <w:rsid w:val="00412BBE"/>
    <w:rsid w:val="00414190"/>
    <w:rsid w:val="004167EA"/>
    <w:rsid w:val="00416FF5"/>
    <w:rsid w:val="00420251"/>
    <w:rsid w:val="004231FB"/>
    <w:rsid w:val="00423C68"/>
    <w:rsid w:val="0043037E"/>
    <w:rsid w:val="00431D26"/>
    <w:rsid w:val="00433344"/>
    <w:rsid w:val="00434B51"/>
    <w:rsid w:val="0043583D"/>
    <w:rsid w:val="0044020D"/>
    <w:rsid w:val="00450273"/>
    <w:rsid w:val="00451B95"/>
    <w:rsid w:val="00454ACF"/>
    <w:rsid w:val="004553B7"/>
    <w:rsid w:val="004625DC"/>
    <w:rsid w:val="00464A86"/>
    <w:rsid w:val="00467E8D"/>
    <w:rsid w:val="00470B7C"/>
    <w:rsid w:val="00474694"/>
    <w:rsid w:val="00480E3B"/>
    <w:rsid w:val="0048292F"/>
    <w:rsid w:val="00482AD9"/>
    <w:rsid w:val="00483922"/>
    <w:rsid w:val="00497DBB"/>
    <w:rsid w:val="004A15DC"/>
    <w:rsid w:val="004A3F0F"/>
    <w:rsid w:val="004A6006"/>
    <w:rsid w:val="004A7616"/>
    <w:rsid w:val="004B0CC4"/>
    <w:rsid w:val="004B1C07"/>
    <w:rsid w:val="004B4781"/>
    <w:rsid w:val="004B502B"/>
    <w:rsid w:val="004B72AC"/>
    <w:rsid w:val="004B73FF"/>
    <w:rsid w:val="004C0713"/>
    <w:rsid w:val="004C140A"/>
    <w:rsid w:val="004C2E4A"/>
    <w:rsid w:val="004D0B5B"/>
    <w:rsid w:val="004D1323"/>
    <w:rsid w:val="004D18F8"/>
    <w:rsid w:val="004D208C"/>
    <w:rsid w:val="004D67CD"/>
    <w:rsid w:val="004E0EBF"/>
    <w:rsid w:val="004F503C"/>
    <w:rsid w:val="004F6F0D"/>
    <w:rsid w:val="00503668"/>
    <w:rsid w:val="005053A9"/>
    <w:rsid w:val="00510AE2"/>
    <w:rsid w:val="00511141"/>
    <w:rsid w:val="00513913"/>
    <w:rsid w:val="00520735"/>
    <w:rsid w:val="00520DFD"/>
    <w:rsid w:val="00523A66"/>
    <w:rsid w:val="00527127"/>
    <w:rsid w:val="00530BE3"/>
    <w:rsid w:val="005328C3"/>
    <w:rsid w:val="0053751E"/>
    <w:rsid w:val="0055422F"/>
    <w:rsid w:val="00561181"/>
    <w:rsid w:val="005730D4"/>
    <w:rsid w:val="00574AF1"/>
    <w:rsid w:val="00582739"/>
    <w:rsid w:val="0059524A"/>
    <w:rsid w:val="005A0CE5"/>
    <w:rsid w:val="005A18D2"/>
    <w:rsid w:val="005B08CA"/>
    <w:rsid w:val="005C1022"/>
    <w:rsid w:val="005C11EF"/>
    <w:rsid w:val="005C35D9"/>
    <w:rsid w:val="005C464F"/>
    <w:rsid w:val="005C4C35"/>
    <w:rsid w:val="005C4C5E"/>
    <w:rsid w:val="005C60DA"/>
    <w:rsid w:val="005D271E"/>
    <w:rsid w:val="005D4195"/>
    <w:rsid w:val="005E277F"/>
    <w:rsid w:val="005E2A9A"/>
    <w:rsid w:val="005E791A"/>
    <w:rsid w:val="005F1134"/>
    <w:rsid w:val="005F4A81"/>
    <w:rsid w:val="005F5132"/>
    <w:rsid w:val="005F5CEA"/>
    <w:rsid w:val="006015E7"/>
    <w:rsid w:val="00605F8E"/>
    <w:rsid w:val="006106E0"/>
    <w:rsid w:val="00612D4D"/>
    <w:rsid w:val="00615BED"/>
    <w:rsid w:val="00616AD5"/>
    <w:rsid w:val="00617B6A"/>
    <w:rsid w:val="00625BF0"/>
    <w:rsid w:val="0062741F"/>
    <w:rsid w:val="00630FEE"/>
    <w:rsid w:val="00634786"/>
    <w:rsid w:val="00643D33"/>
    <w:rsid w:val="00646893"/>
    <w:rsid w:val="006479E7"/>
    <w:rsid w:val="00655AE9"/>
    <w:rsid w:val="00655F9A"/>
    <w:rsid w:val="00665633"/>
    <w:rsid w:val="0067262F"/>
    <w:rsid w:val="00680099"/>
    <w:rsid w:val="00683E5E"/>
    <w:rsid w:val="00685849"/>
    <w:rsid w:val="00686E01"/>
    <w:rsid w:val="006875BE"/>
    <w:rsid w:val="00692354"/>
    <w:rsid w:val="006926C2"/>
    <w:rsid w:val="00693552"/>
    <w:rsid w:val="006A2C89"/>
    <w:rsid w:val="006A316C"/>
    <w:rsid w:val="006A34B9"/>
    <w:rsid w:val="006A3D98"/>
    <w:rsid w:val="006A421D"/>
    <w:rsid w:val="006A5BDD"/>
    <w:rsid w:val="006A6538"/>
    <w:rsid w:val="006A67DF"/>
    <w:rsid w:val="006B19B0"/>
    <w:rsid w:val="006B1FF9"/>
    <w:rsid w:val="006B4F7C"/>
    <w:rsid w:val="006B7067"/>
    <w:rsid w:val="006C061A"/>
    <w:rsid w:val="006C0D43"/>
    <w:rsid w:val="006C0EC5"/>
    <w:rsid w:val="006C3B9C"/>
    <w:rsid w:val="006C4300"/>
    <w:rsid w:val="006C5DDC"/>
    <w:rsid w:val="006C6DC3"/>
    <w:rsid w:val="006D1E81"/>
    <w:rsid w:val="006D7FB8"/>
    <w:rsid w:val="006E0D39"/>
    <w:rsid w:val="006E4C6B"/>
    <w:rsid w:val="006E4D2C"/>
    <w:rsid w:val="006F0963"/>
    <w:rsid w:val="006F674D"/>
    <w:rsid w:val="00707542"/>
    <w:rsid w:val="0071112F"/>
    <w:rsid w:val="00715211"/>
    <w:rsid w:val="00723FBB"/>
    <w:rsid w:val="00732012"/>
    <w:rsid w:val="00734192"/>
    <w:rsid w:val="00737E2F"/>
    <w:rsid w:val="00740A45"/>
    <w:rsid w:val="00740DEE"/>
    <w:rsid w:val="00745C7E"/>
    <w:rsid w:val="0074672C"/>
    <w:rsid w:val="0075051A"/>
    <w:rsid w:val="007528C0"/>
    <w:rsid w:val="0075364C"/>
    <w:rsid w:val="00756DCD"/>
    <w:rsid w:val="00760070"/>
    <w:rsid w:val="007615F2"/>
    <w:rsid w:val="00762DDA"/>
    <w:rsid w:val="0076570C"/>
    <w:rsid w:val="0077243D"/>
    <w:rsid w:val="00775AE2"/>
    <w:rsid w:val="007778F9"/>
    <w:rsid w:val="00782B03"/>
    <w:rsid w:val="00791E95"/>
    <w:rsid w:val="007927E8"/>
    <w:rsid w:val="007A0DEE"/>
    <w:rsid w:val="007A45E1"/>
    <w:rsid w:val="007A7CF7"/>
    <w:rsid w:val="007B36F8"/>
    <w:rsid w:val="007C1517"/>
    <w:rsid w:val="007C51CE"/>
    <w:rsid w:val="007C6C26"/>
    <w:rsid w:val="007C72B3"/>
    <w:rsid w:val="007C7906"/>
    <w:rsid w:val="007D4D3E"/>
    <w:rsid w:val="007D54A6"/>
    <w:rsid w:val="007D6A51"/>
    <w:rsid w:val="007E191C"/>
    <w:rsid w:val="007E2ED6"/>
    <w:rsid w:val="007E63DD"/>
    <w:rsid w:val="007F4810"/>
    <w:rsid w:val="00802F56"/>
    <w:rsid w:val="00803B88"/>
    <w:rsid w:val="00805340"/>
    <w:rsid w:val="00805419"/>
    <w:rsid w:val="008059F8"/>
    <w:rsid w:val="008063F5"/>
    <w:rsid w:val="0081063D"/>
    <w:rsid w:val="008162FF"/>
    <w:rsid w:val="00816719"/>
    <w:rsid w:val="008303E4"/>
    <w:rsid w:val="008369D1"/>
    <w:rsid w:val="00837AC1"/>
    <w:rsid w:val="00841C29"/>
    <w:rsid w:val="008445B6"/>
    <w:rsid w:val="00845BAC"/>
    <w:rsid w:val="00846F34"/>
    <w:rsid w:val="008474F5"/>
    <w:rsid w:val="00852EA8"/>
    <w:rsid w:val="0085387B"/>
    <w:rsid w:val="00855200"/>
    <w:rsid w:val="0085627F"/>
    <w:rsid w:val="00856F53"/>
    <w:rsid w:val="00861DC8"/>
    <w:rsid w:val="00865ADB"/>
    <w:rsid w:val="00867332"/>
    <w:rsid w:val="00870836"/>
    <w:rsid w:val="00871A45"/>
    <w:rsid w:val="008757D5"/>
    <w:rsid w:val="00875D51"/>
    <w:rsid w:val="0088303D"/>
    <w:rsid w:val="008870E1"/>
    <w:rsid w:val="00890467"/>
    <w:rsid w:val="00891E07"/>
    <w:rsid w:val="0089301E"/>
    <w:rsid w:val="0089519E"/>
    <w:rsid w:val="00895CF1"/>
    <w:rsid w:val="00895E7D"/>
    <w:rsid w:val="008A0896"/>
    <w:rsid w:val="008A2E8D"/>
    <w:rsid w:val="008A35F7"/>
    <w:rsid w:val="008A5208"/>
    <w:rsid w:val="008A7B94"/>
    <w:rsid w:val="008B1C11"/>
    <w:rsid w:val="008C417C"/>
    <w:rsid w:val="008C5DAB"/>
    <w:rsid w:val="008C65CB"/>
    <w:rsid w:val="008D196D"/>
    <w:rsid w:val="008D2285"/>
    <w:rsid w:val="008D6453"/>
    <w:rsid w:val="008E0904"/>
    <w:rsid w:val="008E1378"/>
    <w:rsid w:val="008F196D"/>
    <w:rsid w:val="008F2162"/>
    <w:rsid w:val="008F6289"/>
    <w:rsid w:val="008F65F2"/>
    <w:rsid w:val="00902353"/>
    <w:rsid w:val="00905220"/>
    <w:rsid w:val="00910EFF"/>
    <w:rsid w:val="00917A3F"/>
    <w:rsid w:val="00917D59"/>
    <w:rsid w:val="009214AA"/>
    <w:rsid w:val="0092415F"/>
    <w:rsid w:val="00925BF4"/>
    <w:rsid w:val="009265BA"/>
    <w:rsid w:val="00926BFD"/>
    <w:rsid w:val="00933EEC"/>
    <w:rsid w:val="00942611"/>
    <w:rsid w:val="00944D68"/>
    <w:rsid w:val="009459E9"/>
    <w:rsid w:val="00946B06"/>
    <w:rsid w:val="0095033B"/>
    <w:rsid w:val="009509C0"/>
    <w:rsid w:val="0095228B"/>
    <w:rsid w:val="0095332D"/>
    <w:rsid w:val="00966FAA"/>
    <w:rsid w:val="00976271"/>
    <w:rsid w:val="00977026"/>
    <w:rsid w:val="009848CD"/>
    <w:rsid w:val="009938FF"/>
    <w:rsid w:val="009A0DF0"/>
    <w:rsid w:val="009A18A1"/>
    <w:rsid w:val="009A1A5A"/>
    <w:rsid w:val="009A2C36"/>
    <w:rsid w:val="009A34B8"/>
    <w:rsid w:val="009B1F54"/>
    <w:rsid w:val="009B4EA6"/>
    <w:rsid w:val="009C3167"/>
    <w:rsid w:val="009C391E"/>
    <w:rsid w:val="009E367A"/>
    <w:rsid w:val="009E49F6"/>
    <w:rsid w:val="009F114E"/>
    <w:rsid w:val="00A02340"/>
    <w:rsid w:val="00A024BE"/>
    <w:rsid w:val="00A157E6"/>
    <w:rsid w:val="00A171F5"/>
    <w:rsid w:val="00A229DA"/>
    <w:rsid w:val="00A23282"/>
    <w:rsid w:val="00A2632C"/>
    <w:rsid w:val="00A41352"/>
    <w:rsid w:val="00A42501"/>
    <w:rsid w:val="00A503D2"/>
    <w:rsid w:val="00A50663"/>
    <w:rsid w:val="00A51ED2"/>
    <w:rsid w:val="00A526CB"/>
    <w:rsid w:val="00A53A99"/>
    <w:rsid w:val="00A63EF0"/>
    <w:rsid w:val="00A65156"/>
    <w:rsid w:val="00A65BD8"/>
    <w:rsid w:val="00A72C74"/>
    <w:rsid w:val="00A7409E"/>
    <w:rsid w:val="00A7427B"/>
    <w:rsid w:val="00A74F80"/>
    <w:rsid w:val="00A802F6"/>
    <w:rsid w:val="00A81AD4"/>
    <w:rsid w:val="00A86786"/>
    <w:rsid w:val="00A87392"/>
    <w:rsid w:val="00A936BA"/>
    <w:rsid w:val="00A95ED2"/>
    <w:rsid w:val="00A96398"/>
    <w:rsid w:val="00AA010B"/>
    <w:rsid w:val="00AA2969"/>
    <w:rsid w:val="00AA3C6A"/>
    <w:rsid w:val="00AA7EB6"/>
    <w:rsid w:val="00AB289F"/>
    <w:rsid w:val="00AC1EA6"/>
    <w:rsid w:val="00AC2A52"/>
    <w:rsid w:val="00AD4076"/>
    <w:rsid w:val="00AD4E79"/>
    <w:rsid w:val="00AD51FA"/>
    <w:rsid w:val="00AD7E55"/>
    <w:rsid w:val="00AE1180"/>
    <w:rsid w:val="00AE22DC"/>
    <w:rsid w:val="00AE3291"/>
    <w:rsid w:val="00AE38B3"/>
    <w:rsid w:val="00AF2DF3"/>
    <w:rsid w:val="00AF3324"/>
    <w:rsid w:val="00B0247E"/>
    <w:rsid w:val="00B048D5"/>
    <w:rsid w:val="00B05B0F"/>
    <w:rsid w:val="00B07D4D"/>
    <w:rsid w:val="00B14478"/>
    <w:rsid w:val="00B1452C"/>
    <w:rsid w:val="00B23751"/>
    <w:rsid w:val="00B238C1"/>
    <w:rsid w:val="00B24304"/>
    <w:rsid w:val="00B265F4"/>
    <w:rsid w:val="00B26E27"/>
    <w:rsid w:val="00B3058C"/>
    <w:rsid w:val="00B305AC"/>
    <w:rsid w:val="00B3156D"/>
    <w:rsid w:val="00B33E9C"/>
    <w:rsid w:val="00B37D7E"/>
    <w:rsid w:val="00B43AF5"/>
    <w:rsid w:val="00B5433C"/>
    <w:rsid w:val="00B54F19"/>
    <w:rsid w:val="00B57685"/>
    <w:rsid w:val="00B619AA"/>
    <w:rsid w:val="00B61BBC"/>
    <w:rsid w:val="00B63967"/>
    <w:rsid w:val="00B81606"/>
    <w:rsid w:val="00B8182A"/>
    <w:rsid w:val="00B85943"/>
    <w:rsid w:val="00B86EC0"/>
    <w:rsid w:val="00B945B7"/>
    <w:rsid w:val="00BA0A5F"/>
    <w:rsid w:val="00BA4005"/>
    <w:rsid w:val="00BB0B7B"/>
    <w:rsid w:val="00BB2D2F"/>
    <w:rsid w:val="00BB4EE3"/>
    <w:rsid w:val="00BB5714"/>
    <w:rsid w:val="00BB5E2E"/>
    <w:rsid w:val="00BC0DAC"/>
    <w:rsid w:val="00BC1D50"/>
    <w:rsid w:val="00BD4ADD"/>
    <w:rsid w:val="00BD6A8D"/>
    <w:rsid w:val="00BD741A"/>
    <w:rsid w:val="00BE3087"/>
    <w:rsid w:val="00BE3A2A"/>
    <w:rsid w:val="00BE5EC2"/>
    <w:rsid w:val="00BE7F57"/>
    <w:rsid w:val="00BF060D"/>
    <w:rsid w:val="00BF1E5C"/>
    <w:rsid w:val="00BF350E"/>
    <w:rsid w:val="00C00022"/>
    <w:rsid w:val="00C01614"/>
    <w:rsid w:val="00C169C7"/>
    <w:rsid w:val="00C22CAB"/>
    <w:rsid w:val="00C24849"/>
    <w:rsid w:val="00C301D9"/>
    <w:rsid w:val="00C307C8"/>
    <w:rsid w:val="00C372E1"/>
    <w:rsid w:val="00C40F98"/>
    <w:rsid w:val="00C41C19"/>
    <w:rsid w:val="00C41FA1"/>
    <w:rsid w:val="00C42006"/>
    <w:rsid w:val="00C42FC7"/>
    <w:rsid w:val="00C4589D"/>
    <w:rsid w:val="00C462F7"/>
    <w:rsid w:val="00C47DDF"/>
    <w:rsid w:val="00C506E6"/>
    <w:rsid w:val="00C51513"/>
    <w:rsid w:val="00C520DC"/>
    <w:rsid w:val="00C52E9F"/>
    <w:rsid w:val="00C53D67"/>
    <w:rsid w:val="00C54B31"/>
    <w:rsid w:val="00C55395"/>
    <w:rsid w:val="00C5556C"/>
    <w:rsid w:val="00C628B4"/>
    <w:rsid w:val="00C63D66"/>
    <w:rsid w:val="00C63D74"/>
    <w:rsid w:val="00C6697E"/>
    <w:rsid w:val="00C75B75"/>
    <w:rsid w:val="00C90272"/>
    <w:rsid w:val="00C9057E"/>
    <w:rsid w:val="00C91DA0"/>
    <w:rsid w:val="00C9213E"/>
    <w:rsid w:val="00CA6C7B"/>
    <w:rsid w:val="00CA6DCC"/>
    <w:rsid w:val="00CB052F"/>
    <w:rsid w:val="00CB5BC4"/>
    <w:rsid w:val="00CB5F69"/>
    <w:rsid w:val="00CC066E"/>
    <w:rsid w:val="00CC2C75"/>
    <w:rsid w:val="00CD17E4"/>
    <w:rsid w:val="00CD3E13"/>
    <w:rsid w:val="00CE0534"/>
    <w:rsid w:val="00CE0D11"/>
    <w:rsid w:val="00CE2372"/>
    <w:rsid w:val="00CE58F0"/>
    <w:rsid w:val="00CF3F90"/>
    <w:rsid w:val="00CF4408"/>
    <w:rsid w:val="00D0131D"/>
    <w:rsid w:val="00D01F01"/>
    <w:rsid w:val="00D03FD3"/>
    <w:rsid w:val="00D04559"/>
    <w:rsid w:val="00D046DC"/>
    <w:rsid w:val="00D05B13"/>
    <w:rsid w:val="00D05F0C"/>
    <w:rsid w:val="00D1187E"/>
    <w:rsid w:val="00D11BA1"/>
    <w:rsid w:val="00D12908"/>
    <w:rsid w:val="00D133D8"/>
    <w:rsid w:val="00D207CE"/>
    <w:rsid w:val="00D21F92"/>
    <w:rsid w:val="00D24192"/>
    <w:rsid w:val="00D24231"/>
    <w:rsid w:val="00D2609C"/>
    <w:rsid w:val="00D26530"/>
    <w:rsid w:val="00D26BB4"/>
    <w:rsid w:val="00D27B9A"/>
    <w:rsid w:val="00D342AD"/>
    <w:rsid w:val="00D35D2B"/>
    <w:rsid w:val="00D4036B"/>
    <w:rsid w:val="00D42E0C"/>
    <w:rsid w:val="00D432CE"/>
    <w:rsid w:val="00D43DA4"/>
    <w:rsid w:val="00D50B04"/>
    <w:rsid w:val="00D542F3"/>
    <w:rsid w:val="00D63A8F"/>
    <w:rsid w:val="00D64423"/>
    <w:rsid w:val="00D64A69"/>
    <w:rsid w:val="00D662EB"/>
    <w:rsid w:val="00D673E6"/>
    <w:rsid w:val="00D70FE6"/>
    <w:rsid w:val="00D7165B"/>
    <w:rsid w:val="00D740FE"/>
    <w:rsid w:val="00D7523A"/>
    <w:rsid w:val="00D8064A"/>
    <w:rsid w:val="00D81301"/>
    <w:rsid w:val="00D8664B"/>
    <w:rsid w:val="00D97016"/>
    <w:rsid w:val="00DA0398"/>
    <w:rsid w:val="00DA3D76"/>
    <w:rsid w:val="00DA5049"/>
    <w:rsid w:val="00DA5512"/>
    <w:rsid w:val="00DB12EB"/>
    <w:rsid w:val="00DB1D25"/>
    <w:rsid w:val="00DB21FD"/>
    <w:rsid w:val="00DB383E"/>
    <w:rsid w:val="00DB4689"/>
    <w:rsid w:val="00DB4BA0"/>
    <w:rsid w:val="00DB55F3"/>
    <w:rsid w:val="00DB6D77"/>
    <w:rsid w:val="00DC042D"/>
    <w:rsid w:val="00DC2CFF"/>
    <w:rsid w:val="00DC30A1"/>
    <w:rsid w:val="00DC49B1"/>
    <w:rsid w:val="00DD3529"/>
    <w:rsid w:val="00DD7279"/>
    <w:rsid w:val="00DE567A"/>
    <w:rsid w:val="00DE6B12"/>
    <w:rsid w:val="00DF0284"/>
    <w:rsid w:val="00E11154"/>
    <w:rsid w:val="00E14B4D"/>
    <w:rsid w:val="00E237FD"/>
    <w:rsid w:val="00E301F6"/>
    <w:rsid w:val="00E4244E"/>
    <w:rsid w:val="00E46423"/>
    <w:rsid w:val="00E51AB2"/>
    <w:rsid w:val="00E52D02"/>
    <w:rsid w:val="00E5377B"/>
    <w:rsid w:val="00E5381B"/>
    <w:rsid w:val="00E54855"/>
    <w:rsid w:val="00E54891"/>
    <w:rsid w:val="00E64670"/>
    <w:rsid w:val="00E64891"/>
    <w:rsid w:val="00E7369B"/>
    <w:rsid w:val="00E75B50"/>
    <w:rsid w:val="00E769EC"/>
    <w:rsid w:val="00E84076"/>
    <w:rsid w:val="00E8621C"/>
    <w:rsid w:val="00E873DE"/>
    <w:rsid w:val="00E97347"/>
    <w:rsid w:val="00EB031C"/>
    <w:rsid w:val="00EB111B"/>
    <w:rsid w:val="00EB11F6"/>
    <w:rsid w:val="00EB1787"/>
    <w:rsid w:val="00EB3F9D"/>
    <w:rsid w:val="00EB5857"/>
    <w:rsid w:val="00EB61F9"/>
    <w:rsid w:val="00EC092A"/>
    <w:rsid w:val="00EC12C6"/>
    <w:rsid w:val="00EC3C88"/>
    <w:rsid w:val="00EC7CAB"/>
    <w:rsid w:val="00ED124A"/>
    <w:rsid w:val="00ED24E0"/>
    <w:rsid w:val="00ED620F"/>
    <w:rsid w:val="00EE2183"/>
    <w:rsid w:val="00F0141E"/>
    <w:rsid w:val="00F061A3"/>
    <w:rsid w:val="00F10BCC"/>
    <w:rsid w:val="00F143B1"/>
    <w:rsid w:val="00F26C7E"/>
    <w:rsid w:val="00F34AA8"/>
    <w:rsid w:val="00F35331"/>
    <w:rsid w:val="00F35812"/>
    <w:rsid w:val="00F4114F"/>
    <w:rsid w:val="00F43267"/>
    <w:rsid w:val="00F44514"/>
    <w:rsid w:val="00F45E72"/>
    <w:rsid w:val="00F55C88"/>
    <w:rsid w:val="00F64867"/>
    <w:rsid w:val="00F705FD"/>
    <w:rsid w:val="00F70EC5"/>
    <w:rsid w:val="00F71E8D"/>
    <w:rsid w:val="00F76B55"/>
    <w:rsid w:val="00F81940"/>
    <w:rsid w:val="00F81EE3"/>
    <w:rsid w:val="00F85DFF"/>
    <w:rsid w:val="00F866E0"/>
    <w:rsid w:val="00F9330F"/>
    <w:rsid w:val="00F9757E"/>
    <w:rsid w:val="00FA082E"/>
    <w:rsid w:val="00FA6488"/>
    <w:rsid w:val="00FB659D"/>
    <w:rsid w:val="00FB70B1"/>
    <w:rsid w:val="00FC21A1"/>
    <w:rsid w:val="00FC5650"/>
    <w:rsid w:val="00FC715A"/>
    <w:rsid w:val="00FD3DD3"/>
    <w:rsid w:val="00FD74D8"/>
    <w:rsid w:val="00FF14F5"/>
    <w:rsid w:val="00FF284F"/>
    <w:rsid w:val="00FF4194"/>
    <w:rsid w:val="00FF4FC8"/>
    <w:rsid w:val="00FF7908"/>
    <w:rsid w:val="235166F0"/>
    <w:rsid w:val="42E7BCA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F1447B"/>
  <w15:docId w15:val="{2B25FCE6-0CDC-4934-9740-33B2571AE4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Copy"/>
    <w:rsid w:val="0004587A"/>
    <w:pPr>
      <w:spacing w:line="288" w:lineRule="auto"/>
    </w:pPr>
    <w:rPr>
      <w:rFonts w:ascii="Arial" w:hAnsi="Arial" w:cs="Arial"/>
      <w:sz w:val="22"/>
      <w:szCs w:val="22"/>
      <w:lang w:val="en-US"/>
    </w:rPr>
  </w:style>
  <w:style w:type="paragraph" w:styleId="berschrift1">
    <w:name w:val="heading 1"/>
    <w:aliases w:val="Fixed copy"/>
    <w:basedOn w:val="Standard"/>
    <w:link w:val="berschrift1Zchn"/>
    <w:uiPriority w:val="9"/>
    <w:rsid w:val="00ED24E0"/>
    <w:pPr>
      <w:outlineLvl w:val="0"/>
    </w:pPr>
    <w:rPr>
      <w:color w:val="0062C8"/>
      <w:sz w:val="32"/>
    </w:rPr>
  </w:style>
  <w:style w:type="paragraph" w:styleId="berschrift2">
    <w:name w:val="heading 2"/>
    <w:basedOn w:val="Standard"/>
    <w:next w:val="Standard"/>
    <w:link w:val="berschrift2Zchn"/>
    <w:uiPriority w:val="9"/>
    <w:unhideWhenUsed/>
    <w:rsid w:val="005E277F"/>
    <w:pPr>
      <w:keepNext/>
      <w:keepLines/>
      <w:spacing w:before="40"/>
      <w:outlineLvl w:val="1"/>
    </w:pPr>
    <w:rPr>
      <w:rFonts w:ascii="Calibri Light" w:eastAsia="MS Gothic" w:hAnsi="Calibri Light" w:cs="Times New Roman"/>
      <w:color w:val="262F35"/>
      <w:sz w:val="26"/>
      <w:szCs w:val="26"/>
    </w:rPr>
  </w:style>
  <w:style w:type="paragraph" w:styleId="berschrift3">
    <w:name w:val="heading 3"/>
    <w:basedOn w:val="Standard"/>
    <w:next w:val="Standard"/>
    <w:link w:val="berschrift3Zchn"/>
    <w:uiPriority w:val="9"/>
    <w:unhideWhenUsed/>
    <w:rsid w:val="003D627B"/>
    <w:pPr>
      <w:keepNext/>
      <w:keepLines/>
      <w:spacing w:before="40"/>
      <w:outlineLvl w:val="2"/>
    </w:pPr>
    <w:rPr>
      <w:rFonts w:ascii="Calibri Light" w:eastAsia="MS Gothic" w:hAnsi="Calibri Light" w:cs="Times New Roman"/>
      <w:color w:val="191F23"/>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D24E0"/>
    <w:pPr>
      <w:tabs>
        <w:tab w:val="center" w:pos="4536"/>
        <w:tab w:val="right" w:pos="9072"/>
      </w:tabs>
    </w:pPr>
  </w:style>
  <w:style w:type="character" w:customStyle="1" w:styleId="KopfzeileZchn">
    <w:name w:val="Kopfzeile Zchn"/>
    <w:basedOn w:val="Absatz-Standardschriftart"/>
    <w:link w:val="Kopfzeile"/>
    <w:uiPriority w:val="99"/>
    <w:rsid w:val="00ED24E0"/>
  </w:style>
  <w:style w:type="paragraph" w:styleId="Fuzeile">
    <w:name w:val="footer"/>
    <w:basedOn w:val="Standard"/>
    <w:link w:val="FuzeileZchn"/>
    <w:uiPriority w:val="99"/>
    <w:unhideWhenUsed/>
    <w:rsid w:val="00ED24E0"/>
    <w:pPr>
      <w:tabs>
        <w:tab w:val="center" w:pos="4536"/>
        <w:tab w:val="right" w:pos="9072"/>
      </w:tabs>
    </w:pPr>
  </w:style>
  <w:style w:type="character" w:customStyle="1" w:styleId="FuzeileZchn">
    <w:name w:val="Fußzeile Zchn"/>
    <w:basedOn w:val="Absatz-Standardschriftart"/>
    <w:link w:val="Fuzeile"/>
    <w:uiPriority w:val="99"/>
    <w:rsid w:val="00ED24E0"/>
  </w:style>
  <w:style w:type="character" w:customStyle="1" w:styleId="berschrift1Zchn">
    <w:name w:val="Überschrift 1 Zchn"/>
    <w:aliases w:val="Fixed copy Zchn"/>
    <w:link w:val="berschrift1"/>
    <w:uiPriority w:val="9"/>
    <w:rsid w:val="00ED24E0"/>
    <w:rPr>
      <w:rFonts w:ascii="Arial" w:hAnsi="Arial" w:cs="Arial"/>
      <w:color w:val="0062C8"/>
      <w:sz w:val="32"/>
    </w:rPr>
  </w:style>
  <w:style w:type="table" w:styleId="Tabellenraster">
    <w:name w:val="Table Grid"/>
    <w:basedOn w:val="NormaleTabelle"/>
    <w:uiPriority w:val="39"/>
    <w:rsid w:val="00F85D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berschrift1"/>
    <w:rsid w:val="00F85DFF"/>
    <w:rPr>
      <w:color w:val="FFFFFF"/>
    </w:rPr>
  </w:style>
  <w:style w:type="character" w:styleId="Seitenzahl">
    <w:name w:val="page number"/>
    <w:basedOn w:val="Absatz-Standardschriftart"/>
    <w:uiPriority w:val="99"/>
    <w:semiHidden/>
    <w:unhideWhenUsed/>
    <w:rsid w:val="002C5015"/>
  </w:style>
  <w:style w:type="paragraph" w:customStyle="1" w:styleId="Subline">
    <w:name w:val="Subline"/>
    <w:basedOn w:val="Standard"/>
    <w:link w:val="SublineZchn"/>
    <w:rsid w:val="00C5556C"/>
    <w:pPr>
      <w:spacing w:after="560"/>
      <w:jc w:val="both"/>
    </w:pPr>
    <w:rPr>
      <w:b/>
      <w:sz w:val="28"/>
      <w:szCs w:val="28"/>
    </w:rPr>
  </w:style>
  <w:style w:type="paragraph" w:customStyle="1" w:styleId="Headline">
    <w:name w:val="Headline"/>
    <w:basedOn w:val="berschrift2"/>
    <w:link w:val="HeadlineZchn"/>
    <w:autoRedefine/>
    <w:rsid w:val="00412BBE"/>
    <w:pPr>
      <w:spacing w:before="0" w:after="360" w:line="240" w:lineRule="auto"/>
      <w:ind w:right="-210"/>
    </w:pPr>
    <w:rPr>
      <w:rFonts w:ascii="Arial" w:eastAsia="Calibri" w:hAnsi="Arial" w:cs="Arial"/>
      <w:b/>
      <w:noProof/>
      <w:color w:val="auto"/>
      <w:sz w:val="56"/>
      <w:szCs w:val="64"/>
    </w:rPr>
  </w:style>
  <w:style w:type="character" w:customStyle="1" w:styleId="SublineZchn">
    <w:name w:val="Subline Zchn"/>
    <w:link w:val="Subline"/>
    <w:rsid w:val="00C5556C"/>
    <w:rPr>
      <w:rFonts w:ascii="Arial" w:hAnsi="Arial" w:cs="Arial"/>
      <w:b/>
      <w:sz w:val="28"/>
      <w:szCs w:val="28"/>
      <w:lang w:val="en-US" w:eastAsia="de-DE"/>
    </w:rPr>
  </w:style>
  <w:style w:type="character" w:styleId="Hyperlink">
    <w:name w:val="Hyperlink"/>
    <w:uiPriority w:val="99"/>
    <w:unhideWhenUsed/>
    <w:rsid w:val="00185B8C"/>
    <w:rPr>
      <w:color w:val="0062C8"/>
      <w:u w:val="single"/>
    </w:rPr>
  </w:style>
  <w:style w:type="character" w:customStyle="1" w:styleId="HeadlineZchn">
    <w:name w:val="Headline Zchn"/>
    <w:link w:val="Headline"/>
    <w:rsid w:val="00412BBE"/>
    <w:rPr>
      <w:rFonts w:ascii="Arial" w:hAnsi="Arial" w:cs="Arial"/>
      <w:b/>
      <w:noProof/>
      <w:color w:val="0062C8"/>
      <w:sz w:val="56"/>
      <w:szCs w:val="64"/>
      <w:lang w:val="en-US" w:eastAsia="de-DE"/>
    </w:rPr>
  </w:style>
  <w:style w:type="paragraph" w:customStyle="1" w:styleId="Copyheadline">
    <w:name w:val="Copyheadline"/>
    <w:basedOn w:val="Standard"/>
    <w:link w:val="CopyheadlineZchn"/>
    <w:rsid w:val="0005132C"/>
    <w:rPr>
      <w:b/>
    </w:rPr>
  </w:style>
  <w:style w:type="paragraph" w:customStyle="1" w:styleId="SidebarCopy">
    <w:name w:val="Sidebar Copy"/>
    <w:basedOn w:val="Standard"/>
    <w:link w:val="SidebarCopyZchn"/>
    <w:rsid w:val="00523A66"/>
    <w:pPr>
      <w:spacing w:line="280" w:lineRule="exact"/>
    </w:pPr>
  </w:style>
  <w:style w:type="character" w:customStyle="1" w:styleId="CopyheadlineZchn">
    <w:name w:val="Copyheadline Zchn"/>
    <w:link w:val="Copyheadline"/>
    <w:rsid w:val="0005132C"/>
    <w:rPr>
      <w:rFonts w:ascii="Arial" w:hAnsi="Arial" w:cs="Arial"/>
      <w:b/>
      <w:sz w:val="22"/>
      <w:szCs w:val="22"/>
      <w:lang w:val="en-US" w:eastAsia="de-DE"/>
    </w:rPr>
  </w:style>
  <w:style w:type="character" w:customStyle="1" w:styleId="SidebarCopyZchn">
    <w:name w:val="Sidebar Copy Zchn"/>
    <w:link w:val="SidebarCopy"/>
    <w:rsid w:val="00523A66"/>
    <w:rPr>
      <w:rFonts w:ascii="Arial" w:hAnsi="Arial" w:cs="Arial"/>
      <w:sz w:val="18"/>
    </w:rPr>
  </w:style>
  <w:style w:type="paragraph" w:customStyle="1" w:styleId="copy912">
    <w:name w:val="copy 9/12"/>
    <w:basedOn w:val="Standard"/>
    <w:uiPriority w:val="99"/>
    <w:rsid w:val="002B624D"/>
    <w:pPr>
      <w:tabs>
        <w:tab w:val="left" w:pos="227"/>
      </w:tabs>
      <w:suppressAutoHyphens/>
      <w:autoSpaceDE w:val="0"/>
      <w:autoSpaceDN w:val="0"/>
      <w:adjustRightInd w:val="0"/>
      <w:spacing w:after="240" w:line="240" w:lineRule="atLeast"/>
      <w:textAlignment w:val="center"/>
    </w:pPr>
    <w:rPr>
      <w:rFonts w:ascii="ArialMT" w:hAnsi="ArialMT" w:cs="ArialMT"/>
      <w:color w:val="000000"/>
      <w:szCs w:val="18"/>
    </w:rPr>
  </w:style>
  <w:style w:type="character" w:customStyle="1" w:styleId="berschrift2Zchn">
    <w:name w:val="Überschrift 2 Zchn"/>
    <w:link w:val="berschrift2"/>
    <w:uiPriority w:val="9"/>
    <w:rsid w:val="005E277F"/>
    <w:rPr>
      <w:rFonts w:ascii="Calibri Light" w:eastAsia="MS Gothic" w:hAnsi="Calibri Light" w:cs="Times New Roman"/>
      <w:color w:val="262F35"/>
      <w:sz w:val="26"/>
      <w:szCs w:val="26"/>
    </w:rPr>
  </w:style>
  <w:style w:type="character" w:styleId="BesuchterLink">
    <w:name w:val="FollowedHyperlink"/>
    <w:uiPriority w:val="99"/>
    <w:semiHidden/>
    <w:unhideWhenUsed/>
    <w:rsid w:val="00D11BA1"/>
    <w:rPr>
      <w:color w:val="0062C8"/>
      <w:u w:val="single"/>
    </w:rPr>
  </w:style>
  <w:style w:type="paragraph" w:styleId="Sprechblasentext">
    <w:name w:val="Balloon Text"/>
    <w:basedOn w:val="Standard"/>
    <w:link w:val="SprechblasentextZchn"/>
    <w:uiPriority w:val="99"/>
    <w:semiHidden/>
    <w:unhideWhenUsed/>
    <w:rsid w:val="006106E0"/>
    <w:pPr>
      <w:spacing w:line="240" w:lineRule="auto"/>
    </w:pPr>
    <w:rPr>
      <w:rFonts w:ascii="Segoe UI" w:hAnsi="Segoe UI" w:cs="Segoe UI"/>
      <w:szCs w:val="18"/>
    </w:rPr>
  </w:style>
  <w:style w:type="character" w:customStyle="1" w:styleId="SprechblasentextZchn">
    <w:name w:val="Sprechblasentext Zchn"/>
    <w:link w:val="Sprechblasentext"/>
    <w:uiPriority w:val="99"/>
    <w:semiHidden/>
    <w:rsid w:val="006106E0"/>
    <w:rPr>
      <w:rFonts w:ascii="Segoe UI" w:hAnsi="Segoe UI" w:cs="Segoe UI"/>
      <w:sz w:val="18"/>
      <w:szCs w:val="18"/>
    </w:rPr>
  </w:style>
  <w:style w:type="character" w:customStyle="1" w:styleId="berschrift3Zchn">
    <w:name w:val="Überschrift 3 Zchn"/>
    <w:link w:val="berschrift3"/>
    <w:uiPriority w:val="9"/>
    <w:rsid w:val="003D627B"/>
    <w:rPr>
      <w:rFonts w:ascii="Calibri Light" w:eastAsia="MS Gothic" w:hAnsi="Calibri Light" w:cs="Times New Roman"/>
      <w:color w:val="191F23"/>
    </w:rPr>
  </w:style>
  <w:style w:type="paragraph" w:customStyle="1" w:styleId="Blueheading">
    <w:name w:val="Blue heading"/>
    <w:link w:val="BlueheadingZchn"/>
    <w:rsid w:val="00EC092A"/>
    <w:rPr>
      <w:rFonts w:ascii="Arial" w:hAnsi="Arial" w:cs="Arial"/>
      <w:noProof/>
      <w:color w:val="0072C6"/>
      <w:spacing w:val="40"/>
      <w:sz w:val="28"/>
      <w:szCs w:val="22"/>
      <w:lang w:val="en-US"/>
    </w:rPr>
  </w:style>
  <w:style w:type="character" w:customStyle="1" w:styleId="BlueheadingZchn">
    <w:name w:val="Blue heading Zchn"/>
    <w:link w:val="Blueheading"/>
    <w:rsid w:val="00EC092A"/>
    <w:rPr>
      <w:rFonts w:ascii="Arial" w:hAnsi="Arial" w:cs="Arial"/>
      <w:noProof/>
      <w:color w:val="0072C6"/>
      <w:spacing w:val="40"/>
      <w:sz w:val="28"/>
      <w:szCs w:val="22"/>
      <w:lang w:val="en-US" w:eastAsia="de-DE"/>
    </w:rPr>
  </w:style>
  <w:style w:type="character" w:styleId="Platzhaltertext">
    <w:name w:val="Placeholder Text"/>
    <w:uiPriority w:val="99"/>
    <w:semiHidden/>
    <w:rsid w:val="00B61BBC"/>
    <w:rPr>
      <w:color w:val="808080"/>
    </w:rPr>
  </w:style>
  <w:style w:type="paragraph" w:styleId="Listenabsatz">
    <w:name w:val="List Paragraph"/>
    <w:basedOn w:val="Standard"/>
    <w:uiPriority w:val="34"/>
    <w:rsid w:val="008F196D"/>
    <w:pPr>
      <w:ind w:left="720"/>
      <w:contextualSpacing/>
    </w:pPr>
  </w:style>
  <w:style w:type="character" w:styleId="Kommentarzeichen">
    <w:name w:val="annotation reference"/>
    <w:uiPriority w:val="99"/>
    <w:semiHidden/>
    <w:unhideWhenUsed/>
    <w:rsid w:val="00DB1D25"/>
    <w:rPr>
      <w:sz w:val="16"/>
      <w:szCs w:val="16"/>
    </w:rPr>
  </w:style>
  <w:style w:type="paragraph" w:styleId="Kommentartext">
    <w:name w:val="annotation text"/>
    <w:basedOn w:val="Standard"/>
    <w:link w:val="KommentartextZchn"/>
    <w:uiPriority w:val="99"/>
    <w:unhideWhenUsed/>
    <w:rsid w:val="00DB1D25"/>
    <w:pPr>
      <w:spacing w:line="240" w:lineRule="auto"/>
    </w:pPr>
    <w:rPr>
      <w:sz w:val="20"/>
      <w:szCs w:val="20"/>
    </w:rPr>
  </w:style>
  <w:style w:type="character" w:customStyle="1" w:styleId="KommentartextZchn">
    <w:name w:val="Kommentartext Zchn"/>
    <w:link w:val="Kommentartext"/>
    <w:uiPriority w:val="99"/>
    <w:rsid w:val="00DB1D25"/>
    <w:rPr>
      <w:rFonts w:ascii="Arial" w:hAnsi="Arial" w:cs="Arial"/>
      <w:sz w:val="20"/>
      <w:szCs w:val="20"/>
      <w:lang w:val="en-US" w:eastAsia="de-DE"/>
    </w:rPr>
  </w:style>
  <w:style w:type="paragraph" w:styleId="Kommentarthema">
    <w:name w:val="annotation subject"/>
    <w:basedOn w:val="Kommentartext"/>
    <w:next w:val="Kommentartext"/>
    <w:link w:val="KommentarthemaZchn"/>
    <w:uiPriority w:val="99"/>
    <w:semiHidden/>
    <w:unhideWhenUsed/>
    <w:rsid w:val="00DB1D25"/>
    <w:rPr>
      <w:b/>
      <w:bCs/>
    </w:rPr>
  </w:style>
  <w:style w:type="character" w:customStyle="1" w:styleId="KommentarthemaZchn">
    <w:name w:val="Kommentarthema Zchn"/>
    <w:link w:val="Kommentarthema"/>
    <w:uiPriority w:val="99"/>
    <w:semiHidden/>
    <w:rsid w:val="00DB1D25"/>
    <w:rPr>
      <w:rFonts w:ascii="Arial" w:hAnsi="Arial" w:cs="Arial"/>
      <w:b/>
      <w:bCs/>
      <w:sz w:val="20"/>
      <w:szCs w:val="20"/>
      <w:lang w:val="en-US" w:eastAsia="de-DE"/>
    </w:rPr>
  </w:style>
  <w:style w:type="character" w:customStyle="1" w:styleId="st">
    <w:name w:val="st"/>
    <w:basedOn w:val="Absatz-Standardschriftart"/>
    <w:rsid w:val="00DB21FD"/>
  </w:style>
  <w:style w:type="character" w:styleId="Hervorhebung">
    <w:name w:val="Emphasis"/>
    <w:uiPriority w:val="20"/>
    <w:rsid w:val="00DB21FD"/>
    <w:rPr>
      <w:i/>
      <w:iCs/>
    </w:rPr>
  </w:style>
  <w:style w:type="paragraph" w:styleId="berarbeitung">
    <w:name w:val="Revision"/>
    <w:hidden/>
    <w:uiPriority w:val="99"/>
    <w:semiHidden/>
    <w:rsid w:val="00020E90"/>
    <w:rPr>
      <w:rFonts w:ascii="Arial" w:hAnsi="Arial" w:cs="Arial"/>
      <w:sz w:val="22"/>
      <w:szCs w:val="22"/>
      <w:lang w:val="en-US"/>
    </w:rPr>
  </w:style>
  <w:style w:type="character" w:customStyle="1" w:styleId="NichtaufgelsteErwhnung1">
    <w:name w:val="Nicht aufgelöste Erwähnung1"/>
    <w:uiPriority w:val="99"/>
    <w:semiHidden/>
    <w:unhideWhenUsed/>
    <w:rsid w:val="00F71E8D"/>
    <w:rPr>
      <w:color w:val="605E5C"/>
      <w:shd w:val="clear" w:color="auto" w:fill="E1DFDD"/>
    </w:rPr>
  </w:style>
  <w:style w:type="paragraph" w:customStyle="1" w:styleId="EinfAbs">
    <w:name w:val="[Einf. Abs.]"/>
    <w:basedOn w:val="Standard"/>
    <w:uiPriority w:val="99"/>
    <w:rsid w:val="00AD4076"/>
    <w:pPr>
      <w:widowControl w:val="0"/>
      <w:autoSpaceDE w:val="0"/>
      <w:autoSpaceDN w:val="0"/>
      <w:adjustRightInd w:val="0"/>
      <w:textAlignment w:val="center"/>
    </w:pPr>
    <w:rPr>
      <w:rFonts w:ascii="MinionPro-Regular" w:eastAsia="MS Mincho" w:hAnsi="MinionPro-Regular" w:cs="MinionPro-Regular"/>
      <w:color w:val="000000"/>
      <w:sz w:val="24"/>
      <w:szCs w:val="24"/>
      <w:lang w:val="de-DE"/>
    </w:rPr>
  </w:style>
  <w:style w:type="paragraph" w:customStyle="1" w:styleId="KeinAbsatzformat">
    <w:name w:val="[Kein Absatzformat]"/>
    <w:link w:val="KeinAbsatzformatZchn"/>
    <w:rsid w:val="00AD4076"/>
    <w:pPr>
      <w:widowControl w:val="0"/>
      <w:autoSpaceDE w:val="0"/>
      <w:autoSpaceDN w:val="0"/>
      <w:adjustRightInd w:val="0"/>
      <w:spacing w:line="288" w:lineRule="auto"/>
      <w:textAlignment w:val="center"/>
    </w:pPr>
    <w:rPr>
      <w:rFonts w:ascii="MinionPro-Regular" w:eastAsia="MS Mincho" w:hAnsi="MinionPro-Regular" w:cs="MinionPro-Regular"/>
      <w:color w:val="000000"/>
      <w:sz w:val="24"/>
      <w:szCs w:val="24"/>
    </w:rPr>
  </w:style>
  <w:style w:type="character" w:customStyle="1" w:styleId="NichtaufgelsteErwhnung2">
    <w:name w:val="Nicht aufgelöste Erwähnung2"/>
    <w:basedOn w:val="Absatz-Standardschriftart"/>
    <w:uiPriority w:val="99"/>
    <w:semiHidden/>
    <w:unhideWhenUsed/>
    <w:rsid w:val="00EB031C"/>
    <w:rPr>
      <w:color w:val="605E5C"/>
      <w:shd w:val="clear" w:color="auto" w:fill="E1DFDD"/>
    </w:rPr>
  </w:style>
  <w:style w:type="character" w:styleId="Zeilennummer">
    <w:name w:val="line number"/>
    <w:basedOn w:val="Absatz-Standardschriftart"/>
    <w:uiPriority w:val="99"/>
    <w:unhideWhenUsed/>
    <w:rsid w:val="0004587A"/>
    <w:rPr>
      <w:sz w:val="14"/>
    </w:rPr>
  </w:style>
  <w:style w:type="paragraph" w:customStyle="1" w:styleId="UponorCopytext">
    <w:name w:val="Uponor Copytext"/>
    <w:basedOn w:val="Standard"/>
    <w:link w:val="UponorCopytextZchn"/>
    <w:qFormat/>
    <w:rsid w:val="00C63D74"/>
    <w:pPr>
      <w:spacing w:line="260" w:lineRule="atLeast"/>
    </w:pPr>
    <w:rPr>
      <w:lang w:val="fr-FR"/>
    </w:rPr>
  </w:style>
  <w:style w:type="paragraph" w:customStyle="1" w:styleId="UponorHead">
    <w:name w:val="Uponor Head"/>
    <w:basedOn w:val="Standard"/>
    <w:link w:val="UponorHeadZchn"/>
    <w:qFormat/>
    <w:rsid w:val="004B502B"/>
    <w:pPr>
      <w:keepNext/>
      <w:keepLines/>
      <w:spacing w:after="480" w:line="240" w:lineRule="auto"/>
      <w:outlineLvl w:val="1"/>
    </w:pPr>
    <w:rPr>
      <w:b/>
      <w:noProof/>
      <w:sz w:val="28"/>
      <w:szCs w:val="28"/>
    </w:rPr>
  </w:style>
  <w:style w:type="character" w:customStyle="1" w:styleId="UponorCopytextZchn">
    <w:name w:val="Uponor Copytext Zchn"/>
    <w:basedOn w:val="Absatz-Standardschriftart"/>
    <w:link w:val="UponorCopytext"/>
    <w:rsid w:val="00C63D74"/>
    <w:rPr>
      <w:rFonts w:ascii="Arial" w:hAnsi="Arial" w:cs="Arial"/>
      <w:sz w:val="22"/>
      <w:szCs w:val="22"/>
      <w:lang w:val="fr-FR"/>
    </w:rPr>
  </w:style>
  <w:style w:type="paragraph" w:customStyle="1" w:styleId="UponorDateandPlace">
    <w:name w:val="Uponor Date and Place"/>
    <w:basedOn w:val="Subline"/>
    <w:link w:val="UponorDateandPlaceZchn"/>
    <w:qFormat/>
    <w:rsid w:val="004B502B"/>
    <w:pPr>
      <w:spacing w:after="0" w:line="280" w:lineRule="exact"/>
      <w:ind w:right="357"/>
      <w:jc w:val="left"/>
    </w:pPr>
    <w:rPr>
      <w:noProof/>
      <w:sz w:val="16"/>
      <w:szCs w:val="24"/>
    </w:rPr>
  </w:style>
  <w:style w:type="character" w:customStyle="1" w:styleId="UponorHeadZchn">
    <w:name w:val="Uponor Head Zchn"/>
    <w:basedOn w:val="Absatz-Standardschriftart"/>
    <w:link w:val="UponorHead"/>
    <w:rsid w:val="004B502B"/>
    <w:rPr>
      <w:rFonts w:ascii="Arial" w:hAnsi="Arial" w:cs="Arial"/>
      <w:b/>
      <w:noProof/>
      <w:sz w:val="28"/>
      <w:szCs w:val="28"/>
      <w:lang w:val="en-US"/>
    </w:rPr>
  </w:style>
  <w:style w:type="paragraph" w:customStyle="1" w:styleId="UponorSubhead">
    <w:name w:val="Uponor Subhead"/>
    <w:basedOn w:val="Subline"/>
    <w:link w:val="UponorSubheadZchn"/>
    <w:qFormat/>
    <w:rsid w:val="004B502B"/>
    <w:pPr>
      <w:spacing w:after="0" w:line="280" w:lineRule="exact"/>
      <w:ind w:right="357"/>
      <w:jc w:val="left"/>
    </w:pPr>
    <w:rPr>
      <w:color w:val="000000"/>
      <w:sz w:val="22"/>
      <w:szCs w:val="22"/>
    </w:rPr>
  </w:style>
  <w:style w:type="character" w:customStyle="1" w:styleId="UponorDateandPlaceZchn">
    <w:name w:val="Uponor Date and Place Zchn"/>
    <w:basedOn w:val="SublineZchn"/>
    <w:link w:val="UponorDateandPlace"/>
    <w:rsid w:val="004B502B"/>
    <w:rPr>
      <w:rFonts w:ascii="Arial" w:hAnsi="Arial" w:cs="Arial"/>
      <w:b/>
      <w:noProof/>
      <w:sz w:val="16"/>
      <w:szCs w:val="24"/>
      <w:lang w:val="en-US" w:eastAsia="de-DE"/>
    </w:rPr>
  </w:style>
  <w:style w:type="paragraph" w:customStyle="1" w:styleId="UponorHeadSocialMedia">
    <w:name w:val="Uponor Head Social Media"/>
    <w:basedOn w:val="Standard"/>
    <w:link w:val="UponorHeadSocialMediaZchn"/>
    <w:qFormat/>
    <w:rsid w:val="00467E8D"/>
    <w:pPr>
      <w:spacing w:line="260" w:lineRule="atLeast"/>
    </w:pPr>
    <w:rPr>
      <w:b/>
      <w:color w:val="0062C8"/>
    </w:rPr>
  </w:style>
  <w:style w:type="character" w:customStyle="1" w:styleId="UponorSubheadZchn">
    <w:name w:val="Uponor Subhead Zchn"/>
    <w:basedOn w:val="SublineZchn"/>
    <w:link w:val="UponorSubhead"/>
    <w:rsid w:val="004B502B"/>
    <w:rPr>
      <w:rFonts w:ascii="Arial" w:hAnsi="Arial" w:cs="Arial"/>
      <w:b/>
      <w:color w:val="000000"/>
      <w:sz w:val="22"/>
      <w:szCs w:val="22"/>
      <w:lang w:val="en-US" w:eastAsia="de-DE"/>
    </w:rPr>
  </w:style>
  <w:style w:type="paragraph" w:customStyle="1" w:styleId="UponorCaption">
    <w:name w:val="Uponor Caption"/>
    <w:basedOn w:val="Standard"/>
    <w:link w:val="UponorCaptionZchn"/>
    <w:qFormat/>
    <w:rsid w:val="00467E8D"/>
    <w:pPr>
      <w:spacing w:line="260" w:lineRule="atLeast"/>
    </w:pPr>
    <w:rPr>
      <w:sz w:val="18"/>
      <w:szCs w:val="18"/>
    </w:rPr>
  </w:style>
  <w:style w:type="character" w:customStyle="1" w:styleId="UponorHeadSocialMediaZchn">
    <w:name w:val="Uponor Head Social Media Zchn"/>
    <w:basedOn w:val="Absatz-Standardschriftart"/>
    <w:link w:val="UponorHeadSocialMedia"/>
    <w:rsid w:val="00467E8D"/>
    <w:rPr>
      <w:rFonts w:ascii="Arial" w:hAnsi="Arial" w:cs="Arial"/>
      <w:b/>
      <w:color w:val="0062C8"/>
      <w:sz w:val="22"/>
      <w:szCs w:val="22"/>
      <w:lang w:val="en-US"/>
    </w:rPr>
  </w:style>
  <w:style w:type="paragraph" w:customStyle="1" w:styleId="UponorPressContactHead">
    <w:name w:val="Uponor Press Contact Head"/>
    <w:basedOn w:val="Standard"/>
    <w:link w:val="UponorPressContactHeadZchn"/>
    <w:qFormat/>
    <w:rsid w:val="00467E8D"/>
    <w:pPr>
      <w:shd w:val="clear" w:color="auto" w:fill="FFFFFF"/>
      <w:spacing w:line="220" w:lineRule="atLeast"/>
      <w:ind w:right="3119"/>
    </w:pPr>
    <w:rPr>
      <w:rFonts w:eastAsia="Times New Roman"/>
      <w:b/>
      <w:color w:val="000000" w:themeColor="text1"/>
      <w:sz w:val="18"/>
      <w:szCs w:val="18"/>
    </w:rPr>
  </w:style>
  <w:style w:type="character" w:customStyle="1" w:styleId="UponorCaptionZchn">
    <w:name w:val="Uponor Caption Zchn"/>
    <w:basedOn w:val="Absatz-Standardschriftart"/>
    <w:link w:val="UponorCaption"/>
    <w:rsid w:val="00467E8D"/>
    <w:rPr>
      <w:rFonts w:ascii="Arial" w:hAnsi="Arial" w:cs="Arial"/>
      <w:sz w:val="18"/>
      <w:szCs w:val="18"/>
      <w:lang w:val="en-US"/>
    </w:rPr>
  </w:style>
  <w:style w:type="paragraph" w:customStyle="1" w:styleId="UponorPressContactBoilerplate">
    <w:name w:val="Uponor Press Contact Boilerplate"/>
    <w:basedOn w:val="KeinAbsatzformat"/>
    <w:link w:val="UponorPressContactBoilerplateZchn"/>
    <w:qFormat/>
    <w:rsid w:val="00467E8D"/>
    <w:pPr>
      <w:tabs>
        <w:tab w:val="right" w:pos="2721"/>
      </w:tabs>
      <w:suppressAutoHyphens/>
      <w:spacing w:line="260" w:lineRule="atLeast"/>
    </w:pPr>
    <w:rPr>
      <w:rFonts w:ascii="Arial" w:hAnsi="Arial" w:cs="Arial"/>
      <w:bCs/>
      <w:color w:val="auto"/>
      <w:sz w:val="18"/>
      <w:szCs w:val="18"/>
      <w:lang w:val="en-US"/>
    </w:rPr>
  </w:style>
  <w:style w:type="character" w:customStyle="1" w:styleId="UponorPressContactHeadZchn">
    <w:name w:val="Uponor Press Contact Head Zchn"/>
    <w:basedOn w:val="Absatz-Standardschriftart"/>
    <w:link w:val="UponorPressContactHead"/>
    <w:rsid w:val="00467E8D"/>
    <w:rPr>
      <w:rFonts w:ascii="Arial" w:eastAsia="Times New Roman" w:hAnsi="Arial" w:cs="Arial"/>
      <w:b/>
      <w:color w:val="000000" w:themeColor="text1"/>
      <w:sz w:val="18"/>
      <w:szCs w:val="18"/>
      <w:shd w:val="clear" w:color="auto" w:fill="FFFFFF"/>
      <w:lang w:val="en-US"/>
    </w:rPr>
  </w:style>
  <w:style w:type="paragraph" w:customStyle="1" w:styleId="UponorLink">
    <w:name w:val="Uponor Link"/>
    <w:basedOn w:val="Standard"/>
    <w:link w:val="UponorLinkZchn"/>
    <w:qFormat/>
    <w:rsid w:val="00467E8D"/>
    <w:pPr>
      <w:spacing w:line="260" w:lineRule="atLeast"/>
    </w:pPr>
    <w:rPr>
      <w:color w:val="0062C8"/>
    </w:rPr>
  </w:style>
  <w:style w:type="character" w:customStyle="1" w:styleId="KeinAbsatzformatZchn">
    <w:name w:val="[Kein Absatzformat] Zchn"/>
    <w:basedOn w:val="Absatz-Standardschriftart"/>
    <w:link w:val="KeinAbsatzformat"/>
    <w:rsid w:val="00467E8D"/>
    <w:rPr>
      <w:rFonts w:ascii="MinionPro-Regular" w:eastAsia="MS Mincho" w:hAnsi="MinionPro-Regular" w:cs="MinionPro-Regular"/>
      <w:color w:val="000000"/>
      <w:sz w:val="24"/>
      <w:szCs w:val="24"/>
    </w:rPr>
  </w:style>
  <w:style w:type="character" w:customStyle="1" w:styleId="UponorPressContactBoilerplateZchn">
    <w:name w:val="Uponor Press Contact Boilerplate Zchn"/>
    <w:basedOn w:val="KeinAbsatzformatZchn"/>
    <w:link w:val="UponorPressContactBoilerplate"/>
    <w:rsid w:val="00467E8D"/>
    <w:rPr>
      <w:rFonts w:ascii="Arial" w:eastAsia="MS Mincho" w:hAnsi="Arial" w:cs="Arial"/>
      <w:bCs/>
      <w:color w:val="000000"/>
      <w:sz w:val="18"/>
      <w:szCs w:val="18"/>
      <w:lang w:val="en-US"/>
    </w:rPr>
  </w:style>
  <w:style w:type="character" w:customStyle="1" w:styleId="UponorLinkZchn">
    <w:name w:val="Uponor Link Zchn"/>
    <w:basedOn w:val="Absatz-Standardschriftart"/>
    <w:link w:val="UponorLink"/>
    <w:rsid w:val="00467E8D"/>
    <w:rPr>
      <w:rFonts w:ascii="Arial" w:hAnsi="Arial" w:cs="Arial"/>
      <w:color w:val="0062C8"/>
      <w:sz w:val="22"/>
      <w:szCs w:val="22"/>
      <w:lang w:val="en-US"/>
    </w:rPr>
  </w:style>
  <w:style w:type="character" w:customStyle="1" w:styleId="NichtaufgelsteErwhnung3">
    <w:name w:val="Nicht aufgelöste Erwähnung3"/>
    <w:basedOn w:val="Absatz-Standardschriftart"/>
    <w:uiPriority w:val="99"/>
    <w:semiHidden/>
    <w:unhideWhenUsed/>
    <w:rsid w:val="002370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6887">
      <w:bodyDiv w:val="1"/>
      <w:marLeft w:val="0"/>
      <w:marRight w:val="0"/>
      <w:marTop w:val="0"/>
      <w:marBottom w:val="0"/>
      <w:divBdr>
        <w:top w:val="none" w:sz="0" w:space="0" w:color="auto"/>
        <w:left w:val="none" w:sz="0" w:space="0" w:color="auto"/>
        <w:bottom w:val="none" w:sz="0" w:space="0" w:color="auto"/>
        <w:right w:val="none" w:sz="0" w:space="0" w:color="auto"/>
      </w:divBdr>
    </w:div>
    <w:div w:id="68701793">
      <w:bodyDiv w:val="1"/>
      <w:marLeft w:val="0"/>
      <w:marRight w:val="0"/>
      <w:marTop w:val="0"/>
      <w:marBottom w:val="0"/>
      <w:divBdr>
        <w:top w:val="none" w:sz="0" w:space="0" w:color="auto"/>
        <w:left w:val="none" w:sz="0" w:space="0" w:color="auto"/>
        <w:bottom w:val="none" w:sz="0" w:space="0" w:color="auto"/>
        <w:right w:val="none" w:sz="0" w:space="0" w:color="auto"/>
      </w:divBdr>
    </w:div>
    <w:div w:id="74590156">
      <w:bodyDiv w:val="1"/>
      <w:marLeft w:val="0"/>
      <w:marRight w:val="0"/>
      <w:marTop w:val="0"/>
      <w:marBottom w:val="0"/>
      <w:divBdr>
        <w:top w:val="none" w:sz="0" w:space="0" w:color="auto"/>
        <w:left w:val="none" w:sz="0" w:space="0" w:color="auto"/>
        <w:bottom w:val="none" w:sz="0" w:space="0" w:color="auto"/>
        <w:right w:val="none" w:sz="0" w:space="0" w:color="auto"/>
      </w:divBdr>
    </w:div>
    <w:div w:id="140313996">
      <w:bodyDiv w:val="1"/>
      <w:marLeft w:val="0"/>
      <w:marRight w:val="0"/>
      <w:marTop w:val="0"/>
      <w:marBottom w:val="0"/>
      <w:divBdr>
        <w:top w:val="none" w:sz="0" w:space="0" w:color="auto"/>
        <w:left w:val="none" w:sz="0" w:space="0" w:color="auto"/>
        <w:bottom w:val="none" w:sz="0" w:space="0" w:color="auto"/>
        <w:right w:val="none" w:sz="0" w:space="0" w:color="auto"/>
      </w:divBdr>
    </w:div>
    <w:div w:id="259458600">
      <w:bodyDiv w:val="1"/>
      <w:marLeft w:val="0"/>
      <w:marRight w:val="0"/>
      <w:marTop w:val="0"/>
      <w:marBottom w:val="0"/>
      <w:divBdr>
        <w:top w:val="none" w:sz="0" w:space="0" w:color="auto"/>
        <w:left w:val="none" w:sz="0" w:space="0" w:color="auto"/>
        <w:bottom w:val="none" w:sz="0" w:space="0" w:color="auto"/>
        <w:right w:val="none" w:sz="0" w:space="0" w:color="auto"/>
      </w:divBdr>
    </w:div>
    <w:div w:id="513303527">
      <w:bodyDiv w:val="1"/>
      <w:marLeft w:val="0"/>
      <w:marRight w:val="0"/>
      <w:marTop w:val="0"/>
      <w:marBottom w:val="0"/>
      <w:divBdr>
        <w:top w:val="none" w:sz="0" w:space="0" w:color="auto"/>
        <w:left w:val="none" w:sz="0" w:space="0" w:color="auto"/>
        <w:bottom w:val="none" w:sz="0" w:space="0" w:color="auto"/>
        <w:right w:val="none" w:sz="0" w:space="0" w:color="auto"/>
      </w:divBdr>
    </w:div>
    <w:div w:id="874200170">
      <w:bodyDiv w:val="1"/>
      <w:marLeft w:val="0"/>
      <w:marRight w:val="0"/>
      <w:marTop w:val="0"/>
      <w:marBottom w:val="0"/>
      <w:divBdr>
        <w:top w:val="none" w:sz="0" w:space="0" w:color="auto"/>
        <w:left w:val="none" w:sz="0" w:space="0" w:color="auto"/>
        <w:bottom w:val="none" w:sz="0" w:space="0" w:color="auto"/>
        <w:right w:val="none" w:sz="0" w:space="0" w:color="auto"/>
      </w:divBdr>
    </w:div>
    <w:div w:id="877887285">
      <w:bodyDiv w:val="1"/>
      <w:marLeft w:val="0"/>
      <w:marRight w:val="0"/>
      <w:marTop w:val="0"/>
      <w:marBottom w:val="0"/>
      <w:divBdr>
        <w:top w:val="none" w:sz="0" w:space="0" w:color="auto"/>
        <w:left w:val="none" w:sz="0" w:space="0" w:color="auto"/>
        <w:bottom w:val="none" w:sz="0" w:space="0" w:color="auto"/>
        <w:right w:val="none" w:sz="0" w:space="0" w:color="auto"/>
      </w:divBdr>
    </w:div>
    <w:div w:id="899706118">
      <w:bodyDiv w:val="1"/>
      <w:marLeft w:val="0"/>
      <w:marRight w:val="0"/>
      <w:marTop w:val="0"/>
      <w:marBottom w:val="0"/>
      <w:divBdr>
        <w:top w:val="none" w:sz="0" w:space="0" w:color="auto"/>
        <w:left w:val="none" w:sz="0" w:space="0" w:color="auto"/>
        <w:bottom w:val="none" w:sz="0" w:space="0" w:color="auto"/>
        <w:right w:val="none" w:sz="0" w:space="0" w:color="auto"/>
      </w:divBdr>
    </w:div>
    <w:div w:id="1133862824">
      <w:bodyDiv w:val="1"/>
      <w:marLeft w:val="0"/>
      <w:marRight w:val="0"/>
      <w:marTop w:val="0"/>
      <w:marBottom w:val="0"/>
      <w:divBdr>
        <w:top w:val="none" w:sz="0" w:space="0" w:color="auto"/>
        <w:left w:val="none" w:sz="0" w:space="0" w:color="auto"/>
        <w:bottom w:val="none" w:sz="0" w:space="0" w:color="auto"/>
        <w:right w:val="none" w:sz="0" w:space="0" w:color="auto"/>
      </w:divBdr>
    </w:div>
    <w:div w:id="1206328727">
      <w:bodyDiv w:val="1"/>
      <w:marLeft w:val="0"/>
      <w:marRight w:val="0"/>
      <w:marTop w:val="0"/>
      <w:marBottom w:val="0"/>
      <w:divBdr>
        <w:top w:val="none" w:sz="0" w:space="0" w:color="auto"/>
        <w:left w:val="none" w:sz="0" w:space="0" w:color="auto"/>
        <w:bottom w:val="none" w:sz="0" w:space="0" w:color="auto"/>
        <w:right w:val="none" w:sz="0" w:space="0" w:color="auto"/>
      </w:divBdr>
    </w:div>
    <w:div w:id="1291664260">
      <w:bodyDiv w:val="1"/>
      <w:marLeft w:val="0"/>
      <w:marRight w:val="0"/>
      <w:marTop w:val="0"/>
      <w:marBottom w:val="0"/>
      <w:divBdr>
        <w:top w:val="none" w:sz="0" w:space="0" w:color="auto"/>
        <w:left w:val="none" w:sz="0" w:space="0" w:color="auto"/>
        <w:bottom w:val="none" w:sz="0" w:space="0" w:color="auto"/>
        <w:right w:val="none" w:sz="0" w:space="0" w:color="auto"/>
      </w:divBdr>
    </w:div>
    <w:div w:id="19888248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file://ccraid02/CCPublic/Kunden/UPONOR/02_Gestaltung-Basics/Presse/www.uponor.de" TargetMode="Externa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file://ccraid02/CCPublic/Kunden/UPONOR/02_Gestaltung-Basics/Presse/michaela.freytag@uponor.com" TargetMode="External"/><Relationship Id="rId17" Type="http://schemas.openxmlformats.org/officeDocument/2006/relationships/hyperlink" Target="https://www.linkedin.com/company/upono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uponor.at" TargetMode="External"/><Relationship Id="rId20"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file://ccraid02/CCPublic/Kunden/UPONOR/02_Gestaltung-Basics/Presse/www.cc-stuttgart.de"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www.youtube.com/c/Upono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uponor@cc-stuttgart.de"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2031411D25738D42AA581B64E76810EC" ma:contentTypeVersion="9" ma:contentTypeDescription="Ein neues Dokument erstellen." ma:contentTypeScope="" ma:versionID="04e8d2d6ec60dbe9cb70c3eb65854ead">
  <xsd:schema xmlns:xsd="http://www.w3.org/2001/XMLSchema" xmlns:xs="http://www.w3.org/2001/XMLSchema" xmlns:p="http://schemas.microsoft.com/office/2006/metadata/properties" xmlns:ns2="5b92610b-c511-4de0-92d4-5b1ae7a0673c" targetNamespace="http://schemas.microsoft.com/office/2006/metadata/properties" ma:root="true" ma:fieldsID="a011469a68d1511c9fa3b8af1026b11b" ns2:_="">
    <xsd:import namespace="5b92610b-c511-4de0-92d4-5b1ae7a06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b92610b-c511-4de0-92d4-5b1ae7a06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2C11D5-F2D2-4B1F-966D-263A25B59CE2}">
  <ds:schemaRefs>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5b92610b-c511-4de0-92d4-5b1ae7a0673c"/>
    <ds:schemaRef ds:uri="http://www.w3.org/XML/1998/namespace"/>
  </ds:schemaRefs>
</ds:datastoreItem>
</file>

<file path=customXml/itemProps2.xml><?xml version="1.0" encoding="utf-8"?>
<ds:datastoreItem xmlns:ds="http://schemas.openxmlformats.org/officeDocument/2006/customXml" ds:itemID="{CF353D75-E2CE-4BE5-B440-EA308910159F}"/>
</file>

<file path=customXml/itemProps3.xml><?xml version="1.0" encoding="utf-8"?>
<ds:datastoreItem xmlns:ds="http://schemas.openxmlformats.org/officeDocument/2006/customXml" ds:itemID="{912DE95D-C72C-4523-B68C-18914B5009DE}">
  <ds:schemaRefs>
    <ds:schemaRef ds:uri="http://schemas.microsoft.com/sharepoint/v3/contenttype/forms"/>
  </ds:schemaRefs>
</ds:datastoreItem>
</file>

<file path=customXml/itemProps4.xml><?xml version="1.0" encoding="utf-8"?>
<ds:datastoreItem xmlns:ds="http://schemas.openxmlformats.org/officeDocument/2006/customXml" ds:itemID="{A9ED70ED-AE62-4AD6-AF19-648126A7BA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651</Words>
  <Characters>4105</Characters>
  <Application>Microsoft Office Word</Application>
  <DocSecurity>0</DocSecurity>
  <Lines>34</Lines>
  <Paragraphs>9</Paragraphs>
  <ScaleCrop>false</ScaleCrop>
  <HeadingPairs>
    <vt:vector size="4" baseType="variant">
      <vt:variant>
        <vt:lpstr>Titel</vt:lpstr>
      </vt:variant>
      <vt:variant>
        <vt:i4>1</vt:i4>
      </vt:variant>
      <vt:variant>
        <vt:lpstr>Headings</vt:lpstr>
      </vt:variant>
      <vt:variant>
        <vt:i4>7</vt:i4>
      </vt:variant>
    </vt:vector>
  </HeadingPairs>
  <TitlesOfParts>
    <vt:vector size="8" baseType="lpstr">
      <vt:lpstr/>
      <vt:lpstr>/Agenda: Brand Design</vt:lpstr>
      <vt:lpstr>Date: 01 and 02 July 2015</vt:lpstr>
      <vt:lpstr>Meeting venue</vt:lpstr>
      <vt:lpstr>Participants Uponor</vt:lpstr>
      <vt:lpstr>Agenda for 01 July 2015</vt:lpstr>
      <vt:lpstr/>
      <vt:lpstr/>
    </vt:vector>
  </TitlesOfParts>
  <Company/>
  <LinksUpToDate>false</LinksUpToDate>
  <CharactersWithSpaces>4747</CharactersWithSpaces>
  <SharedDoc>false</SharedDoc>
  <HLinks>
    <vt:vector size="12" baseType="variant">
      <vt:variant>
        <vt:i4>1376344</vt:i4>
      </vt:variant>
      <vt:variant>
        <vt:i4>3</vt:i4>
      </vt:variant>
      <vt:variant>
        <vt:i4>0</vt:i4>
      </vt:variant>
      <vt:variant>
        <vt:i4>5</vt:i4>
      </vt:variant>
      <vt:variant>
        <vt:lpwstr>http://www.uponor.de/</vt:lpwstr>
      </vt:variant>
      <vt:variant>
        <vt:lpwstr/>
      </vt:variant>
      <vt:variant>
        <vt:i4>3145778</vt:i4>
      </vt:variant>
      <vt:variant>
        <vt:i4>0</vt:i4>
      </vt:variant>
      <vt:variant>
        <vt:i4>0</vt:i4>
      </vt:variant>
      <vt:variant>
        <vt:i4>5</vt:i4>
      </vt:variant>
      <vt:variant>
        <vt:lpwstr>http://www.uponor.com/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Andreas Dölker</dc:creator>
  <cp:keywords/>
  <cp:lastModifiedBy>Freytag, Michaela</cp:lastModifiedBy>
  <cp:revision>24</cp:revision>
  <cp:lastPrinted>2020-04-29T13:06:00Z</cp:lastPrinted>
  <dcterms:created xsi:type="dcterms:W3CDTF">2021-08-20T08:31:00Z</dcterms:created>
  <dcterms:modified xsi:type="dcterms:W3CDTF">2021-10-29T08:06:00Z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98db05b-8d0f-4671-968e-683e694bb3b1_Enabled">
    <vt:lpwstr>True</vt:lpwstr>
  </property>
  <property fmtid="{D5CDD505-2E9C-101B-9397-08002B2CF9AE}" pid="3" name="MSIP_Label_d98db05b-8d0f-4671-968e-683e694bb3b1_SiteId">
    <vt:lpwstr>a4f1aa99-bd23-4521-a3c0-1d07bdce1616</vt:lpwstr>
  </property>
  <property fmtid="{D5CDD505-2E9C-101B-9397-08002B2CF9AE}" pid="4" name="MSIP_Label_d98db05b-8d0f-4671-968e-683e694bb3b1_Owner">
    <vt:lpwstr>regine.huber@uponor.com</vt:lpwstr>
  </property>
  <property fmtid="{D5CDD505-2E9C-101B-9397-08002B2CF9AE}" pid="5" name="MSIP_Label_d98db05b-8d0f-4671-968e-683e694bb3b1_SetDate">
    <vt:lpwstr>2019-07-15T12:37:06.2767488Z</vt:lpwstr>
  </property>
  <property fmtid="{D5CDD505-2E9C-101B-9397-08002B2CF9AE}" pid="6" name="MSIP_Label_d98db05b-8d0f-4671-968e-683e694bb3b1_Name">
    <vt:lpwstr>Internal</vt:lpwstr>
  </property>
  <property fmtid="{D5CDD505-2E9C-101B-9397-08002B2CF9AE}" pid="7" name="MSIP_Label_d98db05b-8d0f-4671-968e-683e694bb3b1_Application">
    <vt:lpwstr>Microsoft Azure Information Protection</vt:lpwstr>
  </property>
  <property fmtid="{D5CDD505-2E9C-101B-9397-08002B2CF9AE}" pid="8" name="MSIP_Label_d98db05b-8d0f-4671-968e-683e694bb3b1_Extended_MSFT_Method">
    <vt:lpwstr>Automatic</vt:lpwstr>
  </property>
  <property fmtid="{D5CDD505-2E9C-101B-9397-08002B2CF9AE}" pid="9" name="Sensitivity">
    <vt:lpwstr>Internal</vt:lpwstr>
  </property>
  <property fmtid="{D5CDD505-2E9C-101B-9397-08002B2CF9AE}" pid="10" name="ContentTypeId">
    <vt:lpwstr>0x0101002031411D25738D42AA581B64E76810EC</vt:lpwstr>
  </property>
</Properties>
</file>