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01EF8" w14:textId="77777777" w:rsidR="008E1378" w:rsidRPr="00A47D04" w:rsidRDefault="00A47D04" w:rsidP="00C63D74">
      <w:pPr>
        <w:pStyle w:val="UponorHead"/>
        <w:rPr>
          <w:rFonts w:ascii="Century Gothic" w:hAnsi="Century Gothic"/>
          <w:lang w:val="de-DE"/>
        </w:rPr>
      </w:pPr>
      <w:r w:rsidRPr="00A47D04">
        <w:rPr>
          <w:rFonts w:ascii="Century Gothic" w:hAnsi="Century Gothic"/>
          <w:lang w:val="de-DE"/>
        </w:rPr>
        <w:t>Peter Hasler neuer Teamleiter Technik</w:t>
      </w:r>
    </w:p>
    <w:p w14:paraId="1220E30B" w14:textId="77777777" w:rsidR="0004587A" w:rsidRPr="00A47D04" w:rsidRDefault="00A47D04" w:rsidP="00FD74D8">
      <w:pPr>
        <w:pStyle w:val="UponorDateandPlace"/>
        <w:rPr>
          <w:rFonts w:ascii="Century Gothic" w:hAnsi="Century Gothic"/>
          <w:lang w:val="de-DE"/>
        </w:rPr>
      </w:pPr>
      <w:r w:rsidRPr="00A47D04">
        <w:rPr>
          <w:rFonts w:ascii="Century Gothic" w:hAnsi="Century Gothic"/>
          <w:lang w:val="de-DE"/>
        </w:rPr>
        <w:t xml:space="preserve">Wr. Neudorf, </w:t>
      </w:r>
      <w:r w:rsidR="00CE0719">
        <w:rPr>
          <w:rFonts w:ascii="Century Gothic" w:hAnsi="Century Gothic"/>
          <w:lang w:val="de-DE"/>
        </w:rPr>
        <w:t>4. November</w:t>
      </w:r>
      <w:r w:rsidRPr="00A47D04">
        <w:rPr>
          <w:rFonts w:ascii="Century Gothic" w:hAnsi="Century Gothic"/>
          <w:lang w:val="de-DE"/>
        </w:rPr>
        <w:t xml:space="preserve"> 2021</w:t>
      </w:r>
    </w:p>
    <w:p w14:paraId="12B2D366" w14:textId="77777777" w:rsidR="0004587A" w:rsidRPr="00A47D04" w:rsidRDefault="0004587A" w:rsidP="00420251">
      <w:pPr>
        <w:pStyle w:val="Subline"/>
        <w:spacing w:after="0" w:line="280" w:lineRule="exact"/>
        <w:ind w:right="74"/>
        <w:jc w:val="left"/>
        <w:rPr>
          <w:rFonts w:ascii="Century Gothic" w:hAnsi="Century Gothic"/>
          <w:noProof/>
          <w:sz w:val="24"/>
          <w:szCs w:val="24"/>
          <w:lang w:val="de-DE"/>
        </w:rPr>
      </w:pPr>
    </w:p>
    <w:p w14:paraId="71649E95" w14:textId="019F021D" w:rsidR="003458B3" w:rsidRPr="00A47D04" w:rsidRDefault="00A47D04" w:rsidP="00420251">
      <w:pPr>
        <w:pStyle w:val="UponorSubhead"/>
        <w:ind w:right="74"/>
        <w:rPr>
          <w:rFonts w:ascii="Century Gothic" w:hAnsi="Century Gothic"/>
          <w:noProof/>
          <w:lang w:val="de-DE"/>
        </w:rPr>
      </w:pPr>
      <w:r w:rsidRPr="00A47D04">
        <w:rPr>
          <w:rFonts w:ascii="Century Gothic" w:hAnsi="Century Gothic"/>
          <w:noProof/>
          <w:lang w:val="de-DE"/>
        </w:rPr>
        <w:t xml:space="preserve">Der Gebäudetechnikspezialist Uponor hat einen neuen Teamleiter Technik für Österreich. Dipl.-Ing. Peter Hasler (40) </w:t>
      </w:r>
      <w:r w:rsidRPr="00184DDE">
        <w:rPr>
          <w:rFonts w:ascii="Century Gothic" w:hAnsi="Century Gothic"/>
          <w:noProof/>
          <w:color w:val="000000" w:themeColor="text1"/>
          <w:lang w:val="de-DE"/>
        </w:rPr>
        <w:t xml:space="preserve">übernimmt </w:t>
      </w:r>
      <w:r w:rsidR="009E6019" w:rsidRPr="00184DDE">
        <w:rPr>
          <w:rFonts w:ascii="Century Gothic" w:hAnsi="Century Gothic"/>
          <w:noProof/>
          <w:color w:val="000000" w:themeColor="text1"/>
          <w:lang w:val="de-DE"/>
        </w:rPr>
        <w:t xml:space="preserve">Mitte </w:t>
      </w:r>
      <w:r w:rsidRPr="00A47D04">
        <w:rPr>
          <w:rFonts w:ascii="Century Gothic" w:hAnsi="Century Gothic"/>
          <w:noProof/>
          <w:lang w:val="de-DE"/>
        </w:rPr>
        <w:t>November die verantwortungsvolle Aufgabe. Er verfügt über mehrjährige Erfahrung in der Gebäude- und Betriebstechnik.</w:t>
      </w:r>
      <w:r w:rsidR="004D0B5B" w:rsidRPr="00A47D04">
        <w:rPr>
          <w:rFonts w:ascii="Century Gothic" w:hAnsi="Century Gothic"/>
          <w:noProof/>
          <w:lang w:val="de-DE"/>
        </w:rPr>
        <w:t xml:space="preserve"> </w:t>
      </w:r>
      <w:r w:rsidR="003458B3" w:rsidRPr="00A47D04">
        <w:rPr>
          <w:rFonts w:ascii="Century Gothic" w:hAnsi="Century Gothic"/>
          <w:noProof/>
          <w:lang w:val="de-DE"/>
        </w:rPr>
        <w:br/>
      </w:r>
    </w:p>
    <w:p w14:paraId="3C24B29D" w14:textId="77777777" w:rsidR="00A47D04" w:rsidRPr="00A47D04" w:rsidRDefault="00A47D04" w:rsidP="00A47D04">
      <w:pPr>
        <w:pStyle w:val="UponorSubhead"/>
        <w:numPr>
          <w:ilvl w:val="0"/>
          <w:numId w:val="22"/>
        </w:numPr>
        <w:ind w:left="284" w:hanging="284"/>
        <w:rPr>
          <w:rFonts w:ascii="Century Gothic" w:hAnsi="Century Gothic"/>
          <w:lang w:val="de-DE"/>
        </w:rPr>
      </w:pPr>
      <w:r w:rsidRPr="00A47D04">
        <w:rPr>
          <w:rFonts w:ascii="Century Gothic" w:hAnsi="Century Gothic"/>
          <w:lang w:val="de-DE"/>
        </w:rPr>
        <w:t>Neuer Teamleiter Technik für Österreich</w:t>
      </w:r>
    </w:p>
    <w:p w14:paraId="66E50DDF" w14:textId="77777777" w:rsidR="00A47D04" w:rsidRPr="00A47D04" w:rsidRDefault="00A47D04" w:rsidP="00A47D04">
      <w:pPr>
        <w:pStyle w:val="UponorSubhead"/>
        <w:numPr>
          <w:ilvl w:val="0"/>
          <w:numId w:val="22"/>
        </w:numPr>
        <w:ind w:left="284" w:hanging="284"/>
        <w:rPr>
          <w:rFonts w:ascii="Century Gothic" w:hAnsi="Century Gothic"/>
          <w:lang w:val="de-DE"/>
        </w:rPr>
      </w:pPr>
      <w:r w:rsidRPr="00A47D04">
        <w:rPr>
          <w:rFonts w:ascii="Century Gothic" w:hAnsi="Century Gothic"/>
          <w:lang w:val="de-DE"/>
        </w:rPr>
        <w:t>Kompetenz in Gebäudetechnik und Umweltfragen</w:t>
      </w:r>
    </w:p>
    <w:p w14:paraId="7C51FFDF" w14:textId="77777777" w:rsidR="003458B3" w:rsidRPr="00A47D04" w:rsidRDefault="003458B3" w:rsidP="00A47D04">
      <w:pPr>
        <w:pStyle w:val="UponorSubhead"/>
        <w:ind w:left="284"/>
        <w:rPr>
          <w:rFonts w:ascii="Century Gothic" w:hAnsi="Century Gothic"/>
          <w:sz w:val="24"/>
          <w:szCs w:val="24"/>
          <w:lang w:val="de-DE"/>
        </w:rPr>
      </w:pPr>
    </w:p>
    <w:p w14:paraId="70D2025F" w14:textId="77777777" w:rsidR="00A47D04" w:rsidRPr="00A47D04" w:rsidRDefault="00A47D04" w:rsidP="00A47D04">
      <w:pPr>
        <w:pStyle w:val="UponorCopytext"/>
        <w:rPr>
          <w:rFonts w:ascii="Century Gothic" w:hAnsi="Century Gothic"/>
          <w:lang w:val="de-DE"/>
        </w:rPr>
      </w:pPr>
      <w:r w:rsidRPr="00A47D04">
        <w:rPr>
          <w:rFonts w:ascii="Century Gothic" w:hAnsi="Century Gothic"/>
          <w:lang w:val="de-DE"/>
        </w:rPr>
        <w:t xml:space="preserve">Mit Dipl.-Ing. Peter Hasler verstärkt Uponor das Team Technik durch einen ausgewiesenen Experten. Der 40-jährige Familienvater hat im Jahr 2015 erfolgreich den Masterstudiengang Gebäudetechnik &amp; Gebäudemanagement als Diplomingenieur für technische und wissenschaftliche Berufe an der Fachhochschule Burgenland abgeschlossen. Darüber hinaus verfügt Peter Hasler über einen Abschluss als Bachelor für Energie- und Umweltmanagement der FH Burgenland. „Diese Qualifikation ist die ideale Basis für einen Teamleiter Technik in unserem Unternehmen. Gerade </w:t>
      </w:r>
      <w:r w:rsidR="00CE0719">
        <w:rPr>
          <w:rFonts w:ascii="Century Gothic" w:hAnsi="Century Gothic"/>
          <w:lang w:val="de-DE"/>
        </w:rPr>
        <w:t>das Thema Nachhaltigkeit gewinnt</w:t>
      </w:r>
      <w:r w:rsidRPr="00A47D04">
        <w:rPr>
          <w:rFonts w:ascii="Century Gothic" w:hAnsi="Century Gothic"/>
          <w:lang w:val="de-DE"/>
        </w:rPr>
        <w:t xml:space="preserve"> zunehmend an Bedeutung in unserer Branche“, sagt Rudolf Donner, Geschäftsführer Uponor Österreich. </w:t>
      </w:r>
    </w:p>
    <w:p w14:paraId="43B1FA29" w14:textId="77777777" w:rsidR="00A47D04" w:rsidRPr="00A47D04" w:rsidRDefault="00A47D04" w:rsidP="00A47D04">
      <w:pPr>
        <w:pStyle w:val="UponorCopytext"/>
        <w:rPr>
          <w:rFonts w:ascii="Century Gothic" w:hAnsi="Century Gothic"/>
          <w:lang w:val="de-DE"/>
        </w:rPr>
      </w:pPr>
    </w:p>
    <w:p w14:paraId="1DD6D648" w14:textId="77777777" w:rsidR="00A47D04" w:rsidRPr="00A47D04" w:rsidRDefault="00A47D04" w:rsidP="00A47D04">
      <w:pPr>
        <w:pStyle w:val="UponorCopytext"/>
        <w:rPr>
          <w:rFonts w:ascii="Century Gothic" w:hAnsi="Century Gothic"/>
          <w:lang w:val="de-DE"/>
        </w:rPr>
      </w:pPr>
      <w:r w:rsidRPr="00A47D04">
        <w:rPr>
          <w:rFonts w:ascii="Century Gothic" w:hAnsi="Century Gothic"/>
          <w:lang w:val="de-DE"/>
        </w:rPr>
        <w:t>In den vergangenen Jahren war Peter Hasler in verschiedenen Funktionen tätig – als Technischer Planer für Heizungs-, Klima-, Lüftungs- und Sanitärtechnik, Produktmanager und Leiter F&amp;E Umwelttechnik sowie zuletzt im Bereich Gebäudetechnik und Betriebstechnik. Mehrere Jahre hatte sich Peter Hasler beim Österreichischen Bundesheer verpflichtet und war als Unteroffizier unter anderem im Auslandseinsatz im Kosovo.</w:t>
      </w:r>
    </w:p>
    <w:p w14:paraId="55E74466" w14:textId="77777777" w:rsidR="00A47D04" w:rsidRPr="00A47D04" w:rsidRDefault="00A47D04" w:rsidP="00A47D04">
      <w:pPr>
        <w:pStyle w:val="UponorCopytext"/>
        <w:rPr>
          <w:rFonts w:ascii="Century Gothic" w:hAnsi="Century Gothic"/>
          <w:lang w:val="de-DE"/>
        </w:rPr>
      </w:pPr>
    </w:p>
    <w:p w14:paraId="2437D865" w14:textId="77AF39C0" w:rsidR="00A47D04" w:rsidRPr="00A47D04" w:rsidRDefault="00A47D04" w:rsidP="00A47D04">
      <w:pPr>
        <w:pStyle w:val="UponorCopytext"/>
        <w:rPr>
          <w:rFonts w:ascii="Century Gothic" w:hAnsi="Century Gothic"/>
          <w:lang w:val="de-DE"/>
        </w:rPr>
      </w:pPr>
      <w:r w:rsidRPr="00A47D04">
        <w:rPr>
          <w:rFonts w:ascii="Century Gothic" w:hAnsi="Century Gothic"/>
          <w:lang w:val="de-DE"/>
        </w:rPr>
        <w:t xml:space="preserve">Bei Uponor in </w:t>
      </w:r>
      <w:r w:rsidR="00627986" w:rsidRPr="00184DDE">
        <w:rPr>
          <w:rFonts w:ascii="Century Gothic" w:hAnsi="Century Gothic"/>
          <w:color w:val="000000" w:themeColor="text1"/>
          <w:lang w:val="de-DE"/>
        </w:rPr>
        <w:t xml:space="preserve">Österreich </w:t>
      </w:r>
      <w:r w:rsidRPr="00184DDE">
        <w:rPr>
          <w:rFonts w:ascii="Century Gothic" w:hAnsi="Century Gothic"/>
          <w:color w:val="000000" w:themeColor="text1"/>
          <w:lang w:val="de-DE"/>
        </w:rPr>
        <w:t xml:space="preserve">trägt er die Verantwortung für das Team Technik. Zu den Aufgaben gehören </w:t>
      </w:r>
      <w:r w:rsidR="009E6019" w:rsidRPr="00184DDE">
        <w:rPr>
          <w:rFonts w:ascii="Century Gothic" w:hAnsi="Century Gothic"/>
          <w:color w:val="000000" w:themeColor="text1"/>
          <w:lang w:val="de-DE"/>
        </w:rPr>
        <w:t xml:space="preserve">nebst der Teamleitung die </w:t>
      </w:r>
      <w:r w:rsidRPr="00184DDE">
        <w:rPr>
          <w:rFonts w:ascii="Century Gothic" w:hAnsi="Century Gothic"/>
          <w:color w:val="000000" w:themeColor="text1"/>
          <w:lang w:val="de-DE"/>
        </w:rPr>
        <w:t xml:space="preserve">Planung, Berechnung und Auslegung von Installationslösungen, </w:t>
      </w:r>
      <w:r w:rsidRPr="00A47D04">
        <w:rPr>
          <w:rFonts w:ascii="Century Gothic" w:hAnsi="Century Gothic"/>
          <w:lang w:val="de-DE"/>
        </w:rPr>
        <w:t>Inbetriebnahme bei Kunden sowie Serviceeinsätze. Als Teamleiter Technik arbeitet Hasler für Uponor in Normenausschüssen mit, leitet Kundenschulungen sowie interne Schulungen. Peter Hasler: „Ich freue mich darauf, meine technische Kompetenz und mein Wissen bei Uponor einbringen zu können.“</w:t>
      </w:r>
    </w:p>
    <w:p w14:paraId="0D755E48" w14:textId="77777777" w:rsidR="00A47D04" w:rsidRPr="00A47D04" w:rsidRDefault="00A47D04" w:rsidP="00A47D04">
      <w:pPr>
        <w:pStyle w:val="UponorCopytext"/>
        <w:rPr>
          <w:rFonts w:ascii="Century Gothic" w:hAnsi="Century Gothic"/>
          <w:lang w:val="de-DE"/>
        </w:rPr>
      </w:pPr>
    </w:p>
    <w:p w14:paraId="6AAE9D7C" w14:textId="36063D49" w:rsidR="008E1378" w:rsidRPr="00A47D04" w:rsidRDefault="00A47D04" w:rsidP="00A47D04">
      <w:pPr>
        <w:pStyle w:val="UponorCopytext"/>
        <w:rPr>
          <w:rFonts w:ascii="Century Gothic" w:hAnsi="Century Gothic"/>
          <w:lang w:val="de-DE"/>
        </w:rPr>
      </w:pPr>
      <w:r w:rsidRPr="00A47D04">
        <w:rPr>
          <w:rFonts w:ascii="Century Gothic" w:hAnsi="Century Gothic"/>
          <w:lang w:val="de-DE"/>
        </w:rPr>
        <w:t xml:space="preserve">Der Vater von zwei Kindern interessiert sich in seiner Freizeit für alternative Energien. Manchmal taucht er ab – aber nur als aktiver </w:t>
      </w:r>
      <w:r w:rsidRPr="00A47D04">
        <w:rPr>
          <w:rFonts w:ascii="Century Gothic" w:hAnsi="Century Gothic"/>
          <w:lang w:val="de-DE"/>
        </w:rPr>
        <w:lastRenderedPageBreak/>
        <w:t xml:space="preserve">Tauchlehrer. </w:t>
      </w:r>
      <w:r w:rsidRPr="00184DDE">
        <w:rPr>
          <w:rFonts w:ascii="Century Gothic" w:hAnsi="Century Gothic"/>
          <w:lang w:val="de-DE"/>
        </w:rPr>
        <w:t xml:space="preserve">Beim </w:t>
      </w:r>
      <w:r w:rsidR="00E2399B" w:rsidRPr="00184DDE">
        <w:rPr>
          <w:rFonts w:ascii="Century Gothic" w:hAnsi="Century Gothic"/>
          <w:lang w:val="de-DE"/>
        </w:rPr>
        <w:t>Segeln erkundet er den Ozean</w:t>
      </w:r>
      <w:r w:rsidRPr="00184DDE">
        <w:rPr>
          <w:rFonts w:ascii="Century Gothic" w:hAnsi="Century Gothic"/>
          <w:lang w:val="de-DE"/>
        </w:rPr>
        <w:t xml:space="preserve"> und lernt</w:t>
      </w:r>
      <w:r w:rsidRPr="00A47D04">
        <w:rPr>
          <w:rFonts w:ascii="Century Gothic" w:hAnsi="Century Gothic"/>
          <w:lang w:val="de-DE"/>
        </w:rPr>
        <w:t xml:space="preserve"> auf Reisen gerne fremde Länder und Kulturen kennen.</w:t>
      </w:r>
    </w:p>
    <w:p w14:paraId="47DC9A21" w14:textId="3BB94680" w:rsidR="0055422F" w:rsidRDefault="0055422F" w:rsidP="00C63D74">
      <w:pPr>
        <w:pStyle w:val="UponorCopytext"/>
        <w:rPr>
          <w:rFonts w:ascii="Century Gothic" w:hAnsi="Century Gothic"/>
          <w:lang w:val="de-DE"/>
        </w:rPr>
      </w:pPr>
    </w:p>
    <w:p w14:paraId="4DD272F7" w14:textId="77777777" w:rsidR="004134D6" w:rsidRPr="00A47D04" w:rsidRDefault="004134D6" w:rsidP="00C63D74">
      <w:pPr>
        <w:pStyle w:val="UponorCopytext"/>
        <w:rPr>
          <w:rFonts w:ascii="Century Gothic" w:hAnsi="Century Gothic"/>
          <w:lang w:val="de-DE"/>
        </w:rPr>
      </w:pPr>
    </w:p>
    <w:p w14:paraId="7511B608" w14:textId="77777777" w:rsidR="008F65F2" w:rsidRPr="00A47D04" w:rsidRDefault="00855200" w:rsidP="00855200">
      <w:pPr>
        <w:spacing w:line="240" w:lineRule="auto"/>
        <w:rPr>
          <w:lang w:val="de-DE"/>
        </w:rPr>
      </w:pPr>
      <w:r w:rsidRPr="00A47D04">
        <w:rPr>
          <w:rFonts w:ascii="Century Gothic" w:hAnsi="Century Gothic"/>
          <w:b/>
          <w:bCs/>
          <w:lang w:val="de-DE"/>
        </w:rPr>
        <w:t>Bildmaterial</w:t>
      </w:r>
    </w:p>
    <w:p w14:paraId="43814D23" w14:textId="77777777" w:rsidR="00855200" w:rsidRPr="00A47D04" w:rsidRDefault="00855200" w:rsidP="00C63D74">
      <w:pPr>
        <w:spacing w:line="260" w:lineRule="atLeast"/>
        <w:rPr>
          <w:b/>
          <w:bCs/>
          <w:sz w:val="20"/>
          <w:szCs w:val="20"/>
          <w:lang w:val="de-DE"/>
        </w:rPr>
      </w:pPr>
      <w:r w:rsidRPr="00A47D04">
        <w:rPr>
          <w:rFonts w:ascii="Century Gothic" w:hAnsi="Century Gothic"/>
          <w:b/>
          <w:bCs/>
          <w:sz w:val="20"/>
          <w:szCs w:val="20"/>
          <w:lang w:val="de-DE"/>
        </w:rPr>
        <w:t>Abdruck frei // Belegexemplar oder Link erbeten</w:t>
      </w:r>
    </w:p>
    <w:tbl>
      <w:tblPr>
        <w:tblStyle w:val="Tabellenraster"/>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7"/>
        <w:gridCol w:w="4184"/>
      </w:tblGrid>
      <w:tr w:rsidR="00845BAC" w:rsidRPr="00BD15DB" w14:paraId="5E67719B" w14:textId="77777777" w:rsidTr="00BD15DB">
        <w:tc>
          <w:tcPr>
            <w:tcW w:w="2977" w:type="dxa"/>
            <w:vAlign w:val="center"/>
          </w:tcPr>
          <w:p w14:paraId="527917D9" w14:textId="77777777" w:rsidR="00845BAC" w:rsidRPr="00A47D04" w:rsidRDefault="00845BAC" w:rsidP="00845BAC">
            <w:pPr>
              <w:spacing w:line="260" w:lineRule="atLeast"/>
              <w:rPr>
                <w:rFonts w:ascii="Century Gothic" w:hAnsi="Century Gothic"/>
                <w:sz w:val="18"/>
                <w:szCs w:val="18"/>
                <w:lang w:val="de-DE"/>
              </w:rPr>
            </w:pPr>
          </w:p>
          <w:p w14:paraId="0A94BB66" w14:textId="37237378" w:rsidR="00845BAC" w:rsidRPr="00BD15DB" w:rsidRDefault="00BD15DB" w:rsidP="00845BAC">
            <w:pPr>
              <w:spacing w:line="260" w:lineRule="atLeast"/>
              <w:rPr>
                <w:rFonts w:ascii="Century Gothic" w:hAnsi="Century Gothic"/>
                <w:sz w:val="18"/>
                <w:szCs w:val="18"/>
                <w:lang w:val="de-DE"/>
              </w:rPr>
            </w:pPr>
            <w:r>
              <w:rPr>
                <w:rFonts w:ascii="Century Gothic" w:hAnsi="Century Gothic"/>
                <w:noProof/>
                <w:sz w:val="18"/>
                <w:szCs w:val="18"/>
                <w:lang w:val="de-DE"/>
              </w:rPr>
              <w:drawing>
                <wp:inline distT="0" distB="0" distL="0" distR="0" wp14:anchorId="4A90E10E" wp14:editId="5A446BD6">
                  <wp:extent cx="1402363" cy="1940011"/>
                  <wp:effectExtent l="0" t="0" r="7620" b="317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413941" cy="1956028"/>
                          </a:xfrm>
                          <a:prstGeom prst="rect">
                            <a:avLst/>
                          </a:prstGeom>
                          <a:noFill/>
                          <a:ln>
                            <a:noFill/>
                          </a:ln>
                        </pic:spPr>
                      </pic:pic>
                    </a:graphicData>
                  </a:graphic>
                </wp:inline>
              </w:drawing>
            </w:r>
          </w:p>
          <w:p w14:paraId="06E5EA2F" w14:textId="77777777" w:rsidR="00845BAC" w:rsidRPr="00A47D04" w:rsidRDefault="00845BAC" w:rsidP="00845BAC">
            <w:pPr>
              <w:spacing w:line="260" w:lineRule="atLeast"/>
              <w:rPr>
                <w:rFonts w:ascii="Century Gothic" w:hAnsi="Century Gothic"/>
                <w:sz w:val="18"/>
                <w:szCs w:val="18"/>
                <w:lang w:val="de-DE"/>
              </w:rPr>
            </w:pPr>
          </w:p>
        </w:tc>
        <w:tc>
          <w:tcPr>
            <w:tcW w:w="4184" w:type="dxa"/>
            <w:vAlign w:val="center"/>
          </w:tcPr>
          <w:p w14:paraId="3D55D468" w14:textId="77777777" w:rsidR="00845BAC" w:rsidRPr="00A47D04" w:rsidRDefault="00A47D04" w:rsidP="00246A1A">
            <w:pPr>
              <w:pStyle w:val="UponorCaption"/>
              <w:rPr>
                <w:rFonts w:ascii="Century Gothic" w:hAnsi="Century Gothic"/>
                <w:lang w:val="de-DE"/>
              </w:rPr>
            </w:pPr>
            <w:proofErr w:type="spellStart"/>
            <w:r w:rsidRPr="00CE0719">
              <w:rPr>
                <w:rFonts w:ascii="Century Gothic" w:hAnsi="Century Gothic"/>
                <w:b/>
              </w:rPr>
              <w:t>Uponor_Peter</w:t>
            </w:r>
            <w:proofErr w:type="spellEnd"/>
            <w:r w:rsidRPr="00CE0719">
              <w:rPr>
                <w:rFonts w:ascii="Century Gothic" w:hAnsi="Century Gothic"/>
                <w:b/>
              </w:rPr>
              <w:t xml:space="preserve"> Hasler.jpg</w:t>
            </w:r>
            <w:r w:rsidR="00246A1A" w:rsidRPr="00CE0719">
              <w:rPr>
                <w:rFonts w:ascii="Century Gothic" w:hAnsi="Century Gothic"/>
              </w:rPr>
              <w:br/>
            </w:r>
            <w:r w:rsidRPr="00CE0719">
              <w:rPr>
                <w:rFonts w:ascii="Century Gothic" w:hAnsi="Century Gothic"/>
              </w:rPr>
              <w:t xml:space="preserve">Dipl.-Ing. </w:t>
            </w:r>
            <w:r w:rsidRPr="00A47D04">
              <w:rPr>
                <w:rFonts w:ascii="Century Gothic" w:hAnsi="Century Gothic"/>
                <w:lang w:val="de-DE"/>
              </w:rPr>
              <w:t>Peter Hasler ist neuer Teamleiter Technik bei Uponor Österreich</w:t>
            </w:r>
            <w:r w:rsidR="00891E07" w:rsidRPr="00A47D04">
              <w:rPr>
                <w:rFonts w:ascii="Century Gothic" w:hAnsi="Century Gothic"/>
                <w:lang w:val="de-DE"/>
              </w:rPr>
              <w:br/>
            </w:r>
            <w:r w:rsidR="001419D5" w:rsidRPr="00A47D04">
              <w:rPr>
                <w:rFonts w:ascii="Century Gothic" w:hAnsi="Century Gothic"/>
                <w:b/>
                <w:lang w:val="de-DE"/>
              </w:rPr>
              <w:t>Quelle</w:t>
            </w:r>
            <w:r w:rsidR="00845BAC" w:rsidRPr="00A47D04">
              <w:rPr>
                <w:rFonts w:ascii="Century Gothic" w:hAnsi="Century Gothic"/>
                <w:b/>
                <w:lang w:val="de-DE"/>
              </w:rPr>
              <w:t>: Uponor</w:t>
            </w:r>
          </w:p>
          <w:p w14:paraId="20C270A0" w14:textId="77777777" w:rsidR="00845BAC" w:rsidRPr="00A47D04" w:rsidRDefault="00845BAC" w:rsidP="00845BAC">
            <w:pPr>
              <w:spacing w:line="260" w:lineRule="atLeast"/>
              <w:rPr>
                <w:rFonts w:ascii="Century Gothic" w:hAnsi="Century Gothic"/>
                <w:sz w:val="18"/>
                <w:szCs w:val="18"/>
                <w:lang w:val="de-DE"/>
              </w:rPr>
            </w:pPr>
          </w:p>
        </w:tc>
      </w:tr>
    </w:tbl>
    <w:p w14:paraId="6CFA151A" w14:textId="77777777" w:rsidR="004134D6" w:rsidRDefault="00BD15DB" w:rsidP="004D0B5B">
      <w:pPr>
        <w:pStyle w:val="UponorHeadSocialMedia"/>
        <w:rPr>
          <w:rFonts w:ascii="Century Gothic" w:hAnsi="Century Gothic"/>
          <w:lang w:val="de-DE"/>
        </w:rPr>
      </w:pPr>
      <w:r>
        <w:rPr>
          <w:rFonts w:ascii="Century Gothic" w:hAnsi="Century Gothic"/>
          <w:lang w:val="de-DE"/>
        </w:rPr>
        <w:br/>
      </w:r>
    </w:p>
    <w:p w14:paraId="4ADE1132" w14:textId="77777777" w:rsidR="004134D6" w:rsidRDefault="004134D6" w:rsidP="004D0B5B">
      <w:pPr>
        <w:pStyle w:val="UponorHeadSocialMedia"/>
        <w:rPr>
          <w:rFonts w:ascii="Century Gothic" w:hAnsi="Century Gothic"/>
          <w:lang w:val="de-DE"/>
        </w:rPr>
      </w:pPr>
    </w:p>
    <w:p w14:paraId="23614EF3" w14:textId="51086A2D" w:rsidR="0055422F" w:rsidRPr="00A47D04" w:rsidRDefault="004D0B5B" w:rsidP="004D0B5B">
      <w:pPr>
        <w:pStyle w:val="UponorHeadSocialMedia"/>
        <w:rPr>
          <w:rFonts w:ascii="Century Gothic" w:hAnsi="Century Gothic"/>
          <w:b w:val="0"/>
          <w:lang w:val="de-DE"/>
        </w:rPr>
      </w:pPr>
      <w:r w:rsidRPr="00A47D04">
        <w:rPr>
          <w:rFonts w:ascii="Century Gothic" w:hAnsi="Century Gothic"/>
          <w:lang w:val="de-DE"/>
        </w:rPr>
        <w:t>Folgende Informationen können Ihnen helfen, diese Pressemitteilung in Ihren Online- und Social</w:t>
      </w:r>
      <w:r w:rsidR="00855200" w:rsidRPr="00A47D04">
        <w:rPr>
          <w:rFonts w:ascii="Century Gothic" w:hAnsi="Century Gothic"/>
          <w:lang w:val="de-DE"/>
        </w:rPr>
        <w:t>-</w:t>
      </w:r>
      <w:r w:rsidRPr="00A47D04">
        <w:rPr>
          <w:rFonts w:ascii="Century Gothic" w:hAnsi="Century Gothic"/>
          <w:lang w:val="de-DE"/>
        </w:rPr>
        <w:t>Media-Kanälen zu veröffentlichen.</w:t>
      </w:r>
    </w:p>
    <w:p w14:paraId="671E7C98" w14:textId="77777777" w:rsidR="00503668" w:rsidRPr="00A47D04" w:rsidRDefault="00503668" w:rsidP="0048292F">
      <w:pPr>
        <w:spacing w:line="260" w:lineRule="atLeast"/>
        <w:rPr>
          <w:rFonts w:ascii="Century Gothic" w:hAnsi="Century Gothic"/>
          <w:b/>
          <w:lang w:val="de-DE"/>
        </w:rPr>
      </w:pPr>
    </w:p>
    <w:p w14:paraId="179EB587" w14:textId="77777777" w:rsidR="00503668" w:rsidRPr="00A47D04" w:rsidRDefault="0055422F" w:rsidP="00467E8D">
      <w:pPr>
        <w:pStyle w:val="UponorHeadSocialMedia"/>
        <w:rPr>
          <w:rFonts w:ascii="Century Gothic" w:hAnsi="Century Gothic"/>
          <w:lang w:val="de-DE"/>
        </w:rPr>
      </w:pPr>
      <w:proofErr w:type="spellStart"/>
      <w:r w:rsidRPr="00A47D04">
        <w:rPr>
          <w:rFonts w:ascii="Century Gothic" w:hAnsi="Century Gothic"/>
          <w:lang w:val="de-DE"/>
        </w:rPr>
        <w:t>Meta</w:t>
      </w:r>
      <w:proofErr w:type="spellEnd"/>
      <w:r w:rsidRPr="00A47D04">
        <w:rPr>
          <w:rFonts w:ascii="Century Gothic" w:hAnsi="Century Gothic"/>
          <w:lang w:val="de-DE"/>
        </w:rPr>
        <w:t xml:space="preserve"> </w:t>
      </w:r>
      <w:r w:rsidR="00BF350E" w:rsidRPr="00A47D04">
        <w:rPr>
          <w:rFonts w:ascii="Century Gothic" w:hAnsi="Century Gothic"/>
          <w:lang w:val="de-DE"/>
        </w:rPr>
        <w:t>D</w:t>
      </w:r>
      <w:r w:rsidR="00503668" w:rsidRPr="00A47D04">
        <w:rPr>
          <w:rFonts w:ascii="Century Gothic" w:hAnsi="Century Gothic"/>
          <w:lang w:val="de-DE"/>
        </w:rPr>
        <w:t>escription</w:t>
      </w:r>
    </w:p>
    <w:p w14:paraId="3EA6BB82" w14:textId="77777777" w:rsidR="00434B51" w:rsidRPr="00A47D04" w:rsidRDefault="00A47D04" w:rsidP="00467E8D">
      <w:pPr>
        <w:pStyle w:val="UponorCopytext"/>
        <w:rPr>
          <w:rFonts w:ascii="Century Gothic" w:hAnsi="Century Gothic"/>
          <w:lang w:val="de-DE"/>
        </w:rPr>
      </w:pPr>
      <w:r w:rsidRPr="00A47D04">
        <w:rPr>
          <w:rFonts w:ascii="Century Gothic" w:hAnsi="Century Gothic"/>
          <w:lang w:val="de-DE"/>
        </w:rPr>
        <w:t xml:space="preserve">Neuer Teamleiter Technik bei Uponor Österreich: Hasler verfügt über umfangeiche Kenntnisse in Gebäudetechnik und </w:t>
      </w:r>
      <w:r>
        <w:rPr>
          <w:rFonts w:ascii="Century Gothic" w:hAnsi="Century Gothic"/>
          <w:lang w:val="de-DE"/>
        </w:rPr>
        <w:t>-</w:t>
      </w:r>
      <w:r w:rsidRPr="00A47D04">
        <w:rPr>
          <w:rFonts w:ascii="Century Gothic" w:hAnsi="Century Gothic"/>
          <w:lang w:val="de-DE"/>
        </w:rPr>
        <w:t xml:space="preserve">management sowie Energie und Umwelt. </w:t>
      </w:r>
      <w:r w:rsidR="0055422F" w:rsidRPr="00A47D04">
        <w:rPr>
          <w:rFonts w:ascii="Century Gothic" w:hAnsi="Century Gothic"/>
          <w:lang w:val="de-DE"/>
        </w:rPr>
        <w:t xml:space="preserve"> </w:t>
      </w:r>
    </w:p>
    <w:p w14:paraId="1D743E4C" w14:textId="77777777" w:rsidR="0055422F" w:rsidRPr="00A47D04" w:rsidRDefault="0055422F" w:rsidP="0048292F">
      <w:pPr>
        <w:spacing w:line="260" w:lineRule="atLeast"/>
        <w:rPr>
          <w:rFonts w:ascii="Century Gothic" w:hAnsi="Century Gothic"/>
          <w:b/>
          <w:lang w:val="de-DE"/>
        </w:rPr>
      </w:pPr>
    </w:p>
    <w:p w14:paraId="0F86BBCF" w14:textId="77777777" w:rsidR="0055422F" w:rsidRPr="00A47D04" w:rsidRDefault="0055422F" w:rsidP="0048292F">
      <w:pPr>
        <w:spacing w:line="260" w:lineRule="atLeast"/>
        <w:rPr>
          <w:rFonts w:ascii="Century Gothic" w:hAnsi="Century Gothic"/>
          <w:b/>
          <w:lang w:val="de-DE"/>
        </w:rPr>
      </w:pPr>
    </w:p>
    <w:p w14:paraId="3EDFB1A4" w14:textId="77777777" w:rsidR="00503668" w:rsidRPr="00A47D04" w:rsidRDefault="0055422F" w:rsidP="00467E8D">
      <w:pPr>
        <w:pStyle w:val="UponorHeadSocialMedia"/>
        <w:rPr>
          <w:rFonts w:ascii="Century Gothic" w:hAnsi="Century Gothic"/>
          <w:lang w:val="de-DE"/>
        </w:rPr>
      </w:pPr>
      <w:proofErr w:type="spellStart"/>
      <w:r w:rsidRPr="00A47D04">
        <w:rPr>
          <w:rFonts w:ascii="Century Gothic" w:hAnsi="Century Gothic"/>
          <w:lang w:val="de-DE"/>
        </w:rPr>
        <w:t>Social</w:t>
      </w:r>
      <w:proofErr w:type="spellEnd"/>
      <w:r w:rsidRPr="00A47D04">
        <w:rPr>
          <w:rFonts w:ascii="Century Gothic" w:hAnsi="Century Gothic"/>
          <w:lang w:val="de-DE"/>
        </w:rPr>
        <w:t xml:space="preserve"> </w:t>
      </w:r>
      <w:r w:rsidR="006A67DF" w:rsidRPr="00A47D04">
        <w:rPr>
          <w:rFonts w:ascii="Century Gothic" w:hAnsi="Century Gothic"/>
          <w:lang w:val="de-DE"/>
        </w:rPr>
        <w:t>M</w:t>
      </w:r>
      <w:r w:rsidRPr="00A47D04">
        <w:rPr>
          <w:rFonts w:ascii="Century Gothic" w:hAnsi="Century Gothic"/>
          <w:lang w:val="de-DE"/>
        </w:rPr>
        <w:t xml:space="preserve">edia / </w:t>
      </w:r>
      <w:r w:rsidR="006A67DF" w:rsidRPr="00A47D04">
        <w:rPr>
          <w:rFonts w:ascii="Century Gothic" w:hAnsi="Century Gothic"/>
          <w:lang w:val="de-DE"/>
        </w:rPr>
        <w:t>N</w:t>
      </w:r>
      <w:r w:rsidR="00503668" w:rsidRPr="00A47D04">
        <w:rPr>
          <w:rFonts w:ascii="Century Gothic" w:hAnsi="Century Gothic"/>
          <w:lang w:val="de-DE"/>
        </w:rPr>
        <w:t>ewslet</w:t>
      </w:r>
      <w:r w:rsidRPr="00A47D04">
        <w:rPr>
          <w:rFonts w:ascii="Century Gothic" w:hAnsi="Century Gothic"/>
          <w:lang w:val="de-DE"/>
        </w:rPr>
        <w:t xml:space="preserve">ter </w:t>
      </w:r>
      <w:r w:rsidR="006A67DF" w:rsidRPr="00A47D04">
        <w:rPr>
          <w:rFonts w:ascii="Century Gothic" w:hAnsi="Century Gothic"/>
          <w:lang w:val="de-DE"/>
        </w:rPr>
        <w:t>T</w:t>
      </w:r>
      <w:r w:rsidRPr="00A47D04">
        <w:rPr>
          <w:rFonts w:ascii="Century Gothic" w:hAnsi="Century Gothic"/>
          <w:lang w:val="de-DE"/>
        </w:rPr>
        <w:t>easer</w:t>
      </w:r>
      <w:r w:rsidR="00503668" w:rsidRPr="00A47D04">
        <w:rPr>
          <w:rFonts w:ascii="Century Gothic" w:hAnsi="Century Gothic"/>
          <w:lang w:val="de-DE"/>
        </w:rPr>
        <w:t>:</w:t>
      </w:r>
    </w:p>
    <w:p w14:paraId="26AEB852" w14:textId="77777777" w:rsidR="00D8064A" w:rsidRPr="00A47D04" w:rsidRDefault="00D8064A" w:rsidP="00467E8D">
      <w:pPr>
        <w:pStyle w:val="UponorHeadSocialMedia"/>
        <w:rPr>
          <w:rFonts w:ascii="Century Gothic" w:hAnsi="Century Gothic"/>
          <w:lang w:val="de-DE"/>
        </w:rPr>
      </w:pPr>
    </w:p>
    <w:p w14:paraId="17E1F02B" w14:textId="77777777" w:rsidR="00503668" w:rsidRPr="00A47D04" w:rsidRDefault="00503668" w:rsidP="00467E8D">
      <w:pPr>
        <w:pStyle w:val="UponorHeadSocialMedia"/>
        <w:rPr>
          <w:rFonts w:ascii="Century Gothic" w:hAnsi="Century Gothic"/>
          <w:lang w:val="de-DE"/>
        </w:rPr>
      </w:pPr>
      <w:r w:rsidRPr="00A47D04">
        <w:rPr>
          <w:rFonts w:ascii="Century Gothic" w:hAnsi="Century Gothic"/>
          <w:lang w:val="de-DE"/>
        </w:rPr>
        <w:t>Facebook</w:t>
      </w:r>
    </w:p>
    <w:p w14:paraId="51C754F2" w14:textId="77777777" w:rsidR="0077243D" w:rsidRPr="00A47D04" w:rsidRDefault="00A47D04" w:rsidP="00467E8D">
      <w:pPr>
        <w:pStyle w:val="UponorCopytext"/>
        <w:rPr>
          <w:rFonts w:ascii="Century Gothic" w:hAnsi="Century Gothic"/>
          <w:lang w:val="de-DE"/>
        </w:rPr>
      </w:pPr>
      <w:r w:rsidRPr="00A47D04">
        <w:rPr>
          <w:rFonts w:ascii="Century Gothic" w:hAnsi="Century Gothic"/>
          <w:lang w:val="de-DE"/>
        </w:rPr>
        <w:t>Neuer Teamleiter Technik bei Uponor Österreich: Dipl.-Ing. Peter Hasler verfügt über umfangeiche Kenntnisse in Gebäudetechnik und Gebäudemanagement sowie in den Bereichen Energie und Umwelt. Der 40-Jährige und sein Team betreuen die Kunden von der Planung und Auslegung der Installationslösungen über die Inbetriebnahme bis zum Service.</w:t>
      </w:r>
    </w:p>
    <w:p w14:paraId="6712B203" w14:textId="444684A1" w:rsidR="0055422F" w:rsidRDefault="0055422F" w:rsidP="0048292F">
      <w:pPr>
        <w:spacing w:line="260" w:lineRule="atLeast"/>
        <w:rPr>
          <w:rFonts w:ascii="Century Gothic" w:hAnsi="Century Gothic"/>
          <w:b/>
          <w:lang w:val="de-DE"/>
        </w:rPr>
      </w:pPr>
    </w:p>
    <w:p w14:paraId="605AE9AE" w14:textId="1AC3A635" w:rsidR="004134D6" w:rsidRDefault="004134D6" w:rsidP="0048292F">
      <w:pPr>
        <w:spacing w:line="260" w:lineRule="atLeast"/>
        <w:rPr>
          <w:rFonts w:ascii="Century Gothic" w:hAnsi="Century Gothic"/>
          <w:b/>
          <w:lang w:val="de-DE"/>
        </w:rPr>
      </w:pPr>
    </w:p>
    <w:p w14:paraId="5ECC0B9B" w14:textId="54E616AB" w:rsidR="004134D6" w:rsidRDefault="004134D6" w:rsidP="0048292F">
      <w:pPr>
        <w:spacing w:line="260" w:lineRule="atLeast"/>
        <w:rPr>
          <w:rFonts w:ascii="Century Gothic" w:hAnsi="Century Gothic"/>
          <w:b/>
          <w:lang w:val="de-DE"/>
        </w:rPr>
      </w:pPr>
    </w:p>
    <w:p w14:paraId="1A008467" w14:textId="77777777" w:rsidR="004134D6" w:rsidRPr="00A47D04" w:rsidRDefault="004134D6" w:rsidP="0048292F">
      <w:pPr>
        <w:spacing w:line="260" w:lineRule="atLeast"/>
        <w:rPr>
          <w:rFonts w:ascii="Century Gothic" w:hAnsi="Century Gothic"/>
          <w:b/>
          <w:lang w:val="de-DE"/>
        </w:rPr>
      </w:pPr>
    </w:p>
    <w:p w14:paraId="5343FEB8" w14:textId="77777777" w:rsidR="00503668" w:rsidRPr="00A47D04" w:rsidRDefault="00503668" w:rsidP="00467E8D">
      <w:pPr>
        <w:pStyle w:val="UponorHeadSocialMedia"/>
        <w:rPr>
          <w:rFonts w:ascii="Century Gothic" w:hAnsi="Century Gothic"/>
          <w:lang w:val="de-DE"/>
        </w:rPr>
      </w:pPr>
      <w:r w:rsidRPr="00A47D04">
        <w:rPr>
          <w:rFonts w:ascii="Century Gothic" w:hAnsi="Century Gothic"/>
          <w:lang w:val="de-DE"/>
        </w:rPr>
        <w:lastRenderedPageBreak/>
        <w:t xml:space="preserve">Twitter </w:t>
      </w:r>
    </w:p>
    <w:p w14:paraId="728FCCAE" w14:textId="77777777" w:rsidR="00334254" w:rsidRPr="00A47D04" w:rsidRDefault="00A47D04" w:rsidP="0048292F">
      <w:pPr>
        <w:spacing w:line="260" w:lineRule="atLeast"/>
        <w:rPr>
          <w:rFonts w:ascii="Century Gothic" w:hAnsi="Century Gothic"/>
          <w:b/>
          <w:bCs/>
          <w:lang w:val="de-DE"/>
        </w:rPr>
      </w:pPr>
      <w:r w:rsidRPr="00A47D04">
        <w:rPr>
          <w:rFonts w:ascii="Century Gothic" w:hAnsi="Century Gothic"/>
          <w:lang w:val="de-DE"/>
        </w:rPr>
        <w:t xml:space="preserve">Neuer Teamleiter Technik bei Uponor Österreich: Hasler verfügt über Kenntnisse in </w:t>
      </w:r>
      <w:r>
        <w:rPr>
          <w:rFonts w:ascii="Century Gothic" w:hAnsi="Century Gothic"/>
          <w:lang w:val="de-DE"/>
        </w:rPr>
        <w:t>#</w:t>
      </w:r>
      <w:r w:rsidRPr="00A47D04">
        <w:rPr>
          <w:rFonts w:ascii="Century Gothic" w:hAnsi="Century Gothic"/>
          <w:lang w:val="de-DE"/>
        </w:rPr>
        <w:t xml:space="preserve">Gebäudetechnik und </w:t>
      </w:r>
      <w:r>
        <w:rPr>
          <w:rFonts w:ascii="Century Gothic" w:hAnsi="Century Gothic"/>
          <w:lang w:val="de-DE"/>
        </w:rPr>
        <w:t>#</w:t>
      </w:r>
      <w:r w:rsidRPr="00A47D04">
        <w:rPr>
          <w:rFonts w:ascii="Century Gothic" w:hAnsi="Century Gothic"/>
          <w:lang w:val="de-DE"/>
        </w:rPr>
        <w:t>Gebäudemanagement sowie in den Bereichen Energie und Umwelt. Das Team betreut Kunden von der Planung der Installationslösung über Inbetriebnahme bis zum Service.</w:t>
      </w:r>
    </w:p>
    <w:p w14:paraId="11AC2860" w14:textId="77777777" w:rsidR="004231FB" w:rsidRPr="00A47D04" w:rsidRDefault="008C5DAB" w:rsidP="008C5DAB">
      <w:pPr>
        <w:pStyle w:val="Listenabsatz"/>
        <w:spacing w:line="260" w:lineRule="atLeast"/>
        <w:jc w:val="center"/>
        <w:rPr>
          <w:rFonts w:ascii="Century Gothic" w:hAnsi="Century Gothic"/>
          <w:b/>
          <w:bCs/>
          <w:color w:val="0062C8"/>
          <w:sz w:val="16"/>
          <w:szCs w:val="16"/>
          <w:lang w:val="de-DE"/>
        </w:rPr>
      </w:pPr>
      <w:r w:rsidRPr="00A47D04">
        <w:rPr>
          <w:rFonts w:ascii="Century Gothic" w:hAnsi="Century Gothic"/>
          <w:b/>
          <w:bCs/>
          <w:color w:val="0062C8"/>
          <w:sz w:val="16"/>
          <w:szCs w:val="16"/>
          <w:lang w:val="de-DE"/>
        </w:rPr>
        <w:t>- - - - - - - - - - - - - - - - - - - - - - - - - - - -</w:t>
      </w:r>
    </w:p>
    <w:p w14:paraId="1495936A" w14:textId="77777777" w:rsidR="00057A6E" w:rsidRPr="00A47D04" w:rsidRDefault="00057A6E" w:rsidP="004231FB">
      <w:pPr>
        <w:spacing w:line="260" w:lineRule="atLeast"/>
        <w:jc w:val="center"/>
        <w:rPr>
          <w:rFonts w:ascii="Century Gothic" w:hAnsi="Century Gothic"/>
          <w:b/>
          <w:bCs/>
          <w:lang w:val="de-DE"/>
        </w:rPr>
      </w:pPr>
    </w:p>
    <w:p w14:paraId="49450740" w14:textId="77777777" w:rsidR="004231FB" w:rsidRPr="00A47D04" w:rsidRDefault="004231FB" w:rsidP="004231FB">
      <w:pPr>
        <w:spacing w:line="260" w:lineRule="atLeast"/>
        <w:jc w:val="center"/>
        <w:rPr>
          <w:rFonts w:ascii="Century Gothic" w:hAnsi="Century Gothic"/>
          <w:b/>
          <w:bCs/>
          <w:lang w:val="de-DE"/>
        </w:rPr>
      </w:pPr>
    </w:p>
    <w:p w14:paraId="7833EF7F" w14:textId="77777777" w:rsidR="004231FB" w:rsidRPr="00A47D04" w:rsidRDefault="004231FB" w:rsidP="00467E8D">
      <w:pPr>
        <w:pStyle w:val="UponorPressContactHead"/>
        <w:rPr>
          <w:rFonts w:ascii="Century Gothic" w:hAnsi="Century Gothic"/>
          <w:lang w:val="de-DE"/>
        </w:rPr>
      </w:pPr>
      <w:r w:rsidRPr="00A47D04">
        <w:rPr>
          <w:rFonts w:ascii="Century Gothic" w:hAnsi="Century Gothic"/>
          <w:lang w:val="de-DE"/>
        </w:rPr>
        <w:t>Press</w:t>
      </w:r>
      <w:r w:rsidR="004D0B5B" w:rsidRPr="00A47D04">
        <w:rPr>
          <w:rFonts w:ascii="Century Gothic" w:hAnsi="Century Gothic"/>
          <w:lang w:val="de-DE"/>
        </w:rPr>
        <w:t>ekontakt</w:t>
      </w:r>
      <w:r w:rsidRPr="00A47D04">
        <w:rPr>
          <w:rFonts w:ascii="Century Gothic" w:hAnsi="Century Gothic"/>
          <w:lang w:val="de-DE"/>
        </w:rPr>
        <w:t>:</w:t>
      </w:r>
    </w:p>
    <w:p w14:paraId="7B77E5C0" w14:textId="77777777" w:rsidR="004231FB" w:rsidRPr="00A47D04" w:rsidRDefault="004231FB" w:rsidP="004231FB">
      <w:pPr>
        <w:shd w:val="clear" w:color="auto" w:fill="FFFFFF"/>
        <w:spacing w:line="220" w:lineRule="atLeast"/>
        <w:ind w:right="3119"/>
        <w:rPr>
          <w:rFonts w:ascii="Century Gothic" w:eastAsia="Times New Roman" w:hAnsi="Century Gothic"/>
          <w:lang w:val="de-DE"/>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4231FB" w:rsidRPr="00A47D04" w14:paraId="2EC3A1F5" w14:textId="77777777" w:rsidTr="0095033B">
        <w:tc>
          <w:tcPr>
            <w:tcW w:w="3686" w:type="dxa"/>
          </w:tcPr>
          <w:p w14:paraId="41B5F873" w14:textId="77777777" w:rsidR="004231FB" w:rsidRPr="00CE0719" w:rsidRDefault="004231FB" w:rsidP="00467E8D">
            <w:pPr>
              <w:pStyle w:val="UponorPressContactHead"/>
              <w:ind w:right="1333"/>
              <w:rPr>
                <w:rFonts w:ascii="Century Gothic" w:hAnsi="Century Gothic"/>
              </w:rPr>
            </w:pPr>
            <w:r w:rsidRPr="00CE0719">
              <w:rPr>
                <w:rFonts w:ascii="Century Gothic" w:hAnsi="Century Gothic"/>
              </w:rPr>
              <w:t>Michaela</w:t>
            </w:r>
            <w:r w:rsidR="00467E8D" w:rsidRPr="00CE0719">
              <w:rPr>
                <w:rFonts w:ascii="Century Gothic" w:hAnsi="Century Gothic"/>
              </w:rPr>
              <w:t xml:space="preserve"> Fr</w:t>
            </w:r>
            <w:r w:rsidRPr="00CE0719">
              <w:rPr>
                <w:rFonts w:ascii="Century Gothic" w:hAnsi="Century Gothic"/>
              </w:rPr>
              <w:t>eytag</w:t>
            </w:r>
          </w:p>
          <w:p w14:paraId="7D093DCC" w14:textId="77777777" w:rsidR="004231FB" w:rsidRPr="00CE0719" w:rsidRDefault="004231FB" w:rsidP="00BE5EC2">
            <w:pPr>
              <w:pStyle w:val="KeinAbsatzformat"/>
              <w:tabs>
                <w:tab w:val="right" w:pos="2721"/>
              </w:tabs>
              <w:suppressAutoHyphens/>
              <w:spacing w:line="260" w:lineRule="atLeast"/>
              <w:rPr>
                <w:rFonts w:ascii="Century Gothic" w:hAnsi="Century Gothic" w:cs="Arial"/>
                <w:bCs/>
                <w:color w:val="auto"/>
                <w:sz w:val="18"/>
                <w:szCs w:val="18"/>
                <w:lang w:val="en-US"/>
              </w:rPr>
            </w:pPr>
            <w:r w:rsidRPr="00CE0719">
              <w:rPr>
                <w:rFonts w:ascii="Century Gothic" w:hAnsi="Century Gothic" w:cs="Arial"/>
                <w:bCs/>
                <w:color w:val="auto"/>
                <w:sz w:val="18"/>
                <w:szCs w:val="18"/>
                <w:lang w:val="en-US"/>
              </w:rPr>
              <w:tab/>
            </w:r>
            <w:r w:rsidRPr="00CE0719">
              <w:rPr>
                <w:rFonts w:ascii="Century Gothic" w:hAnsi="Century Gothic" w:cs="Arial"/>
                <w:bCs/>
                <w:color w:val="auto"/>
                <w:sz w:val="18"/>
                <w:szCs w:val="18"/>
                <w:lang w:val="en-US"/>
              </w:rPr>
              <w:tab/>
            </w:r>
          </w:p>
          <w:p w14:paraId="6694BC22" w14:textId="77777777" w:rsidR="004231FB" w:rsidRPr="00CE0719" w:rsidRDefault="004231FB" w:rsidP="00467E8D">
            <w:pPr>
              <w:pStyle w:val="UponorPressContactBoilerplate"/>
              <w:rPr>
                <w:rFonts w:ascii="Century Gothic" w:hAnsi="Century Gothic"/>
              </w:rPr>
            </w:pPr>
            <w:r w:rsidRPr="00CE0719">
              <w:rPr>
                <w:rFonts w:ascii="Century Gothic" w:hAnsi="Century Gothic"/>
              </w:rPr>
              <w:t>Public Relations Manager</w:t>
            </w:r>
          </w:p>
          <w:p w14:paraId="73025C75" w14:textId="77777777" w:rsidR="004231FB" w:rsidRPr="00CE0719" w:rsidRDefault="004231FB" w:rsidP="00467E8D">
            <w:pPr>
              <w:pStyle w:val="UponorPressContactBoilerplate"/>
              <w:rPr>
                <w:rFonts w:ascii="Century Gothic" w:hAnsi="Century Gothic"/>
              </w:rPr>
            </w:pPr>
            <w:r w:rsidRPr="00CE0719">
              <w:rPr>
                <w:rFonts w:ascii="Century Gothic" w:hAnsi="Century Gothic"/>
              </w:rPr>
              <w:t>Uponor GmbH</w:t>
            </w:r>
          </w:p>
          <w:p w14:paraId="3CA1FB3A" w14:textId="77777777" w:rsidR="004231FB" w:rsidRPr="00CE0719" w:rsidRDefault="004231FB" w:rsidP="00467E8D">
            <w:pPr>
              <w:pStyle w:val="UponorPressContactBoilerplate"/>
              <w:rPr>
                <w:rFonts w:ascii="Century Gothic" w:hAnsi="Century Gothic"/>
              </w:rPr>
            </w:pPr>
            <w:r w:rsidRPr="00CE0719">
              <w:rPr>
                <w:rFonts w:ascii="Century Gothic" w:hAnsi="Century Gothic"/>
              </w:rPr>
              <w:t>Building Solutions Europe</w:t>
            </w:r>
          </w:p>
          <w:p w14:paraId="2D2FAA53" w14:textId="77777777" w:rsidR="004231FB" w:rsidRPr="00CE0719" w:rsidRDefault="004231FB" w:rsidP="00467E8D">
            <w:pPr>
              <w:pStyle w:val="UponorPressContactBoilerplate"/>
              <w:rPr>
                <w:rFonts w:ascii="Century Gothic" w:hAnsi="Century Gothic"/>
              </w:rPr>
            </w:pPr>
            <w:r w:rsidRPr="00CE0719">
              <w:rPr>
                <w:rFonts w:ascii="Century Gothic" w:hAnsi="Century Gothic"/>
              </w:rPr>
              <w:t>P +49 (9521) 690 848</w:t>
            </w:r>
          </w:p>
          <w:p w14:paraId="18A60C38" w14:textId="77777777" w:rsidR="004231FB" w:rsidRPr="00CE0719" w:rsidRDefault="004134D6" w:rsidP="00467E8D">
            <w:pPr>
              <w:pStyle w:val="UponorPressContactBoilerplate"/>
              <w:rPr>
                <w:rFonts w:ascii="Century Gothic" w:hAnsi="Century Gothic"/>
              </w:rPr>
            </w:pPr>
            <w:hyperlink r:id="rId12" w:history="1">
              <w:r w:rsidR="004231FB" w:rsidRPr="00CE0719">
                <w:rPr>
                  <w:rStyle w:val="Hyperlink"/>
                  <w:rFonts w:ascii="Century Gothic" w:hAnsi="Century Gothic"/>
                </w:rPr>
                <w:t>michaela.freytag@uponor.com</w:t>
              </w:r>
            </w:hyperlink>
          </w:p>
          <w:p w14:paraId="352F808F" w14:textId="77777777" w:rsidR="004231FB" w:rsidRPr="00184DDE" w:rsidRDefault="004134D6" w:rsidP="00BE5EC2">
            <w:pPr>
              <w:pStyle w:val="KeinAbsatzformat"/>
              <w:tabs>
                <w:tab w:val="right" w:pos="2721"/>
              </w:tabs>
              <w:suppressAutoHyphens/>
              <w:spacing w:line="260" w:lineRule="atLeast"/>
              <w:rPr>
                <w:rFonts w:ascii="Century Gothic" w:hAnsi="Century Gothic" w:cs="Arial"/>
                <w:bCs/>
                <w:color w:val="auto"/>
                <w:sz w:val="16"/>
                <w:szCs w:val="16"/>
                <w:lang w:val="en-US"/>
              </w:rPr>
            </w:pPr>
            <w:hyperlink r:id="rId13" w:history="1">
              <w:r w:rsidR="00E64891" w:rsidRPr="00184DDE">
                <w:rPr>
                  <w:rStyle w:val="Hyperlink"/>
                  <w:rFonts w:ascii="Century Gothic" w:hAnsi="Century Gothic" w:cs="Arial"/>
                  <w:bCs/>
                  <w:sz w:val="18"/>
                  <w:szCs w:val="18"/>
                  <w:lang w:val="en-US"/>
                </w:rPr>
                <w:t>www.uponor.de</w:t>
              </w:r>
            </w:hyperlink>
          </w:p>
        </w:tc>
        <w:tc>
          <w:tcPr>
            <w:tcW w:w="3260" w:type="dxa"/>
          </w:tcPr>
          <w:p w14:paraId="7A63BAF9" w14:textId="77777777" w:rsidR="004231FB" w:rsidRPr="00CE0719" w:rsidRDefault="006A67DF" w:rsidP="00467E8D">
            <w:pPr>
              <w:pStyle w:val="UponorPressContactHead"/>
              <w:ind w:right="424"/>
              <w:rPr>
                <w:rFonts w:ascii="Century Gothic" w:hAnsi="Century Gothic"/>
              </w:rPr>
            </w:pPr>
            <w:r w:rsidRPr="00CE0719">
              <w:rPr>
                <w:rFonts w:ascii="Century Gothic" w:hAnsi="Century Gothic"/>
              </w:rPr>
              <w:t>Andreas Dölker</w:t>
            </w:r>
          </w:p>
          <w:p w14:paraId="5F08D82B" w14:textId="77777777" w:rsidR="004231FB" w:rsidRPr="00CE0719" w:rsidRDefault="004231FB" w:rsidP="00BE5EC2">
            <w:pPr>
              <w:shd w:val="clear" w:color="auto" w:fill="FFFFFF"/>
              <w:spacing w:line="260" w:lineRule="atLeast"/>
              <w:ind w:right="1"/>
              <w:rPr>
                <w:rFonts w:ascii="Century Gothic" w:eastAsia="Times New Roman" w:hAnsi="Century Gothic"/>
                <w:bCs/>
                <w:sz w:val="18"/>
                <w:szCs w:val="18"/>
              </w:rPr>
            </w:pPr>
          </w:p>
          <w:p w14:paraId="7159D13F" w14:textId="77777777" w:rsidR="004231FB" w:rsidRPr="00CE0719" w:rsidRDefault="004231FB" w:rsidP="00467E8D">
            <w:pPr>
              <w:pStyle w:val="UponorPressContactBoilerplate"/>
              <w:rPr>
                <w:rFonts w:ascii="Century Gothic" w:eastAsiaTheme="minorEastAsia" w:hAnsi="Century Gothic"/>
                <w:bCs w:val="0"/>
                <w:lang w:eastAsia="en-US"/>
              </w:rPr>
            </w:pPr>
            <w:r w:rsidRPr="00CE0719">
              <w:rPr>
                <w:rFonts w:ascii="Century Gothic" w:hAnsi="Century Gothic"/>
              </w:rPr>
              <w:t>Communication Consultants GmbH</w:t>
            </w:r>
            <w:r w:rsidRPr="00CE0719">
              <w:rPr>
                <w:rFonts w:ascii="Century Gothic" w:hAnsi="Century Gothic"/>
              </w:rPr>
              <w:br/>
              <w:t xml:space="preserve">P +49 (711) 97893 </w:t>
            </w:r>
            <w:r w:rsidR="006A67DF" w:rsidRPr="00CE0719">
              <w:rPr>
                <w:rFonts w:ascii="Century Gothic" w:hAnsi="Century Gothic"/>
              </w:rPr>
              <w:t>51</w:t>
            </w:r>
            <w:r w:rsidRPr="00CE0719">
              <w:rPr>
                <w:rFonts w:ascii="Century Gothic" w:hAnsi="Century Gothic"/>
              </w:rPr>
              <w:br/>
            </w:r>
            <w:hyperlink r:id="rId14" w:history="1">
              <w:r w:rsidR="00BE5EC2" w:rsidRPr="00CE0719">
                <w:rPr>
                  <w:rStyle w:val="Hyperlink"/>
                  <w:rFonts w:ascii="Century Gothic" w:eastAsiaTheme="minorEastAsia" w:hAnsi="Century Gothic"/>
                  <w:bCs w:val="0"/>
                  <w:color w:val="4472C4" w:themeColor="accent1"/>
                  <w:lang w:eastAsia="en-US"/>
                </w:rPr>
                <w:t>uponor@cc-stuttgart.de</w:t>
              </w:r>
            </w:hyperlink>
            <w:r w:rsidR="00E64891" w:rsidRPr="00CE0719">
              <w:rPr>
                <w:rStyle w:val="Hyperlink"/>
                <w:rFonts w:ascii="Century Gothic" w:eastAsiaTheme="minorEastAsia" w:hAnsi="Century Gothic"/>
                <w:bCs w:val="0"/>
                <w:color w:val="4472C4" w:themeColor="accent1"/>
                <w:lang w:eastAsia="en-US"/>
              </w:rPr>
              <w:br/>
            </w:r>
            <w:hyperlink r:id="rId15" w:history="1">
              <w:r w:rsidR="00E64891" w:rsidRPr="00CE0719">
                <w:rPr>
                  <w:rStyle w:val="Hyperlink"/>
                  <w:rFonts w:ascii="Century Gothic" w:eastAsiaTheme="minorEastAsia" w:hAnsi="Century Gothic"/>
                  <w:color w:val="4472C4" w:themeColor="accent1"/>
                  <w:lang w:eastAsia="en-US"/>
                </w:rPr>
                <w:t>www.cc-stuttgart.de</w:t>
              </w:r>
            </w:hyperlink>
          </w:p>
          <w:p w14:paraId="1DBD3FBF" w14:textId="77777777" w:rsidR="00BE5EC2" w:rsidRPr="00CE0719" w:rsidRDefault="00BE5EC2" w:rsidP="00BE5EC2">
            <w:pPr>
              <w:shd w:val="clear" w:color="auto" w:fill="FFFFFF"/>
              <w:spacing w:line="260" w:lineRule="atLeast"/>
              <w:ind w:right="1"/>
              <w:rPr>
                <w:rFonts w:ascii="Century Gothic" w:eastAsiaTheme="minorEastAsia" w:hAnsi="Century Gothic"/>
                <w:bCs/>
                <w:sz w:val="18"/>
                <w:szCs w:val="18"/>
                <w:lang w:eastAsia="en-US"/>
              </w:rPr>
            </w:pPr>
          </w:p>
          <w:p w14:paraId="00433E8F" w14:textId="77777777" w:rsidR="004231FB" w:rsidRPr="00CE0719" w:rsidRDefault="004231FB" w:rsidP="00BE5EC2">
            <w:pPr>
              <w:pStyle w:val="KeinAbsatzformat"/>
              <w:tabs>
                <w:tab w:val="right" w:pos="2721"/>
              </w:tabs>
              <w:suppressAutoHyphens/>
              <w:spacing w:line="260" w:lineRule="atLeast"/>
              <w:rPr>
                <w:rFonts w:ascii="Century Gothic" w:hAnsi="Century Gothic" w:cs="Arial"/>
                <w:bCs/>
                <w:color w:val="auto"/>
                <w:sz w:val="18"/>
                <w:szCs w:val="18"/>
                <w:lang w:val="en-US"/>
              </w:rPr>
            </w:pPr>
          </w:p>
        </w:tc>
      </w:tr>
      <w:tr w:rsidR="00C628B4" w:rsidRPr="00A47D04" w14:paraId="4708B119" w14:textId="77777777" w:rsidTr="00C63D74">
        <w:tc>
          <w:tcPr>
            <w:tcW w:w="6946" w:type="dxa"/>
            <w:gridSpan w:val="2"/>
          </w:tcPr>
          <w:p w14:paraId="2228FBB7" w14:textId="77777777" w:rsidR="00057A6E" w:rsidRPr="00CE0719" w:rsidRDefault="00057A6E" w:rsidP="004231FB">
            <w:pPr>
              <w:shd w:val="clear" w:color="auto" w:fill="FFFFFF"/>
              <w:spacing w:line="260" w:lineRule="atLeast"/>
              <w:ind w:right="1"/>
              <w:rPr>
                <w:rFonts w:ascii="Century Gothic" w:eastAsia="Times New Roman" w:hAnsi="Century Gothic"/>
                <w:bCs/>
                <w:sz w:val="18"/>
                <w:szCs w:val="18"/>
              </w:rPr>
            </w:pPr>
          </w:p>
          <w:p w14:paraId="194D56D4" w14:textId="77777777" w:rsidR="00057A6E" w:rsidRPr="00CE0719" w:rsidRDefault="00057A6E" w:rsidP="004231FB">
            <w:pPr>
              <w:shd w:val="clear" w:color="auto" w:fill="FFFFFF"/>
              <w:spacing w:line="260" w:lineRule="atLeast"/>
              <w:ind w:right="1"/>
              <w:rPr>
                <w:rFonts w:ascii="Century Gothic" w:eastAsia="Times New Roman" w:hAnsi="Century Gothic"/>
                <w:bCs/>
                <w:sz w:val="18"/>
                <w:szCs w:val="18"/>
              </w:rPr>
            </w:pPr>
          </w:p>
        </w:tc>
      </w:tr>
      <w:tr w:rsidR="00DA3D76" w:rsidRPr="00A47D04" w14:paraId="6C4EAD76" w14:textId="77777777" w:rsidTr="00C63D74">
        <w:tc>
          <w:tcPr>
            <w:tcW w:w="6946" w:type="dxa"/>
            <w:gridSpan w:val="2"/>
          </w:tcPr>
          <w:p w14:paraId="337EDAC2" w14:textId="77777777" w:rsidR="00DA3D76" w:rsidRPr="00A47D04" w:rsidRDefault="004D0B5B" w:rsidP="00467E8D">
            <w:pPr>
              <w:pStyle w:val="UponorPressContactHead"/>
              <w:rPr>
                <w:rFonts w:ascii="Century Gothic" w:hAnsi="Century Gothic"/>
                <w:strike/>
                <w:lang w:val="de-DE"/>
              </w:rPr>
            </w:pPr>
            <w:r w:rsidRPr="00A47D04">
              <w:rPr>
                <w:rFonts w:ascii="Century Gothic" w:hAnsi="Century Gothic"/>
                <w:lang w:val="de-DE"/>
              </w:rPr>
              <w:t xml:space="preserve">Über </w:t>
            </w:r>
            <w:r w:rsidR="00DA3D76" w:rsidRPr="00A47D04">
              <w:rPr>
                <w:rFonts w:ascii="Century Gothic" w:hAnsi="Century Gothic"/>
                <w:lang w:val="de-DE"/>
              </w:rPr>
              <w:t>Uponor</w:t>
            </w:r>
          </w:p>
          <w:p w14:paraId="249B13AE" w14:textId="0DCE40E3" w:rsidR="00DA3D76" w:rsidRPr="00A47D04" w:rsidRDefault="00D133D8" w:rsidP="004D0B5B">
            <w:pPr>
              <w:pStyle w:val="UponorPressContactBoilerplate"/>
              <w:rPr>
                <w:rFonts w:ascii="Century Gothic" w:hAnsi="Century Gothic"/>
                <w:lang w:val="de-DE"/>
              </w:rPr>
            </w:pPr>
            <w:r w:rsidRPr="00A47D04">
              <w:rPr>
                <w:rFonts w:ascii="Century Gothic" w:hAnsi="Century Gothic"/>
                <w:lang w:val="de-DE"/>
              </w:rPr>
              <w:t>Uponor ist ein weltweit führender Anbieter von Lösungen, in denen Wasser in Gebäuden und Infrastrukturen bewegt wird. Im Bewusstsein seiner Verantwortung auch für künftige Generationen denkt das Unternehmen die lebenswichtige Ressource Wasser neu: mit sicheren Systemen für die hygienische Trinkwasserversorgung, für energieeffizientes Heizen und Kühlen sowie für eine zuverlässige Infrastruktur. Mit Leidenschaft für Innovation und der Verpflichtung zu Nachhaltigkeit entwickelt Uponor neue Technologien und zukunftsfähige Lösungen. Damit schafft das Unternehmen Vertrauen – und verbessert die Lebensqualität der Menschen. Uponor beschäftigt rund 3</w:t>
            </w:r>
            <w:r w:rsidR="00855200" w:rsidRPr="00A47D04">
              <w:rPr>
                <w:rFonts w:ascii="Century Gothic" w:hAnsi="Century Gothic"/>
                <w:lang w:val="de-DE"/>
              </w:rPr>
              <w:t>.</w:t>
            </w:r>
            <w:r w:rsidRPr="00A47D04">
              <w:rPr>
                <w:rFonts w:ascii="Century Gothic" w:hAnsi="Century Gothic"/>
                <w:lang w:val="de-DE"/>
              </w:rPr>
              <w:t>700 Mitarbeiter in 26 Ländern in Europa und Nordamerika. 2020 hat der Konzern einen Umsatz von rund 1,1 Milliarden Euro erwirtschaftet. Die Konzernzentrale befindet sich in Finnland. Das Unternehmen ist börsennotiert an der Nasdaq, Helsinki.</w:t>
            </w:r>
            <w:r w:rsidRPr="00A47D04">
              <w:rPr>
                <w:rFonts w:ascii="Century Gothic" w:hAnsi="Century Gothic"/>
                <w:lang w:val="de-DE"/>
              </w:rPr>
              <w:br/>
            </w:r>
            <w:hyperlink r:id="rId16" w:history="1">
              <w:r w:rsidR="00184DDE" w:rsidRPr="00F91D8F">
                <w:rPr>
                  <w:rStyle w:val="Hyperlink"/>
                  <w:rFonts w:ascii="Century Gothic" w:hAnsi="Century Gothic"/>
                  <w:lang w:val="de-DE"/>
                </w:rPr>
                <w:t>www.uponor.a</w:t>
              </w:r>
              <w:r w:rsidR="00184DDE" w:rsidRPr="00F91D8F">
                <w:rPr>
                  <w:rStyle w:val="Hyperlink"/>
                </w:rPr>
                <w:t>t</w:t>
              </w:r>
            </w:hyperlink>
          </w:p>
        </w:tc>
      </w:tr>
      <w:tr w:rsidR="0095033B" w:rsidRPr="00A47D04" w14:paraId="31529E77" w14:textId="77777777" w:rsidTr="00C63D74">
        <w:tc>
          <w:tcPr>
            <w:tcW w:w="6946" w:type="dxa"/>
            <w:gridSpan w:val="2"/>
          </w:tcPr>
          <w:p w14:paraId="21616B00" w14:textId="77777777" w:rsidR="0095033B" w:rsidRPr="00A47D04" w:rsidRDefault="0095033B" w:rsidP="00561181">
            <w:pPr>
              <w:shd w:val="clear" w:color="auto" w:fill="FFFFFF"/>
              <w:spacing w:line="240" w:lineRule="auto"/>
              <w:rPr>
                <w:rFonts w:eastAsia="Times New Roman"/>
                <w:bCs/>
                <w:sz w:val="18"/>
                <w:szCs w:val="18"/>
                <w:lang w:val="de-DE"/>
              </w:rPr>
            </w:pPr>
          </w:p>
        </w:tc>
      </w:tr>
    </w:tbl>
    <w:p w14:paraId="1CD5CF2C" w14:textId="3E1314DF" w:rsidR="004231FB" w:rsidRPr="00A47D04" w:rsidRDefault="00184DDE" w:rsidP="004231FB">
      <w:pPr>
        <w:shd w:val="clear" w:color="auto" w:fill="FFFFFF"/>
        <w:spacing w:line="220" w:lineRule="atLeast"/>
        <w:ind w:right="1"/>
        <w:rPr>
          <w:rFonts w:eastAsia="Times New Roman"/>
          <w:sz w:val="18"/>
          <w:szCs w:val="18"/>
          <w:lang w:val="de-DE"/>
        </w:rPr>
      </w:pPr>
      <w:bookmarkStart w:id="0" w:name="_Hlk84953442"/>
      <w:r w:rsidRPr="00067E05">
        <w:rPr>
          <w:rFonts w:eastAsia="Times New Roman"/>
          <w:noProof/>
          <w:sz w:val="18"/>
          <w:szCs w:val="18"/>
          <w:lang w:val="de-DE"/>
        </w:rPr>
        <w:drawing>
          <wp:anchor distT="0" distB="0" distL="114300" distR="114300" simplePos="0" relativeHeight="251660288" behindDoc="0" locked="0" layoutInCell="1" allowOverlap="1" wp14:anchorId="4B4F5648" wp14:editId="3DADDDF3">
            <wp:simplePos x="0" y="0"/>
            <wp:positionH relativeFrom="column">
              <wp:posOffset>422611</wp:posOffset>
            </wp:positionH>
            <wp:positionV relativeFrom="paragraph">
              <wp:posOffset>150458</wp:posOffset>
            </wp:positionV>
            <wp:extent cx="324000" cy="324000"/>
            <wp:effectExtent l="0" t="0" r="0" b="0"/>
            <wp:wrapNone/>
            <wp:docPr id="58" name="Grafik 57" descr="Ein Bild, das Zeichnung enthält.&#10;&#10;Automatisch generierte Beschreibung">
              <a:hlinkClick xmlns:a="http://schemas.openxmlformats.org/drawingml/2006/main" r:id="rId17"/>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17"/>
                      <a:extLst>
                        <a:ext uri="{FF2B5EF4-FFF2-40B4-BE49-F238E27FC236}">
                          <a16:creationId xmlns:a16="http://schemas.microsoft.com/office/drawing/2014/main" id="{CD943E29-722A-499A-B8D6-EEB621694191}"/>
                        </a:ext>
                      </a:extLst>
                    </pic:cNvPr>
                    <pic:cNvPicPr>
                      <a:picLocks noChangeAspect="1"/>
                    </pic:cNvPicPr>
                  </pic:nvPicPr>
                  <pic:blipFill>
                    <a:blip r:embed="rId18"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067E05">
        <w:rPr>
          <w:rFonts w:eastAsia="Times New Roman"/>
          <w:noProof/>
          <w:sz w:val="18"/>
          <w:szCs w:val="18"/>
          <w:lang w:val="de-DE"/>
        </w:rPr>
        <w:drawing>
          <wp:anchor distT="0" distB="0" distL="114300" distR="114300" simplePos="0" relativeHeight="251659264" behindDoc="0" locked="0" layoutInCell="1" allowOverlap="1" wp14:anchorId="52288C4B" wp14:editId="789AEAFD">
            <wp:simplePos x="0" y="0"/>
            <wp:positionH relativeFrom="margin">
              <wp:align>left</wp:align>
            </wp:positionH>
            <wp:positionV relativeFrom="paragraph">
              <wp:posOffset>139065</wp:posOffset>
            </wp:positionV>
            <wp:extent cx="324000" cy="324000"/>
            <wp:effectExtent l="0" t="0" r="0" b="0"/>
            <wp:wrapNone/>
            <wp:docPr id="56" name="Grafik 55" descr="Ein Bild, das Zeichnung enthält.&#10;&#10;Automatisch generierte Beschreibung">
              <a:hlinkClick xmlns:a="http://schemas.openxmlformats.org/drawingml/2006/main" r:id="rId19"/>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19"/>
                      <a:extLst>
                        <a:ext uri="{FF2B5EF4-FFF2-40B4-BE49-F238E27FC236}">
                          <a16:creationId xmlns:a16="http://schemas.microsoft.com/office/drawing/2014/main" id="{0674646A-EFE1-4756-BD0F-C0E962ADB251}"/>
                        </a:ext>
                      </a:extLst>
                    </pic:cNvPr>
                    <pic:cNvPicPr>
                      <a:picLocks noChangeAspect="1"/>
                    </pic:cNvPicPr>
                  </pic:nvPicPr>
                  <pic:blipFill>
                    <a:blip r:embed="rId20"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bookmarkEnd w:id="0"/>
    </w:p>
    <w:p w14:paraId="5179886D" w14:textId="77777777" w:rsidR="008E1378" w:rsidRPr="00A47D04" w:rsidRDefault="008E1378" w:rsidP="0048292F">
      <w:pPr>
        <w:spacing w:line="260" w:lineRule="atLeast"/>
        <w:rPr>
          <w:color w:val="0062C8"/>
          <w:sz w:val="18"/>
          <w:szCs w:val="18"/>
          <w:u w:val="single"/>
          <w:lang w:val="de-DE"/>
        </w:rPr>
      </w:pPr>
    </w:p>
    <w:sectPr w:rsidR="008E1378" w:rsidRPr="00A47D04" w:rsidSect="00246A1A">
      <w:headerReference w:type="default" r:id="rId21"/>
      <w:footerReference w:type="default" r:id="rId22"/>
      <w:headerReference w:type="first" r:id="rId23"/>
      <w:pgSz w:w="11900" w:h="16840" w:code="9"/>
      <w:pgMar w:top="3119" w:right="2969" w:bottom="1701" w:left="1486" w:header="1349" w:footer="1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0C83C" w14:textId="77777777" w:rsidR="00AA78A5" w:rsidRDefault="00AA78A5" w:rsidP="0005132C">
      <w:r>
        <w:separator/>
      </w:r>
    </w:p>
    <w:p w14:paraId="507E5B12" w14:textId="77777777" w:rsidR="00AA78A5" w:rsidRDefault="00AA78A5" w:rsidP="0005132C"/>
  </w:endnote>
  <w:endnote w:type="continuationSeparator" w:id="0">
    <w:p w14:paraId="20C54037" w14:textId="77777777" w:rsidR="00AA78A5" w:rsidRDefault="00AA78A5" w:rsidP="0005132C">
      <w:r>
        <w:continuationSeparator/>
      </w:r>
    </w:p>
    <w:p w14:paraId="4A3D2ED5" w14:textId="77777777" w:rsidR="00AA78A5" w:rsidRDefault="00AA78A5"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FC92F" w14:textId="77777777" w:rsidR="00E64891" w:rsidRPr="00816719" w:rsidRDefault="004D0B5B">
    <w:pPr>
      <w:pStyle w:val="Fuzeile"/>
      <w:rPr>
        <w:sz w:val="12"/>
        <w:szCs w:val="12"/>
      </w:rPr>
    </w:pPr>
    <w:r>
      <w:rPr>
        <w:sz w:val="12"/>
        <w:szCs w:val="12"/>
        <w:lang w:val="de-DE"/>
      </w:rPr>
      <w:t>Seite</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PAGE</w:instrText>
    </w:r>
    <w:r w:rsidR="00E64891" w:rsidRPr="00816719">
      <w:rPr>
        <w:bCs/>
        <w:sz w:val="12"/>
        <w:szCs w:val="12"/>
      </w:rPr>
      <w:fldChar w:fldCharType="separate"/>
    </w:r>
    <w:r w:rsidR="009E6019">
      <w:rPr>
        <w:bCs/>
        <w:noProof/>
        <w:sz w:val="12"/>
        <w:szCs w:val="12"/>
      </w:rPr>
      <w:t>3</w:t>
    </w:r>
    <w:r w:rsidR="00E64891" w:rsidRPr="00816719">
      <w:rPr>
        <w:bCs/>
        <w:sz w:val="12"/>
        <w:szCs w:val="12"/>
      </w:rPr>
      <w:fldChar w:fldCharType="end"/>
    </w:r>
    <w:r w:rsidR="00E64891" w:rsidRPr="00816719">
      <w:rPr>
        <w:sz w:val="12"/>
        <w:szCs w:val="12"/>
        <w:lang w:val="de-DE"/>
      </w:rPr>
      <w:t xml:space="preserve"> </w:t>
    </w:r>
    <w:r>
      <w:rPr>
        <w:sz w:val="12"/>
        <w:szCs w:val="12"/>
        <w:lang w:val="de-DE"/>
      </w:rPr>
      <w:t>von</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NUMPAGES</w:instrText>
    </w:r>
    <w:r w:rsidR="00E64891" w:rsidRPr="00816719">
      <w:rPr>
        <w:bCs/>
        <w:sz w:val="12"/>
        <w:szCs w:val="12"/>
      </w:rPr>
      <w:fldChar w:fldCharType="separate"/>
    </w:r>
    <w:r w:rsidR="009E6019">
      <w:rPr>
        <w:bCs/>
        <w:noProof/>
        <w:sz w:val="12"/>
        <w:szCs w:val="12"/>
      </w:rPr>
      <w:t>3</w:t>
    </w:r>
    <w:r w:rsidR="00E64891" w:rsidRPr="00816719">
      <w:rPr>
        <w:bCs/>
        <w:sz w:val="12"/>
        <w:szCs w:val="12"/>
      </w:rPr>
      <w:fldChar w:fldCharType="end"/>
    </w:r>
    <w:r w:rsidR="00E64891" w:rsidRPr="00816719">
      <w:rPr>
        <w:bCs/>
        <w:sz w:val="12"/>
        <w:szCs w:val="12"/>
      </w:rPr>
      <w:tab/>
    </w:r>
  </w:p>
  <w:p w14:paraId="69F5C92B" w14:textId="77777777" w:rsidR="00E64891" w:rsidRPr="00791E95" w:rsidRDefault="00E64891">
    <w:pPr>
      <w:pStyle w:val="Fuzeile"/>
    </w:pPr>
  </w:p>
  <w:p w14:paraId="15336033" w14:textId="77777777" w:rsidR="00E64891" w:rsidRDefault="00E6489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552D2" w14:textId="77777777" w:rsidR="00AA78A5" w:rsidRDefault="00AA78A5" w:rsidP="0005132C">
      <w:r>
        <w:separator/>
      </w:r>
    </w:p>
    <w:p w14:paraId="41C6FEC2" w14:textId="77777777" w:rsidR="00AA78A5" w:rsidRDefault="00AA78A5" w:rsidP="0005132C"/>
  </w:footnote>
  <w:footnote w:type="continuationSeparator" w:id="0">
    <w:p w14:paraId="40BADAA5" w14:textId="77777777" w:rsidR="00AA78A5" w:rsidRDefault="00AA78A5" w:rsidP="0005132C">
      <w:r>
        <w:continuationSeparator/>
      </w:r>
    </w:p>
    <w:p w14:paraId="5B62C0C2" w14:textId="77777777" w:rsidR="00AA78A5" w:rsidRDefault="00AA78A5"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09F39" w14:textId="77777777" w:rsidR="00E64891" w:rsidRPr="008A5208" w:rsidRDefault="00E64891" w:rsidP="0005132C">
    <w:pPr>
      <w:pStyle w:val="Kopfzeile"/>
    </w:pPr>
    <w:r>
      <w:rPr>
        <w:noProof/>
        <w:lang w:val="de-AT" w:eastAsia="de-AT"/>
      </w:rPr>
      <w:drawing>
        <wp:anchor distT="0" distB="0" distL="114300" distR="114300" simplePos="0" relativeHeight="251658240" behindDoc="1" locked="1" layoutInCell="0" allowOverlap="1" wp14:anchorId="00A760E5" wp14:editId="303CE292">
          <wp:simplePos x="0" y="0"/>
          <wp:positionH relativeFrom="column">
            <wp:posOffset>4288155</wp:posOffset>
          </wp:positionH>
          <wp:positionV relativeFrom="margin">
            <wp:posOffset>-1642110</wp:posOffset>
          </wp:positionV>
          <wp:extent cx="1857600" cy="792000"/>
          <wp:effectExtent l="0" t="0" r="0" b="0"/>
          <wp:wrapNone/>
          <wp:docPr id="3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AT" w:eastAsia="de-AT"/>
      </w:rPr>
      <mc:AlternateContent>
        <mc:Choice Requires="wps">
          <w:drawing>
            <wp:anchor distT="45720" distB="45720" distL="114300" distR="114300" simplePos="0" relativeHeight="251659264" behindDoc="0" locked="1" layoutInCell="1" allowOverlap="1" wp14:anchorId="2ACCC96B" wp14:editId="0D57CCB4">
              <wp:simplePos x="0" y="0"/>
              <wp:positionH relativeFrom="column">
                <wp:posOffset>-79375</wp:posOffset>
              </wp:positionH>
              <wp:positionV relativeFrom="page">
                <wp:posOffset>575945</wp:posOffset>
              </wp:positionV>
              <wp:extent cx="2660400" cy="336550"/>
              <wp:effectExtent l="0" t="0" r="0" b="635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68798" w14:textId="77777777" w:rsidR="00E64891" w:rsidRPr="00C372E1" w:rsidRDefault="004D0B5B" w:rsidP="00A65156">
                          <w:pPr>
                            <w:rPr>
                              <w:rFonts w:ascii="Century Gothic" w:hAnsi="Century Gothic"/>
                              <w:b/>
                              <w:bCs/>
                              <w:color w:val="0062C8"/>
                              <w:sz w:val="28"/>
                              <w:szCs w:val="28"/>
                              <w:lang w:val="de-DE"/>
                            </w:rPr>
                          </w:pPr>
                          <w:r w:rsidRPr="00C372E1">
                            <w:rPr>
                              <w:rFonts w:ascii="Century Gothic" w:hAnsi="Century Gothic"/>
                              <w:b/>
                              <w:bCs/>
                              <w:color w:val="0062C8"/>
                              <w:sz w:val="28"/>
                              <w:szCs w:val="28"/>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ACCC96B"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" filled="f" stroked="f">
              <v:textbox style="mso-fit-shape-to-text:t">
                <w:txbxContent>
                  <w:p w14:paraId="23D68798" w14:textId="77777777" w:rsidR="00E64891" w:rsidRPr="00C372E1" w:rsidRDefault="004D0B5B" w:rsidP="00A65156">
                    <w:pPr>
                      <w:rPr>
                        <w:rFonts w:ascii="Century Gothic" w:hAnsi="Century Gothic"/>
                        <w:b/>
                        <w:bCs/>
                        <w:color w:val="0062C8"/>
                        <w:sz w:val="28"/>
                        <w:szCs w:val="28"/>
                        <w:lang w:val="de-DE"/>
                      </w:rPr>
                    </w:pPr>
                    <w:r w:rsidRPr="00C372E1">
                      <w:rPr>
                        <w:rFonts w:ascii="Century Gothic" w:hAnsi="Century Gothic"/>
                        <w:b/>
                        <w:bCs/>
                        <w:color w:val="0062C8"/>
                        <w:sz w:val="28"/>
                        <w:szCs w:val="28"/>
                        <w:lang w:val="de-DE"/>
                      </w:rPr>
                      <w:t>PRESSEINFORMATION</w:t>
                    </w:r>
                  </w:p>
                </w:txbxContent>
              </v:textbox>
              <w10:wrap anchory="page"/>
              <w10:anchorlock/>
            </v:shape>
          </w:pict>
        </mc:Fallback>
      </mc:AlternateContent>
    </w:r>
    <w:r w:rsidRPr="008A52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A80C7" w14:textId="77777777" w:rsidR="00E64891" w:rsidRPr="00AD4076" w:rsidRDefault="00E64891" w:rsidP="00AD4076">
    <w:pPr>
      <w:pStyle w:val="Kopfzeile"/>
      <w:rPr>
        <w:color w:val="000000"/>
        <w:sz w:val="28"/>
        <w:szCs w:val="28"/>
        <w:lang w:val="de-DE"/>
      </w:rPr>
    </w:pPr>
    <w:r>
      <w:rPr>
        <w:noProof/>
        <w:lang w:val="de-AT" w:eastAsia="de-AT"/>
      </w:rPr>
      <w:drawing>
        <wp:anchor distT="0" distB="0" distL="114300" distR="114300" simplePos="0" relativeHeight="251654143" behindDoc="1" locked="1" layoutInCell="0" allowOverlap="0" wp14:anchorId="7C54C168" wp14:editId="5A8CBB30">
          <wp:simplePos x="0" y="0"/>
          <wp:positionH relativeFrom="column">
            <wp:posOffset>4288155</wp:posOffset>
          </wp:positionH>
          <wp:positionV relativeFrom="margin">
            <wp:posOffset>-1643380</wp:posOffset>
          </wp:positionV>
          <wp:extent cx="1857600" cy="792000"/>
          <wp:effectExtent l="0" t="0" r="0" b="0"/>
          <wp:wrapNone/>
          <wp:docPr id="4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AT" w:eastAsia="de-AT"/>
      </w:rPr>
      <mc:AlternateContent>
        <mc:Choice Requires="wps">
          <w:drawing>
            <wp:anchor distT="45720" distB="45720" distL="114300" distR="114300" simplePos="0" relativeHeight="251657216" behindDoc="0" locked="1" layoutInCell="1" allowOverlap="1" wp14:anchorId="63F6012B" wp14:editId="6F97BB90">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60EB61" w14:textId="77777777"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3F6012B" id="_x0000_t202" coordsize="21600,21600" o:spt="202" path="m,l,21600r21600,l21600,xe">
              <v:stroke joinstyle="miter"/>
              <v:path gradientshapeok="t" o:connecttype="rect"/>
            </v:shapetype>
            <v:shape id="_x0000_s1027"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" filled="f" stroked="f">
              <v:textbox style="mso-fit-shape-to-text:t">
                <w:txbxContent>
                  <w:p w14:paraId="7C60EB61" w14:textId="77777777"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v:textbox>
              <w10:wrap anchory="page"/>
              <w10:anchorlock/>
            </v:shape>
          </w:pict>
        </mc:Fallback>
      </mc:AlternateContent>
    </w:r>
  </w:p>
  <w:p w14:paraId="4CFB11C2" w14:textId="77777777" w:rsidR="00E64891" w:rsidRPr="00AD4076" w:rsidRDefault="00E64891">
    <w:pPr>
      <w:pStyle w:val="Kopfzeile"/>
      <w:rPr>
        <w:b/>
        <w:bCs/>
        <w:color w:val="0062C8"/>
        <w:sz w:val="28"/>
        <w:szCs w:val="28"/>
      </w:rPr>
    </w:pPr>
    <w:r>
      <w:rPr>
        <w:b/>
        <w:bCs/>
        <w:noProof/>
        <w:color w:val="0062C8"/>
        <w:sz w:val="28"/>
        <w:szCs w:val="28"/>
        <w:lang w:val="de-AT" w:eastAsia="de-AT"/>
      </w:rPr>
      <mc:AlternateContent>
        <mc:Choice Requires="wps">
          <w:drawing>
            <wp:anchor distT="0" distB="0" distL="114300" distR="114300" simplePos="0" relativeHeight="251655168" behindDoc="1" locked="1" layoutInCell="1" allowOverlap="1" wp14:anchorId="2B038790" wp14:editId="417469B7">
              <wp:simplePos x="0" y="0"/>
              <wp:positionH relativeFrom="column">
                <wp:posOffset>4472940</wp:posOffset>
              </wp:positionH>
              <wp:positionV relativeFrom="page">
                <wp:posOffset>2036445</wp:posOffset>
              </wp:positionV>
              <wp:extent cx="1670050" cy="946785"/>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0" cy="94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40086" w14:textId="77777777"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14:paraId="1B54D379"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 Freytag</w:t>
                          </w:r>
                        </w:p>
                        <w:p w14:paraId="204184AD"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Public Relations Manager</w:t>
                          </w:r>
                        </w:p>
                        <w:p w14:paraId="0C8BB1C6"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14:paraId="662FB2FF" w14:textId="77777777"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 +49 (9521) 690 848</w:t>
                          </w:r>
                        </w:p>
                        <w:p w14:paraId="4EF2D812" w14:textId="77777777"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michaela.freytag@uponor.com</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B038790" id="Textfeld 12" o:spid="_x0000_s1028" type="#_x0000_t202" style="position:absolute;margin-left:352.2pt;margin-top:160.35pt;width:131.5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" filled="f" stroked="f">
              <v:textbox inset="0,0,,0">
                <w:txbxContent>
                  <w:p w14:paraId="15C40086" w14:textId="77777777"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14:paraId="1B54D379"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 Freytag</w:t>
                    </w:r>
                  </w:p>
                  <w:p w14:paraId="204184AD"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Public Relations Manager</w:t>
                    </w:r>
                  </w:p>
                  <w:p w14:paraId="0C8BB1C6"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14:paraId="662FB2FF" w14:textId="77777777"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 +49 (9521) 690 848</w:t>
                    </w:r>
                  </w:p>
                  <w:p w14:paraId="4EF2D812" w14:textId="77777777"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michaela.freytag@uponor.com</w:t>
                    </w:r>
                  </w:p>
                </w:txbxContent>
              </v:textbox>
              <w10:wrap anchory="page"/>
              <w10:anchorlock/>
            </v:shape>
          </w:pict>
        </mc:Fallback>
      </mc:AlternateContent>
    </w:r>
    <w:r>
      <w:rPr>
        <w:noProof/>
        <w:lang w:val="de-AT" w:eastAsia="de-AT"/>
      </w:rPr>
      <mc:AlternateContent>
        <mc:Choice Requires="wps">
          <w:drawing>
            <wp:anchor distT="45720" distB="45720" distL="114300" distR="114300" simplePos="0" relativeHeight="251660288" behindDoc="1" locked="1" layoutInCell="1" allowOverlap="1" wp14:anchorId="2A08797C" wp14:editId="22294205">
              <wp:simplePos x="0" y="0"/>
              <wp:positionH relativeFrom="column">
                <wp:posOffset>-86995</wp:posOffset>
              </wp:positionH>
              <wp:positionV relativeFrom="page">
                <wp:posOffset>1558925</wp:posOffset>
              </wp:positionV>
              <wp:extent cx="3291840" cy="284480"/>
              <wp:effectExtent l="0" t="0" r="0" b="5715"/>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06B7A" w14:textId="77777777" w:rsidR="00A47D04" w:rsidRPr="00F9757E" w:rsidRDefault="00A47D04" w:rsidP="00A47D04">
                          <w:pPr>
                            <w:rPr>
                              <w:color w:val="0062C8"/>
                            </w:rPr>
                          </w:pPr>
                          <w:r w:rsidRPr="00F9757E">
                            <w:rPr>
                              <w:b/>
                              <w:bCs/>
                              <w:color w:val="0062C8"/>
                            </w:rPr>
                            <w:t>#</w:t>
                          </w:r>
                          <w:r>
                            <w:rPr>
                              <w:b/>
                              <w:bCs/>
                              <w:color w:val="0062C8"/>
                            </w:rPr>
                            <w:t>UponorCorporateNews</w:t>
                          </w:r>
                        </w:p>
                        <w:p w14:paraId="03E7F014" w14:textId="77777777" w:rsidR="00E64891" w:rsidRPr="00C372E1" w:rsidRDefault="00E64891" w:rsidP="00891E07">
                          <w:pPr>
                            <w:rPr>
                              <w:rFonts w:ascii="Century Gothic" w:hAnsi="Century Gothic"/>
                              <w:color w:val="0062C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A08797C" id="_x0000_s1029" type="#_x0000_t202" style="position:absolute;margin-left:-6.85pt;margin-top:122.75pt;width:259.2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" filled="f" stroked="f">
              <v:textbox style="mso-fit-shape-to-text:t">
                <w:txbxContent>
                  <w:p w14:paraId="2FC06B7A" w14:textId="77777777" w:rsidR="00A47D04" w:rsidRPr="00F9757E" w:rsidRDefault="00A47D04" w:rsidP="00A47D04">
                    <w:pPr>
                      <w:rPr>
                        <w:color w:val="0062C8"/>
                      </w:rPr>
                    </w:pPr>
                    <w:r w:rsidRPr="00F9757E">
                      <w:rPr>
                        <w:b/>
                        <w:bCs/>
                        <w:color w:val="0062C8"/>
                      </w:rPr>
                      <w:t>#</w:t>
                    </w:r>
                    <w:r>
                      <w:rPr>
                        <w:b/>
                        <w:bCs/>
                        <w:color w:val="0062C8"/>
                      </w:rPr>
                      <w:t>UponorCorporateNews</w:t>
                    </w:r>
                  </w:p>
                  <w:p w14:paraId="03E7F014" w14:textId="77777777" w:rsidR="00E64891" w:rsidRPr="00C372E1" w:rsidRDefault="00E64891" w:rsidP="00891E07">
                    <w:pPr>
                      <w:rPr>
                        <w:rFonts w:ascii="Century Gothic" w:hAnsi="Century Gothic"/>
                        <w:color w:val="0062C8"/>
                      </w:rPr>
                    </w:pP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42A5D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EC70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47689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25053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59E61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CE3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82AD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5C02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4CF7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DA43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5B06B9A"/>
    <w:multiLevelType w:val="hybridMultilevel"/>
    <w:tmpl w:val="9DCC25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3D2354D"/>
    <w:multiLevelType w:val="hybridMultilevel"/>
    <w:tmpl w:val="A168B052"/>
    <w:lvl w:ilvl="0" w:tplc="AC5CD78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4"/>
  </w:num>
  <w:num w:numId="3">
    <w:abstractNumId w:val="16"/>
  </w:num>
  <w:num w:numId="4">
    <w:abstractNumId w:val="21"/>
  </w:num>
  <w:num w:numId="5">
    <w:abstractNumId w:val="19"/>
  </w:num>
  <w:num w:numId="6">
    <w:abstractNumId w:val="10"/>
  </w:num>
  <w:num w:numId="7">
    <w:abstractNumId w:val="11"/>
  </w:num>
  <w:num w:numId="8">
    <w:abstractNumId w:val="18"/>
  </w:num>
  <w:num w:numId="9">
    <w:abstractNumId w:val="20"/>
  </w:num>
  <w:num w:numId="10">
    <w:abstractNumId w:val="17"/>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54A5"/>
    <w:rsid w:val="000034E8"/>
    <w:rsid w:val="00003EE3"/>
    <w:rsid w:val="00015D36"/>
    <w:rsid w:val="00017ADA"/>
    <w:rsid w:val="00017C8D"/>
    <w:rsid w:val="00020E90"/>
    <w:rsid w:val="00024568"/>
    <w:rsid w:val="000276C4"/>
    <w:rsid w:val="00030EEF"/>
    <w:rsid w:val="000310C1"/>
    <w:rsid w:val="00032B34"/>
    <w:rsid w:val="0003684A"/>
    <w:rsid w:val="00041D62"/>
    <w:rsid w:val="00043386"/>
    <w:rsid w:val="0004587A"/>
    <w:rsid w:val="0005132C"/>
    <w:rsid w:val="0005492A"/>
    <w:rsid w:val="00057A6E"/>
    <w:rsid w:val="00066DCE"/>
    <w:rsid w:val="00075F8B"/>
    <w:rsid w:val="00083DED"/>
    <w:rsid w:val="00085393"/>
    <w:rsid w:val="0009061C"/>
    <w:rsid w:val="00091252"/>
    <w:rsid w:val="0009233F"/>
    <w:rsid w:val="0009392C"/>
    <w:rsid w:val="000A0BC5"/>
    <w:rsid w:val="000A0FE8"/>
    <w:rsid w:val="000A10E7"/>
    <w:rsid w:val="000A2399"/>
    <w:rsid w:val="000A39EE"/>
    <w:rsid w:val="000A6ED3"/>
    <w:rsid w:val="000B7456"/>
    <w:rsid w:val="000C18CF"/>
    <w:rsid w:val="000C40E4"/>
    <w:rsid w:val="000D1B10"/>
    <w:rsid w:val="000D5F44"/>
    <w:rsid w:val="000D7F6D"/>
    <w:rsid w:val="000E1E40"/>
    <w:rsid w:val="000E553B"/>
    <w:rsid w:val="000F2A0D"/>
    <w:rsid w:val="00101FD0"/>
    <w:rsid w:val="00106E1A"/>
    <w:rsid w:val="00107397"/>
    <w:rsid w:val="001200F1"/>
    <w:rsid w:val="00132569"/>
    <w:rsid w:val="00134D06"/>
    <w:rsid w:val="001419D5"/>
    <w:rsid w:val="00145C7F"/>
    <w:rsid w:val="00147720"/>
    <w:rsid w:val="00147D8C"/>
    <w:rsid w:val="001547FF"/>
    <w:rsid w:val="0015495F"/>
    <w:rsid w:val="0015643E"/>
    <w:rsid w:val="0016442F"/>
    <w:rsid w:val="00164541"/>
    <w:rsid w:val="00167C1A"/>
    <w:rsid w:val="00180F7A"/>
    <w:rsid w:val="00181C6B"/>
    <w:rsid w:val="00182B47"/>
    <w:rsid w:val="00184DDE"/>
    <w:rsid w:val="00185B8C"/>
    <w:rsid w:val="00190673"/>
    <w:rsid w:val="00195773"/>
    <w:rsid w:val="001A08DF"/>
    <w:rsid w:val="001A4509"/>
    <w:rsid w:val="001A7465"/>
    <w:rsid w:val="001B6A2A"/>
    <w:rsid w:val="001B71B8"/>
    <w:rsid w:val="001C6E2B"/>
    <w:rsid w:val="001D0EA5"/>
    <w:rsid w:val="001D2E41"/>
    <w:rsid w:val="001D300E"/>
    <w:rsid w:val="001D6934"/>
    <w:rsid w:val="001D7853"/>
    <w:rsid w:val="001E23C2"/>
    <w:rsid w:val="001E3521"/>
    <w:rsid w:val="001E438E"/>
    <w:rsid w:val="001E7C3F"/>
    <w:rsid w:val="00207A89"/>
    <w:rsid w:val="00221216"/>
    <w:rsid w:val="00225FE6"/>
    <w:rsid w:val="00237052"/>
    <w:rsid w:val="00246A1A"/>
    <w:rsid w:val="00246FA6"/>
    <w:rsid w:val="00255813"/>
    <w:rsid w:val="00256023"/>
    <w:rsid w:val="00256190"/>
    <w:rsid w:val="002637B4"/>
    <w:rsid w:val="00264B1F"/>
    <w:rsid w:val="00267F10"/>
    <w:rsid w:val="002779CD"/>
    <w:rsid w:val="002803C9"/>
    <w:rsid w:val="00287927"/>
    <w:rsid w:val="00290483"/>
    <w:rsid w:val="002A2028"/>
    <w:rsid w:val="002B0027"/>
    <w:rsid w:val="002B1164"/>
    <w:rsid w:val="002B26F6"/>
    <w:rsid w:val="002B624D"/>
    <w:rsid w:val="002C4E27"/>
    <w:rsid w:val="002C5015"/>
    <w:rsid w:val="002D41F7"/>
    <w:rsid w:val="002E69FE"/>
    <w:rsid w:val="002F270E"/>
    <w:rsid w:val="002F508A"/>
    <w:rsid w:val="002F68B2"/>
    <w:rsid w:val="0030225E"/>
    <w:rsid w:val="00302D77"/>
    <w:rsid w:val="003059F4"/>
    <w:rsid w:val="003111C3"/>
    <w:rsid w:val="003178D7"/>
    <w:rsid w:val="003205F9"/>
    <w:rsid w:val="00324954"/>
    <w:rsid w:val="00325916"/>
    <w:rsid w:val="003317CF"/>
    <w:rsid w:val="00331C37"/>
    <w:rsid w:val="00334254"/>
    <w:rsid w:val="00335536"/>
    <w:rsid w:val="00340BFF"/>
    <w:rsid w:val="00340DB9"/>
    <w:rsid w:val="003454A3"/>
    <w:rsid w:val="003458B3"/>
    <w:rsid w:val="0034650B"/>
    <w:rsid w:val="00356EBB"/>
    <w:rsid w:val="00360908"/>
    <w:rsid w:val="00362A57"/>
    <w:rsid w:val="0036448F"/>
    <w:rsid w:val="003778D4"/>
    <w:rsid w:val="003803E8"/>
    <w:rsid w:val="003836C1"/>
    <w:rsid w:val="00386D9D"/>
    <w:rsid w:val="003873CD"/>
    <w:rsid w:val="00392BDC"/>
    <w:rsid w:val="00394A8A"/>
    <w:rsid w:val="003C4E51"/>
    <w:rsid w:val="003C50F6"/>
    <w:rsid w:val="003D5307"/>
    <w:rsid w:val="003D627B"/>
    <w:rsid w:val="003D66DA"/>
    <w:rsid w:val="003D6769"/>
    <w:rsid w:val="003E4EA5"/>
    <w:rsid w:val="003E54C7"/>
    <w:rsid w:val="003E5FAD"/>
    <w:rsid w:val="003E7FCE"/>
    <w:rsid w:val="003F17CA"/>
    <w:rsid w:val="003F2C5C"/>
    <w:rsid w:val="003F3C03"/>
    <w:rsid w:val="003F52E1"/>
    <w:rsid w:val="003F57FF"/>
    <w:rsid w:val="0040080C"/>
    <w:rsid w:val="00400995"/>
    <w:rsid w:val="004015CF"/>
    <w:rsid w:val="004022C7"/>
    <w:rsid w:val="00403809"/>
    <w:rsid w:val="00407131"/>
    <w:rsid w:val="00412BBE"/>
    <w:rsid w:val="004134D6"/>
    <w:rsid w:val="00414190"/>
    <w:rsid w:val="004167EA"/>
    <w:rsid w:val="00420251"/>
    <w:rsid w:val="004231FB"/>
    <w:rsid w:val="00423C68"/>
    <w:rsid w:val="0043037E"/>
    <w:rsid w:val="00431D26"/>
    <w:rsid w:val="00433344"/>
    <w:rsid w:val="00434B51"/>
    <w:rsid w:val="0043583D"/>
    <w:rsid w:val="0044020D"/>
    <w:rsid w:val="00450273"/>
    <w:rsid w:val="00451B95"/>
    <w:rsid w:val="004625DC"/>
    <w:rsid w:val="00464A86"/>
    <w:rsid w:val="00467E8D"/>
    <w:rsid w:val="00470B7C"/>
    <w:rsid w:val="00474694"/>
    <w:rsid w:val="00480E3B"/>
    <w:rsid w:val="0048292F"/>
    <w:rsid w:val="00482AD9"/>
    <w:rsid w:val="00497DBB"/>
    <w:rsid w:val="004A15DC"/>
    <w:rsid w:val="004A3F0F"/>
    <w:rsid w:val="004A6006"/>
    <w:rsid w:val="004A7616"/>
    <w:rsid w:val="004B1C07"/>
    <w:rsid w:val="004B4781"/>
    <w:rsid w:val="004B502B"/>
    <w:rsid w:val="004B72AC"/>
    <w:rsid w:val="004B73FF"/>
    <w:rsid w:val="004C0713"/>
    <w:rsid w:val="004C140A"/>
    <w:rsid w:val="004D0B5B"/>
    <w:rsid w:val="004D1323"/>
    <w:rsid w:val="004D18F8"/>
    <w:rsid w:val="004D208C"/>
    <w:rsid w:val="004D67CD"/>
    <w:rsid w:val="004E0EBF"/>
    <w:rsid w:val="004F503C"/>
    <w:rsid w:val="004F6F0D"/>
    <w:rsid w:val="00503668"/>
    <w:rsid w:val="005053A9"/>
    <w:rsid w:val="00511141"/>
    <w:rsid w:val="00520DFD"/>
    <w:rsid w:val="005211DD"/>
    <w:rsid w:val="00523A66"/>
    <w:rsid w:val="00527127"/>
    <w:rsid w:val="00530BE3"/>
    <w:rsid w:val="0053751E"/>
    <w:rsid w:val="0055422F"/>
    <w:rsid w:val="00561181"/>
    <w:rsid w:val="005730D4"/>
    <w:rsid w:val="00574AF1"/>
    <w:rsid w:val="00582739"/>
    <w:rsid w:val="005A0CE5"/>
    <w:rsid w:val="005A18D2"/>
    <w:rsid w:val="005B08CA"/>
    <w:rsid w:val="005C1022"/>
    <w:rsid w:val="005C11EF"/>
    <w:rsid w:val="005C35D9"/>
    <w:rsid w:val="005C464F"/>
    <w:rsid w:val="005C4C35"/>
    <w:rsid w:val="005C4C5E"/>
    <w:rsid w:val="005C60DA"/>
    <w:rsid w:val="005D4195"/>
    <w:rsid w:val="005E277F"/>
    <w:rsid w:val="005E2A9A"/>
    <w:rsid w:val="005F1134"/>
    <w:rsid w:val="005F4A81"/>
    <w:rsid w:val="005F5132"/>
    <w:rsid w:val="005F5CEA"/>
    <w:rsid w:val="006015E7"/>
    <w:rsid w:val="006106E0"/>
    <w:rsid w:val="00615BED"/>
    <w:rsid w:val="00616AD5"/>
    <w:rsid w:val="00617B6A"/>
    <w:rsid w:val="00625BF0"/>
    <w:rsid w:val="0062741F"/>
    <w:rsid w:val="00627986"/>
    <w:rsid w:val="00630FEE"/>
    <w:rsid w:val="00634786"/>
    <w:rsid w:val="00646893"/>
    <w:rsid w:val="006479E7"/>
    <w:rsid w:val="00655F9A"/>
    <w:rsid w:val="00665633"/>
    <w:rsid w:val="0067262F"/>
    <w:rsid w:val="00680099"/>
    <w:rsid w:val="00683E5E"/>
    <w:rsid w:val="00685849"/>
    <w:rsid w:val="00686E01"/>
    <w:rsid w:val="006875BE"/>
    <w:rsid w:val="00692354"/>
    <w:rsid w:val="006926C2"/>
    <w:rsid w:val="00693552"/>
    <w:rsid w:val="006A2C89"/>
    <w:rsid w:val="006A316C"/>
    <w:rsid w:val="006A34B9"/>
    <w:rsid w:val="006A3D98"/>
    <w:rsid w:val="006A421D"/>
    <w:rsid w:val="006A5BDD"/>
    <w:rsid w:val="006A67DF"/>
    <w:rsid w:val="006B1FF9"/>
    <w:rsid w:val="006B4F7C"/>
    <w:rsid w:val="006B7067"/>
    <w:rsid w:val="006C061A"/>
    <w:rsid w:val="006C0D43"/>
    <w:rsid w:val="006C0EC5"/>
    <w:rsid w:val="006C3B9C"/>
    <w:rsid w:val="006C4300"/>
    <w:rsid w:val="006C5DDC"/>
    <w:rsid w:val="006C6DC3"/>
    <w:rsid w:val="006D1E81"/>
    <w:rsid w:val="006E0D39"/>
    <w:rsid w:val="006E4C6B"/>
    <w:rsid w:val="006E4D2C"/>
    <w:rsid w:val="006F0963"/>
    <w:rsid w:val="006F674D"/>
    <w:rsid w:val="00707542"/>
    <w:rsid w:val="0071112F"/>
    <w:rsid w:val="00715211"/>
    <w:rsid w:val="00727881"/>
    <w:rsid w:val="00732012"/>
    <w:rsid w:val="00734192"/>
    <w:rsid w:val="00740A45"/>
    <w:rsid w:val="00740DEE"/>
    <w:rsid w:val="00745C7E"/>
    <w:rsid w:val="0074672C"/>
    <w:rsid w:val="007528C0"/>
    <w:rsid w:val="0075364C"/>
    <w:rsid w:val="00756DCD"/>
    <w:rsid w:val="00760070"/>
    <w:rsid w:val="007615F2"/>
    <w:rsid w:val="0076570C"/>
    <w:rsid w:val="0077243D"/>
    <w:rsid w:val="007778F9"/>
    <w:rsid w:val="00782B03"/>
    <w:rsid w:val="00791E95"/>
    <w:rsid w:val="007927E8"/>
    <w:rsid w:val="007A0DEE"/>
    <w:rsid w:val="007A45E1"/>
    <w:rsid w:val="007A7CF7"/>
    <w:rsid w:val="007B36F8"/>
    <w:rsid w:val="007C1517"/>
    <w:rsid w:val="007C51CE"/>
    <w:rsid w:val="007C6C26"/>
    <w:rsid w:val="007C72B3"/>
    <w:rsid w:val="007C7906"/>
    <w:rsid w:val="007D4D3E"/>
    <w:rsid w:val="007D54A6"/>
    <w:rsid w:val="007D6A51"/>
    <w:rsid w:val="007E191C"/>
    <w:rsid w:val="007E2ED6"/>
    <w:rsid w:val="007E63DD"/>
    <w:rsid w:val="007F4810"/>
    <w:rsid w:val="00802F56"/>
    <w:rsid w:val="00803B88"/>
    <w:rsid w:val="00805340"/>
    <w:rsid w:val="00805419"/>
    <w:rsid w:val="008059F8"/>
    <w:rsid w:val="008063F5"/>
    <w:rsid w:val="0081063D"/>
    <w:rsid w:val="00816719"/>
    <w:rsid w:val="008303E4"/>
    <w:rsid w:val="008369D1"/>
    <w:rsid w:val="00837AC1"/>
    <w:rsid w:val="00841C29"/>
    <w:rsid w:val="008445B6"/>
    <w:rsid w:val="00845BAC"/>
    <w:rsid w:val="00846F34"/>
    <w:rsid w:val="008474F5"/>
    <w:rsid w:val="00852EA8"/>
    <w:rsid w:val="0085387B"/>
    <w:rsid w:val="00855200"/>
    <w:rsid w:val="00856F53"/>
    <w:rsid w:val="00861DC8"/>
    <w:rsid w:val="00865ADB"/>
    <w:rsid w:val="00867332"/>
    <w:rsid w:val="00870836"/>
    <w:rsid w:val="008757D5"/>
    <w:rsid w:val="00875D51"/>
    <w:rsid w:val="0088303D"/>
    <w:rsid w:val="008870E1"/>
    <w:rsid w:val="00890467"/>
    <w:rsid w:val="00891E07"/>
    <w:rsid w:val="0089519E"/>
    <w:rsid w:val="00895CF1"/>
    <w:rsid w:val="00895E7D"/>
    <w:rsid w:val="008A0896"/>
    <w:rsid w:val="008A35F7"/>
    <w:rsid w:val="008A5208"/>
    <w:rsid w:val="008A7B94"/>
    <w:rsid w:val="008B1C11"/>
    <w:rsid w:val="008C417C"/>
    <w:rsid w:val="008C5DAB"/>
    <w:rsid w:val="008C65CB"/>
    <w:rsid w:val="008D196D"/>
    <w:rsid w:val="008D6453"/>
    <w:rsid w:val="008E0904"/>
    <w:rsid w:val="008E1378"/>
    <w:rsid w:val="008F196D"/>
    <w:rsid w:val="008F2162"/>
    <w:rsid w:val="008F6289"/>
    <w:rsid w:val="008F65F2"/>
    <w:rsid w:val="00902353"/>
    <w:rsid w:val="00905220"/>
    <w:rsid w:val="00910EFF"/>
    <w:rsid w:val="00917A3F"/>
    <w:rsid w:val="009214AA"/>
    <w:rsid w:val="0092415F"/>
    <w:rsid w:val="00925BF4"/>
    <w:rsid w:val="00926BFD"/>
    <w:rsid w:val="00942611"/>
    <w:rsid w:val="009459E9"/>
    <w:rsid w:val="0095033B"/>
    <w:rsid w:val="009509C0"/>
    <w:rsid w:val="0095228B"/>
    <w:rsid w:val="0095332D"/>
    <w:rsid w:val="00966FAA"/>
    <w:rsid w:val="00976271"/>
    <w:rsid w:val="009848CD"/>
    <w:rsid w:val="009938FF"/>
    <w:rsid w:val="009A0DF0"/>
    <w:rsid w:val="009A18A1"/>
    <w:rsid w:val="009A1A5A"/>
    <w:rsid w:val="009A2C36"/>
    <w:rsid w:val="009A34B8"/>
    <w:rsid w:val="009B4EA6"/>
    <w:rsid w:val="009B54A5"/>
    <w:rsid w:val="009C3167"/>
    <w:rsid w:val="009E367A"/>
    <w:rsid w:val="009E49F6"/>
    <w:rsid w:val="009E6019"/>
    <w:rsid w:val="009F114E"/>
    <w:rsid w:val="00A02340"/>
    <w:rsid w:val="00A024BE"/>
    <w:rsid w:val="00A157E6"/>
    <w:rsid w:val="00A171F5"/>
    <w:rsid w:val="00A229DA"/>
    <w:rsid w:val="00A41352"/>
    <w:rsid w:val="00A42501"/>
    <w:rsid w:val="00A47D04"/>
    <w:rsid w:val="00A503D2"/>
    <w:rsid w:val="00A50663"/>
    <w:rsid w:val="00A526CB"/>
    <w:rsid w:val="00A53A99"/>
    <w:rsid w:val="00A63EF0"/>
    <w:rsid w:val="00A65156"/>
    <w:rsid w:val="00A65BD8"/>
    <w:rsid w:val="00A72C74"/>
    <w:rsid w:val="00A7409E"/>
    <w:rsid w:val="00A74F80"/>
    <w:rsid w:val="00A802F6"/>
    <w:rsid w:val="00A81AD4"/>
    <w:rsid w:val="00A86786"/>
    <w:rsid w:val="00A87392"/>
    <w:rsid w:val="00A936BA"/>
    <w:rsid w:val="00A95ED2"/>
    <w:rsid w:val="00A96398"/>
    <w:rsid w:val="00AA010B"/>
    <w:rsid w:val="00AA2969"/>
    <w:rsid w:val="00AA3C6A"/>
    <w:rsid w:val="00AA78A5"/>
    <w:rsid w:val="00AA7EB6"/>
    <w:rsid w:val="00AC1EA6"/>
    <w:rsid w:val="00AC2A52"/>
    <w:rsid w:val="00AD4076"/>
    <w:rsid w:val="00AD4E79"/>
    <w:rsid w:val="00AD51FA"/>
    <w:rsid w:val="00AD7E55"/>
    <w:rsid w:val="00AE1180"/>
    <w:rsid w:val="00AE22DC"/>
    <w:rsid w:val="00AE3291"/>
    <w:rsid w:val="00AF2DF3"/>
    <w:rsid w:val="00AF3324"/>
    <w:rsid w:val="00B0247E"/>
    <w:rsid w:val="00B048D5"/>
    <w:rsid w:val="00B05B0F"/>
    <w:rsid w:val="00B14478"/>
    <w:rsid w:val="00B1452C"/>
    <w:rsid w:val="00B23751"/>
    <w:rsid w:val="00B238C1"/>
    <w:rsid w:val="00B24304"/>
    <w:rsid w:val="00B265F4"/>
    <w:rsid w:val="00B26E27"/>
    <w:rsid w:val="00B3058C"/>
    <w:rsid w:val="00B305AC"/>
    <w:rsid w:val="00B3156D"/>
    <w:rsid w:val="00B37D7E"/>
    <w:rsid w:val="00B5433C"/>
    <w:rsid w:val="00B57685"/>
    <w:rsid w:val="00B619AA"/>
    <w:rsid w:val="00B61BBC"/>
    <w:rsid w:val="00B63967"/>
    <w:rsid w:val="00B81606"/>
    <w:rsid w:val="00B8182A"/>
    <w:rsid w:val="00B85943"/>
    <w:rsid w:val="00B86EC0"/>
    <w:rsid w:val="00B945B7"/>
    <w:rsid w:val="00BA0A5F"/>
    <w:rsid w:val="00BA4005"/>
    <w:rsid w:val="00BB0B7B"/>
    <w:rsid w:val="00BB2D2F"/>
    <w:rsid w:val="00BB4EE3"/>
    <w:rsid w:val="00BB5714"/>
    <w:rsid w:val="00BB5E2E"/>
    <w:rsid w:val="00BC0DAC"/>
    <w:rsid w:val="00BC1D50"/>
    <w:rsid w:val="00BD15DB"/>
    <w:rsid w:val="00BD4ADD"/>
    <w:rsid w:val="00BD6A8D"/>
    <w:rsid w:val="00BD741A"/>
    <w:rsid w:val="00BE3087"/>
    <w:rsid w:val="00BE3A2A"/>
    <w:rsid w:val="00BE5EC2"/>
    <w:rsid w:val="00BE7F57"/>
    <w:rsid w:val="00BF060D"/>
    <w:rsid w:val="00BF1E5C"/>
    <w:rsid w:val="00BF350E"/>
    <w:rsid w:val="00C00022"/>
    <w:rsid w:val="00C01614"/>
    <w:rsid w:val="00C169C7"/>
    <w:rsid w:val="00C22CAB"/>
    <w:rsid w:val="00C301D9"/>
    <w:rsid w:val="00C307C8"/>
    <w:rsid w:val="00C372E1"/>
    <w:rsid w:val="00C40F98"/>
    <w:rsid w:val="00C41C19"/>
    <w:rsid w:val="00C41FA1"/>
    <w:rsid w:val="00C42006"/>
    <w:rsid w:val="00C42FC7"/>
    <w:rsid w:val="00C4589D"/>
    <w:rsid w:val="00C47DDF"/>
    <w:rsid w:val="00C506E6"/>
    <w:rsid w:val="00C51513"/>
    <w:rsid w:val="00C520DC"/>
    <w:rsid w:val="00C52E9F"/>
    <w:rsid w:val="00C53D67"/>
    <w:rsid w:val="00C54B31"/>
    <w:rsid w:val="00C55395"/>
    <w:rsid w:val="00C5556C"/>
    <w:rsid w:val="00C628B4"/>
    <w:rsid w:val="00C63D66"/>
    <w:rsid w:val="00C63D74"/>
    <w:rsid w:val="00C6697E"/>
    <w:rsid w:val="00C75B75"/>
    <w:rsid w:val="00C90272"/>
    <w:rsid w:val="00C9057E"/>
    <w:rsid w:val="00C91DA0"/>
    <w:rsid w:val="00C9213E"/>
    <w:rsid w:val="00CA6C7B"/>
    <w:rsid w:val="00CA6DCC"/>
    <w:rsid w:val="00CB052F"/>
    <w:rsid w:val="00CB5BC4"/>
    <w:rsid w:val="00CB5F69"/>
    <w:rsid w:val="00CC066E"/>
    <w:rsid w:val="00CC2C75"/>
    <w:rsid w:val="00CE0534"/>
    <w:rsid w:val="00CE0719"/>
    <w:rsid w:val="00CE0D11"/>
    <w:rsid w:val="00CE2372"/>
    <w:rsid w:val="00CE58F0"/>
    <w:rsid w:val="00CF4408"/>
    <w:rsid w:val="00D0131D"/>
    <w:rsid w:val="00D01F01"/>
    <w:rsid w:val="00D03FD3"/>
    <w:rsid w:val="00D04559"/>
    <w:rsid w:val="00D046DC"/>
    <w:rsid w:val="00D05B13"/>
    <w:rsid w:val="00D05F0C"/>
    <w:rsid w:val="00D1187E"/>
    <w:rsid w:val="00D11BA1"/>
    <w:rsid w:val="00D133D8"/>
    <w:rsid w:val="00D207CE"/>
    <w:rsid w:val="00D21F92"/>
    <w:rsid w:val="00D24192"/>
    <w:rsid w:val="00D24231"/>
    <w:rsid w:val="00D2609C"/>
    <w:rsid w:val="00D26530"/>
    <w:rsid w:val="00D26BB4"/>
    <w:rsid w:val="00D27B9A"/>
    <w:rsid w:val="00D342AD"/>
    <w:rsid w:val="00D35D2B"/>
    <w:rsid w:val="00D4036B"/>
    <w:rsid w:val="00D42E0C"/>
    <w:rsid w:val="00D432CE"/>
    <w:rsid w:val="00D50B04"/>
    <w:rsid w:val="00D542F3"/>
    <w:rsid w:val="00D63A8F"/>
    <w:rsid w:val="00D64423"/>
    <w:rsid w:val="00D64A69"/>
    <w:rsid w:val="00D662EB"/>
    <w:rsid w:val="00D673E6"/>
    <w:rsid w:val="00D70FE6"/>
    <w:rsid w:val="00D7165B"/>
    <w:rsid w:val="00D740FE"/>
    <w:rsid w:val="00D7523A"/>
    <w:rsid w:val="00D8064A"/>
    <w:rsid w:val="00D81301"/>
    <w:rsid w:val="00D8664B"/>
    <w:rsid w:val="00D97016"/>
    <w:rsid w:val="00DA0398"/>
    <w:rsid w:val="00DA3D76"/>
    <w:rsid w:val="00DA5049"/>
    <w:rsid w:val="00DA5512"/>
    <w:rsid w:val="00DB12EB"/>
    <w:rsid w:val="00DB1D25"/>
    <w:rsid w:val="00DB21FD"/>
    <w:rsid w:val="00DB383E"/>
    <w:rsid w:val="00DB4689"/>
    <w:rsid w:val="00DB4BA0"/>
    <w:rsid w:val="00DB55F3"/>
    <w:rsid w:val="00DB6D77"/>
    <w:rsid w:val="00DC042D"/>
    <w:rsid w:val="00DC30A1"/>
    <w:rsid w:val="00DC49B1"/>
    <w:rsid w:val="00DD7279"/>
    <w:rsid w:val="00DE567A"/>
    <w:rsid w:val="00DE6B12"/>
    <w:rsid w:val="00DF0284"/>
    <w:rsid w:val="00E11154"/>
    <w:rsid w:val="00E14B4D"/>
    <w:rsid w:val="00E237FD"/>
    <w:rsid w:val="00E2399B"/>
    <w:rsid w:val="00E301F6"/>
    <w:rsid w:val="00E4244E"/>
    <w:rsid w:val="00E46423"/>
    <w:rsid w:val="00E51AB2"/>
    <w:rsid w:val="00E52D02"/>
    <w:rsid w:val="00E5377B"/>
    <w:rsid w:val="00E5381B"/>
    <w:rsid w:val="00E54855"/>
    <w:rsid w:val="00E64891"/>
    <w:rsid w:val="00E7369B"/>
    <w:rsid w:val="00E75B50"/>
    <w:rsid w:val="00E769EC"/>
    <w:rsid w:val="00E8621C"/>
    <w:rsid w:val="00E873DE"/>
    <w:rsid w:val="00E97347"/>
    <w:rsid w:val="00EB031C"/>
    <w:rsid w:val="00EB111B"/>
    <w:rsid w:val="00EB11F6"/>
    <w:rsid w:val="00EB3F9D"/>
    <w:rsid w:val="00EB5857"/>
    <w:rsid w:val="00EB61F9"/>
    <w:rsid w:val="00EC092A"/>
    <w:rsid w:val="00EC12C6"/>
    <w:rsid w:val="00EC3C88"/>
    <w:rsid w:val="00EC7CAB"/>
    <w:rsid w:val="00ED24E0"/>
    <w:rsid w:val="00ED620F"/>
    <w:rsid w:val="00EE2183"/>
    <w:rsid w:val="00F0141E"/>
    <w:rsid w:val="00F061A3"/>
    <w:rsid w:val="00F10BCC"/>
    <w:rsid w:val="00F21825"/>
    <w:rsid w:val="00F26C7E"/>
    <w:rsid w:val="00F34AA8"/>
    <w:rsid w:val="00F35331"/>
    <w:rsid w:val="00F35812"/>
    <w:rsid w:val="00F4114F"/>
    <w:rsid w:val="00F43267"/>
    <w:rsid w:val="00F44514"/>
    <w:rsid w:val="00F45E72"/>
    <w:rsid w:val="00F55C88"/>
    <w:rsid w:val="00F64867"/>
    <w:rsid w:val="00F705FD"/>
    <w:rsid w:val="00F70EC5"/>
    <w:rsid w:val="00F71E8D"/>
    <w:rsid w:val="00F76B55"/>
    <w:rsid w:val="00F81940"/>
    <w:rsid w:val="00F81EE3"/>
    <w:rsid w:val="00F85DFF"/>
    <w:rsid w:val="00F9330F"/>
    <w:rsid w:val="00F9757E"/>
    <w:rsid w:val="00FA6488"/>
    <w:rsid w:val="00FB659D"/>
    <w:rsid w:val="00FB70B1"/>
    <w:rsid w:val="00FC21A1"/>
    <w:rsid w:val="00FD3DD3"/>
    <w:rsid w:val="00FD74D8"/>
    <w:rsid w:val="00FF14F5"/>
    <w:rsid w:val="00FF284F"/>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397CFE9"/>
  <w15:docId w15:val="{3B56A024-4C75-4435-8482-319BB5C15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Copy"/>
    <w:rsid w:val="0004587A"/>
    <w:pPr>
      <w:spacing w:line="288" w:lineRule="auto"/>
    </w:pPr>
    <w:rPr>
      <w:rFonts w:ascii="Arial" w:hAnsi="Arial" w:cs="Arial"/>
      <w:sz w:val="22"/>
      <w:szCs w:val="22"/>
      <w:lang w:val="en-US"/>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Headline">
    <w:name w:val="Headline"/>
    <w:basedOn w:val="berschrift2"/>
    <w:link w:val="HeadlineZchn"/>
    <w:autoRedefine/>
    <w:rsid w:val="00412BBE"/>
    <w:pPr>
      <w:spacing w:before="0" w:after="360" w:line="240" w:lineRule="auto"/>
      <w:ind w:right="-210"/>
    </w:pPr>
    <w:rPr>
      <w:rFonts w:ascii="Arial" w:eastAsia="Calibri" w:hAnsi="Arial" w:cs="Arial"/>
      <w:b/>
      <w:noProof/>
      <w:color w:val="auto"/>
      <w:sz w:val="56"/>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HeadlineZchn">
    <w:name w:val="Headline Zchn"/>
    <w:link w:val="Headline"/>
    <w:rsid w:val="00412BBE"/>
    <w:rPr>
      <w:rFonts w:ascii="Arial" w:hAnsi="Arial" w:cs="Arial"/>
      <w:b/>
      <w:noProof/>
      <w:color w:val="0062C8"/>
      <w:sz w:val="56"/>
      <w:szCs w:val="64"/>
      <w:lang w:val="en-US" w:eastAsia="de-DE"/>
    </w:rPr>
  </w:style>
  <w:style w:type="paragraph" w:customStyle="1" w:styleId="Copyheadline">
    <w:name w:val="Copyheadline"/>
    <w:basedOn w:val="Standard"/>
    <w:link w:val="CopyheadlineZchn"/>
    <w:rsid w:val="0005132C"/>
    <w:rPr>
      <w:b/>
    </w:rPr>
  </w:style>
  <w:style w:type="paragraph" w:customStyle="1" w:styleId="SidebarCopy">
    <w:name w:val="Sidebar Copy"/>
    <w:basedOn w:val="Standard"/>
    <w:link w:val="SidebarCopyZchn"/>
    <w:rsid w:val="00523A66"/>
    <w:pPr>
      <w:spacing w:line="280" w:lineRule="exact"/>
    </w:pPr>
  </w:style>
  <w:style w:type="character" w:customStyle="1" w:styleId="CopyheadlineZchn">
    <w:name w:val="Copyheadline Zchn"/>
    <w:link w:val="Copyheadline"/>
    <w:rsid w:val="0005132C"/>
    <w:rPr>
      <w:rFonts w:ascii="Arial" w:hAnsi="Arial" w:cs="Arial"/>
      <w:b/>
      <w:sz w:val="22"/>
      <w:szCs w:val="22"/>
      <w:lang w:val="en-US" w:eastAsia="de-DE"/>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styleId="Listenabsatz">
    <w:name w:val="List Paragraph"/>
    <w:basedOn w:val="Standard"/>
    <w:uiPriority w:val="34"/>
    <w:rsid w:val="008F196D"/>
    <w:pPr>
      <w:ind w:left="720"/>
      <w:contextualSpacing/>
    </w:p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semiHidden/>
    <w:unhideWhenUsed/>
    <w:rsid w:val="00DB1D25"/>
    <w:pPr>
      <w:spacing w:line="240" w:lineRule="auto"/>
    </w:pPr>
    <w:rPr>
      <w:sz w:val="20"/>
      <w:szCs w:val="20"/>
    </w:rPr>
  </w:style>
  <w:style w:type="character" w:customStyle="1" w:styleId="KommentartextZchn">
    <w:name w:val="Kommentartext Zchn"/>
    <w:link w:val="Kommentartext"/>
    <w:uiPriority w:val="99"/>
    <w:semiHidden/>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uiPriority w:val="20"/>
    <w:rsid w:val="00DB21FD"/>
    <w:rPr>
      <w:i/>
      <w:iCs/>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link w:val="KeinAbsatzformatZchn"/>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04587A"/>
    <w:rPr>
      <w:sz w:val="14"/>
    </w:rPr>
  </w:style>
  <w:style w:type="paragraph" w:customStyle="1" w:styleId="UponorCopytext">
    <w:name w:val="Uponor Copytext"/>
    <w:basedOn w:val="Standard"/>
    <w:link w:val="UponorCopytextZchn"/>
    <w:qFormat/>
    <w:rsid w:val="00C63D74"/>
    <w:pPr>
      <w:spacing w:line="260" w:lineRule="atLeast"/>
    </w:pPr>
    <w:rPr>
      <w:lang w:val="fr-FR"/>
    </w:rPr>
  </w:style>
  <w:style w:type="paragraph" w:customStyle="1" w:styleId="UponorHead">
    <w:name w:val="Uponor Head"/>
    <w:basedOn w:val="Standard"/>
    <w:link w:val="UponorHeadZchn"/>
    <w:qFormat/>
    <w:rsid w:val="004B502B"/>
    <w:pPr>
      <w:keepNext/>
      <w:keepLines/>
      <w:spacing w:after="480" w:line="240" w:lineRule="auto"/>
      <w:outlineLvl w:val="1"/>
    </w:pPr>
    <w:rPr>
      <w:b/>
      <w:noProof/>
      <w:sz w:val="28"/>
      <w:szCs w:val="28"/>
    </w:rPr>
  </w:style>
  <w:style w:type="character" w:customStyle="1" w:styleId="UponorCopytextZchn">
    <w:name w:val="Uponor Copytext Zchn"/>
    <w:basedOn w:val="Absatz-Standardschriftart"/>
    <w:link w:val="UponorCopytext"/>
    <w:rsid w:val="00C63D74"/>
    <w:rPr>
      <w:rFonts w:ascii="Arial" w:hAnsi="Arial" w:cs="Arial"/>
      <w:sz w:val="22"/>
      <w:szCs w:val="22"/>
      <w:lang w:val="fr-FR"/>
    </w:rPr>
  </w:style>
  <w:style w:type="paragraph" w:customStyle="1" w:styleId="UponorDateandPlace">
    <w:name w:val="Uponor Date and Place"/>
    <w:basedOn w:val="Subline"/>
    <w:link w:val="UponorDateandPlaceZchn"/>
    <w:qFormat/>
    <w:rsid w:val="004B502B"/>
    <w:pPr>
      <w:spacing w:after="0" w:line="280" w:lineRule="exact"/>
      <w:ind w:right="357"/>
      <w:jc w:val="left"/>
    </w:pPr>
    <w:rPr>
      <w:noProof/>
      <w:sz w:val="16"/>
      <w:szCs w:val="24"/>
    </w:rPr>
  </w:style>
  <w:style w:type="character" w:customStyle="1" w:styleId="UponorHeadZchn">
    <w:name w:val="Uponor Head Zchn"/>
    <w:basedOn w:val="Absatz-Standardschriftart"/>
    <w:link w:val="UponorHead"/>
    <w:rsid w:val="004B502B"/>
    <w:rPr>
      <w:rFonts w:ascii="Arial" w:hAnsi="Arial" w:cs="Arial"/>
      <w:b/>
      <w:noProof/>
      <w:sz w:val="28"/>
      <w:szCs w:val="28"/>
      <w:lang w:val="en-US"/>
    </w:rPr>
  </w:style>
  <w:style w:type="paragraph" w:customStyle="1" w:styleId="UponorSubhead">
    <w:name w:val="Uponor Subhead"/>
    <w:basedOn w:val="Subline"/>
    <w:link w:val="UponorSubheadZchn"/>
    <w:qFormat/>
    <w:rsid w:val="004B502B"/>
    <w:pPr>
      <w:spacing w:after="0" w:line="280" w:lineRule="exact"/>
      <w:ind w:right="357"/>
      <w:jc w:val="left"/>
    </w:pPr>
    <w:rPr>
      <w:color w:val="000000"/>
      <w:sz w:val="22"/>
      <w:szCs w:val="22"/>
    </w:rPr>
  </w:style>
  <w:style w:type="character" w:customStyle="1" w:styleId="UponorDateandPlaceZchn">
    <w:name w:val="Uponor Date and Place Zchn"/>
    <w:basedOn w:val="SublineZchn"/>
    <w:link w:val="UponorDateandPlace"/>
    <w:rsid w:val="004B502B"/>
    <w:rPr>
      <w:rFonts w:ascii="Arial" w:hAnsi="Arial" w:cs="Arial"/>
      <w:b/>
      <w:noProof/>
      <w:sz w:val="16"/>
      <w:szCs w:val="24"/>
      <w:lang w:val="en-US" w:eastAsia="de-DE"/>
    </w:rPr>
  </w:style>
  <w:style w:type="paragraph" w:customStyle="1" w:styleId="UponorHeadSocialMedia">
    <w:name w:val="Uponor Head Social Media"/>
    <w:basedOn w:val="Standard"/>
    <w:link w:val="UponorHeadSocialMediaZchn"/>
    <w:qFormat/>
    <w:rsid w:val="00467E8D"/>
    <w:pPr>
      <w:spacing w:line="260" w:lineRule="atLeast"/>
    </w:pPr>
    <w:rPr>
      <w:b/>
      <w:color w:val="0062C8"/>
    </w:rPr>
  </w:style>
  <w:style w:type="character" w:customStyle="1" w:styleId="UponorSubheadZchn">
    <w:name w:val="Uponor Subhead Zchn"/>
    <w:basedOn w:val="SublineZchn"/>
    <w:link w:val="UponorSubhead"/>
    <w:rsid w:val="004B502B"/>
    <w:rPr>
      <w:rFonts w:ascii="Arial" w:hAnsi="Arial" w:cs="Arial"/>
      <w:b/>
      <w:color w:val="000000"/>
      <w:sz w:val="22"/>
      <w:szCs w:val="22"/>
      <w:lang w:val="en-US" w:eastAsia="de-DE"/>
    </w:rPr>
  </w:style>
  <w:style w:type="paragraph" w:customStyle="1" w:styleId="UponorCaption">
    <w:name w:val="Uponor Caption"/>
    <w:basedOn w:val="Standard"/>
    <w:link w:val="UponorCaptionZchn"/>
    <w:qFormat/>
    <w:rsid w:val="00467E8D"/>
    <w:pPr>
      <w:spacing w:line="260" w:lineRule="atLeast"/>
    </w:pPr>
    <w:rPr>
      <w:sz w:val="18"/>
      <w:szCs w:val="18"/>
    </w:rPr>
  </w:style>
  <w:style w:type="character" w:customStyle="1" w:styleId="UponorHeadSocialMediaZchn">
    <w:name w:val="Uponor Head Social Media Zchn"/>
    <w:basedOn w:val="Absatz-Standardschriftart"/>
    <w:link w:val="UponorHeadSocialMedia"/>
    <w:rsid w:val="00467E8D"/>
    <w:rPr>
      <w:rFonts w:ascii="Arial" w:hAnsi="Arial" w:cs="Arial"/>
      <w:b/>
      <w:color w:val="0062C8"/>
      <w:sz w:val="22"/>
      <w:szCs w:val="22"/>
      <w:lang w:val="en-US"/>
    </w:rPr>
  </w:style>
  <w:style w:type="paragraph" w:customStyle="1" w:styleId="UponorPressContactHead">
    <w:name w:val="Uponor Press Contact Head"/>
    <w:basedOn w:val="Standard"/>
    <w:link w:val="UponorPressContactHeadZchn"/>
    <w:qFormat/>
    <w:rsid w:val="00467E8D"/>
    <w:pPr>
      <w:shd w:val="clear" w:color="auto" w:fill="FFFFFF"/>
      <w:spacing w:line="220" w:lineRule="atLeast"/>
      <w:ind w:right="3119"/>
    </w:pPr>
    <w:rPr>
      <w:rFonts w:eastAsia="Times New Roman"/>
      <w:b/>
      <w:color w:val="000000" w:themeColor="text1"/>
      <w:sz w:val="18"/>
      <w:szCs w:val="18"/>
    </w:rPr>
  </w:style>
  <w:style w:type="character" w:customStyle="1" w:styleId="UponorCaptionZchn">
    <w:name w:val="Uponor Caption Zchn"/>
    <w:basedOn w:val="Absatz-Standardschriftart"/>
    <w:link w:val="UponorCaption"/>
    <w:rsid w:val="00467E8D"/>
    <w:rPr>
      <w:rFonts w:ascii="Arial" w:hAnsi="Arial" w:cs="Arial"/>
      <w:sz w:val="18"/>
      <w:szCs w:val="18"/>
      <w:lang w:val="en-US"/>
    </w:rPr>
  </w:style>
  <w:style w:type="paragraph" w:customStyle="1" w:styleId="UponorPressContactBoilerplate">
    <w:name w:val="Uponor Press Contact Boilerplate"/>
    <w:basedOn w:val="KeinAbsatzformat"/>
    <w:link w:val="UponorPressContactBoilerplateZchn"/>
    <w:qFormat/>
    <w:rsid w:val="00467E8D"/>
    <w:pPr>
      <w:tabs>
        <w:tab w:val="right" w:pos="2721"/>
      </w:tabs>
      <w:suppressAutoHyphens/>
      <w:spacing w:line="260" w:lineRule="atLeast"/>
    </w:pPr>
    <w:rPr>
      <w:rFonts w:ascii="Arial" w:hAnsi="Arial" w:cs="Arial"/>
      <w:bCs/>
      <w:color w:val="auto"/>
      <w:sz w:val="18"/>
      <w:szCs w:val="18"/>
      <w:lang w:val="en-US"/>
    </w:rPr>
  </w:style>
  <w:style w:type="character" w:customStyle="1" w:styleId="UponorPressContactHeadZchn">
    <w:name w:val="Uponor Press Contact Head Zchn"/>
    <w:basedOn w:val="Absatz-Standardschriftart"/>
    <w:link w:val="UponorPressContactHead"/>
    <w:rsid w:val="00467E8D"/>
    <w:rPr>
      <w:rFonts w:ascii="Arial" w:eastAsia="Times New Roman" w:hAnsi="Arial" w:cs="Arial"/>
      <w:b/>
      <w:color w:val="000000" w:themeColor="text1"/>
      <w:sz w:val="18"/>
      <w:szCs w:val="18"/>
      <w:shd w:val="clear" w:color="auto" w:fill="FFFFFF"/>
      <w:lang w:val="en-US"/>
    </w:rPr>
  </w:style>
  <w:style w:type="paragraph" w:customStyle="1" w:styleId="UponorLink">
    <w:name w:val="Uponor Link"/>
    <w:basedOn w:val="Standard"/>
    <w:link w:val="UponorLinkZchn"/>
    <w:qFormat/>
    <w:rsid w:val="00467E8D"/>
    <w:pPr>
      <w:spacing w:line="260" w:lineRule="atLeast"/>
    </w:pPr>
    <w:rPr>
      <w:color w:val="0062C8"/>
    </w:rPr>
  </w:style>
  <w:style w:type="character" w:customStyle="1" w:styleId="KeinAbsatzformatZchn">
    <w:name w:val="[Kein Absatzformat] Zchn"/>
    <w:basedOn w:val="Absatz-Standardschriftart"/>
    <w:link w:val="KeinAbsatzformat"/>
    <w:rsid w:val="00467E8D"/>
    <w:rPr>
      <w:rFonts w:ascii="MinionPro-Regular" w:eastAsia="MS Mincho" w:hAnsi="MinionPro-Regular" w:cs="MinionPro-Regular"/>
      <w:color w:val="000000"/>
      <w:sz w:val="24"/>
      <w:szCs w:val="24"/>
    </w:rPr>
  </w:style>
  <w:style w:type="character" w:customStyle="1" w:styleId="UponorPressContactBoilerplateZchn">
    <w:name w:val="Uponor Press Contact Boilerplate Zchn"/>
    <w:basedOn w:val="KeinAbsatzformatZchn"/>
    <w:link w:val="UponorPressContactBoilerplate"/>
    <w:rsid w:val="00467E8D"/>
    <w:rPr>
      <w:rFonts w:ascii="Arial" w:eastAsia="MS Mincho" w:hAnsi="Arial" w:cs="Arial"/>
      <w:bCs/>
      <w:color w:val="000000"/>
      <w:sz w:val="18"/>
      <w:szCs w:val="18"/>
      <w:lang w:val="en-US"/>
    </w:rPr>
  </w:style>
  <w:style w:type="character" w:customStyle="1" w:styleId="UponorLinkZchn">
    <w:name w:val="Uponor Link Zchn"/>
    <w:basedOn w:val="Absatz-Standardschriftart"/>
    <w:link w:val="UponorLink"/>
    <w:rsid w:val="00467E8D"/>
    <w:rPr>
      <w:rFonts w:ascii="Arial" w:hAnsi="Arial" w:cs="Arial"/>
      <w:color w:val="0062C8"/>
      <w:sz w:val="22"/>
      <w:szCs w:val="22"/>
      <w:lang w:val="en-US"/>
    </w:rPr>
  </w:style>
  <w:style w:type="character" w:customStyle="1" w:styleId="NichtaufgelsteErwhnung3">
    <w:name w:val="Nicht aufgelöste Erwähnung3"/>
    <w:basedOn w:val="Absatz-Standardschriftart"/>
    <w:uiPriority w:val="99"/>
    <w:semiHidden/>
    <w:unhideWhenUsed/>
    <w:rsid w:val="00237052"/>
    <w:rPr>
      <w:color w:val="605E5C"/>
      <w:shd w:val="clear" w:color="auto" w:fill="E1DFDD"/>
    </w:rPr>
  </w:style>
  <w:style w:type="character" w:styleId="NichtaufgelsteErwhnung">
    <w:name w:val="Unresolved Mention"/>
    <w:basedOn w:val="Absatz-Standardschriftart"/>
    <w:uiPriority w:val="99"/>
    <w:semiHidden/>
    <w:unhideWhenUsed/>
    <w:rsid w:val="00184D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74590156">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craid02\CCPublic\Kunden\UPONOR\02_Gestaltung-Basics\Presse\www.uponor.de"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file:///\\ccraid02\CCPublic\Kunden\UPONOR\02_Gestaltung-Basics\Presse\michaela.freytag@uponor.com" TargetMode="External"/><Relationship Id="rId17" Type="http://schemas.openxmlformats.org/officeDocument/2006/relationships/hyperlink" Target="https://www.youtube.com/channel/UCZ6ThmY13l5aEjGMVXxHx8Q"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uponor.at"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file:///\\ccraid02\CCPublic\Kunden\UPONOR\02_Gestaltung-Basics\Presse\www.cc-stuttgart.de"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linkedin.com/company/upono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uponor@cc-stuttgart.de"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2031411D25738D42AA581B64E76810EC" ma:contentTypeVersion="9" ma:contentTypeDescription="Ein neues Dokument erstellen." ma:contentTypeScope="" ma:versionID="04e8d2d6ec60dbe9cb70c3eb65854ead">
  <xsd:schema xmlns:xsd="http://www.w3.org/2001/XMLSchema" xmlns:xs="http://www.w3.org/2001/XMLSchema" xmlns:p="http://schemas.microsoft.com/office/2006/metadata/properties" xmlns:ns2="5b92610b-c511-4de0-92d4-5b1ae7a0673c" targetNamespace="http://schemas.microsoft.com/office/2006/metadata/properties" ma:root="true" ma:fieldsID="a011469a68d1511c9fa3b8af1026b11b" ns2:_="">
    <xsd:import namespace="5b92610b-c511-4de0-92d4-5b1ae7a067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2610b-c511-4de0-92d4-5b1ae7a06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C44640-B4DD-4F95-8F15-32976271AF07}">
  <ds:schemaRefs>
    <ds:schemaRef ds:uri="http://schemas.openxmlformats.org/officeDocument/2006/bibliography"/>
  </ds:schemaRefs>
</ds:datastoreItem>
</file>

<file path=customXml/itemProps2.xml><?xml version="1.0" encoding="utf-8"?>
<ds:datastoreItem xmlns:ds="http://schemas.openxmlformats.org/officeDocument/2006/customXml" ds:itemID="{131A38F4-4C0C-47DA-8317-F6F25D1C848E}"/>
</file>

<file path=customXml/itemProps3.xml><?xml version="1.0" encoding="utf-8"?>
<ds:datastoreItem xmlns:ds="http://schemas.openxmlformats.org/officeDocument/2006/customXml" ds:itemID="{912DE95D-C72C-4523-B68C-18914B5009DE}">
  <ds:schemaRefs>
    <ds:schemaRef ds:uri="http://schemas.microsoft.com/sharepoint/v3/contenttype/forms"/>
  </ds:schemaRefs>
</ds:datastoreItem>
</file>

<file path=customXml/itemProps4.xml><?xml version="1.0" encoding="utf-8"?>
<ds:datastoreItem xmlns:ds="http://schemas.openxmlformats.org/officeDocument/2006/customXml" ds:itemID="{38A755A4-0D82-4FD6-B3E5-86E6A263DEB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693</Words>
  <Characters>4368</Characters>
  <Application>Microsoft Office Word</Application>
  <DocSecurity>0</DocSecurity>
  <Lines>36</Lines>
  <Paragraphs>10</Paragraphs>
  <ScaleCrop>false</ScaleCrop>
  <HeadingPairs>
    <vt:vector size="4" baseType="variant">
      <vt:variant>
        <vt:lpstr>Titel</vt:lpstr>
      </vt:variant>
      <vt:variant>
        <vt:i4>1</vt:i4>
      </vt:variant>
      <vt:variant>
        <vt:lpstr>Headings</vt:lpstr>
      </vt:variant>
      <vt:variant>
        <vt:i4>7</vt:i4>
      </vt:variant>
    </vt:vector>
  </HeadingPairs>
  <TitlesOfParts>
    <vt:vector size="8" baseType="lpstr">
      <vt:lpstr/>
      <vt:lpstr>/Agenda: Brand Design</vt:lpstr>
      <vt:lpstr>Date: 01 and 02 July 2015</vt:lpstr>
      <vt:lpstr>Meeting venue</vt:lpstr>
      <vt:lpstr>Participants Uponor</vt:lpstr>
      <vt:lpstr>Agenda for 01 July 2015</vt:lpstr>
      <vt:lpstr/>
      <vt:lpstr/>
    </vt:vector>
  </TitlesOfParts>
  <Company/>
  <LinksUpToDate>false</LinksUpToDate>
  <CharactersWithSpaces>5051</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Freytag</dc:creator>
  <cp:keywords/>
  <cp:lastModifiedBy>Andreas Dölker</cp:lastModifiedBy>
  <cp:revision>4</cp:revision>
  <cp:lastPrinted>2020-04-29T13:06:00Z</cp:lastPrinted>
  <dcterms:created xsi:type="dcterms:W3CDTF">2021-10-14T11:43:00Z</dcterms:created>
  <dcterms:modified xsi:type="dcterms:W3CDTF">2021-10-20T09:25:00Z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0x0101002031411D25738D42AA581B64E76810EC</vt:lpwstr>
  </property>
  <property fmtid="{D5CDD505-2E9C-101B-9397-08002B2CF9AE}" pid="3" name="MSIP_Label_d98db05b-8d0f-4671-968e-683e694bb3b1_Enabled">
    <vt:lpwstr>true</vt:lpwstr>
  </property>
  <property fmtid="{D5CDD505-2E9C-101B-9397-08002B2CF9AE}" pid="4" name="MSIP_Label_d98db05b-8d0f-4671-968e-683e694bb3b1_SetDate">
    <vt:lpwstr>2021-10-11T06:42:37Z</vt:lpwstr>
  </property>
  <property fmtid="{D5CDD505-2E9C-101B-9397-08002B2CF9AE}" pid="5" name="MSIP_Label_d98db05b-8d0f-4671-968e-683e694bb3b1_Method">
    <vt:lpwstr>Standard</vt:lpwstr>
  </property>
  <property fmtid="{D5CDD505-2E9C-101B-9397-08002B2CF9AE}" pid="6" name="MSIP_Label_d98db05b-8d0f-4671-968e-683e694bb3b1_Name">
    <vt:lpwstr>d98db05b-8d0f-4671-968e-683e694bb3b1</vt:lpwstr>
  </property>
  <property fmtid="{D5CDD505-2E9C-101B-9397-08002B2CF9AE}" pid="7" name="MSIP_Label_d98db05b-8d0f-4671-968e-683e694bb3b1_SiteId">
    <vt:lpwstr>a4f1aa99-bd23-4521-a3c0-1d07bdce1616</vt:lpwstr>
  </property>
  <property fmtid="{D5CDD505-2E9C-101B-9397-08002B2CF9AE}" pid="8" name="MSIP_Label_d98db05b-8d0f-4671-968e-683e694bb3b1_ActionId">
    <vt:lpwstr/>
  </property>
  <property fmtid="{D5CDD505-2E9C-101B-9397-08002B2CF9AE}" pid="9" name="MSIP_Label_d98db05b-8d0f-4671-968e-683e694bb3b1_ContentBits">
    <vt:lpwstr>0</vt:lpwstr>
  </property>
</Properties>
</file>